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88" w:rsidRPr="000A2079" w:rsidRDefault="00CB2788" w:rsidP="00CB2788">
      <w:pPr>
        <w:tabs>
          <w:tab w:val="left" w:pos="709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 xml:space="preserve">Теплотехнический расчет ограждающих конструкций выполнен в соответствии 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со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:</w:t>
      </w:r>
    </w:p>
    <w:p w:rsidR="00CB2788" w:rsidRPr="000A2079" w:rsidRDefault="00CB2788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СП 50.13330.2012 «Тепловая защита зданий»;</w:t>
      </w:r>
    </w:p>
    <w:p w:rsidR="00CB2788" w:rsidRPr="000A2079" w:rsidRDefault="00CB2788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 w:cs="GOST 2.304-81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ГОСТ 30494-</w:t>
      </w:r>
      <w:r w:rsidR="00370401" w:rsidRPr="000A2079">
        <w:rPr>
          <w:rFonts w:ascii="GOST 2.304 type A" w:hAnsi="GOST 2.304 type A"/>
          <w:i/>
          <w:sz w:val="28"/>
          <w:szCs w:val="28"/>
        </w:rPr>
        <w:t>2011</w:t>
      </w:r>
      <w:r w:rsidRPr="000A2079">
        <w:rPr>
          <w:rFonts w:ascii="GOST 2.304 type A" w:hAnsi="GOST 2.304 type A"/>
          <w:i/>
          <w:sz w:val="28"/>
          <w:szCs w:val="28"/>
        </w:rPr>
        <w:t xml:space="preserve"> «Здания жилые и общественные. Параметры микроклимата в помещениях»;</w:t>
      </w:r>
      <w:r w:rsidRPr="000A2079">
        <w:rPr>
          <w:rFonts w:ascii="GOST 2.304 type A" w:hAnsi="GOST 2.304 type A" w:cs="GOST 2.304-81"/>
          <w:i/>
          <w:color w:val="000000"/>
          <w:sz w:val="28"/>
          <w:szCs w:val="28"/>
        </w:rPr>
        <w:t xml:space="preserve"> </w:t>
      </w:r>
    </w:p>
    <w:p w:rsidR="00CB2788" w:rsidRPr="000A2079" w:rsidRDefault="00916895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СП 60.13330.2020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«Отопление, вентиляция и кондиционирование»;</w:t>
      </w:r>
    </w:p>
    <w:p w:rsidR="00CB2788" w:rsidRPr="000A2079" w:rsidRDefault="004B5DFD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hyperlink r:id="rId9" w:tgtFrame="_blank" w:history="1">
        <w:r w:rsidR="00CB2788" w:rsidRPr="000A2079">
          <w:rPr>
            <w:rFonts w:ascii="GOST 2.304 type A" w:hAnsi="GOST 2.304 type A"/>
            <w:i/>
            <w:sz w:val="28"/>
            <w:szCs w:val="28"/>
          </w:rPr>
          <w:t>СП 118.13330.2012</w:t>
        </w:r>
      </w:hyperlink>
      <w:r w:rsidR="00CB2788" w:rsidRPr="000A2079">
        <w:rPr>
          <w:rFonts w:ascii="GOST 2.304 type A" w:hAnsi="GOST 2.304 type A"/>
          <w:i/>
          <w:sz w:val="28"/>
          <w:szCs w:val="28"/>
        </w:rPr>
        <w:t xml:space="preserve"> «Общественные здания и сооружения»;</w:t>
      </w:r>
    </w:p>
    <w:p w:rsidR="00CB2788" w:rsidRPr="000A2079" w:rsidRDefault="004B5DFD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 w:cs="GOST 2.304-81"/>
          <w:i/>
          <w:color w:val="000000"/>
          <w:sz w:val="28"/>
          <w:szCs w:val="28"/>
        </w:rPr>
      </w:pPr>
      <w:hyperlink r:id="rId10" w:tgtFrame="_blank" w:history="1">
        <w:r w:rsidR="00CB2788" w:rsidRPr="000A2079">
          <w:rPr>
            <w:rFonts w:ascii="GOST 2.304 type A" w:hAnsi="GOST 2.304 type A" w:cs="GOST 2.304-81"/>
            <w:i/>
            <w:color w:val="000000"/>
            <w:sz w:val="28"/>
            <w:szCs w:val="28"/>
          </w:rPr>
          <w:t>СП 44.13330.2011</w:t>
        </w:r>
      </w:hyperlink>
      <w:r w:rsidR="00CB2788" w:rsidRPr="000A2079">
        <w:rPr>
          <w:rFonts w:ascii="GOST 2.304 type A" w:hAnsi="GOST 2.304 type A" w:cs="GOST 2.304-81"/>
          <w:i/>
          <w:color w:val="000000"/>
          <w:sz w:val="28"/>
          <w:szCs w:val="28"/>
        </w:rPr>
        <w:t xml:space="preserve"> «Административные и бытовые здания»;</w:t>
      </w:r>
    </w:p>
    <w:p w:rsidR="00CB2788" w:rsidRPr="000A2079" w:rsidRDefault="006A45A9" w:rsidP="00CB2788">
      <w:pPr>
        <w:numPr>
          <w:ilvl w:val="0"/>
          <w:numId w:val="28"/>
        </w:numPr>
        <w:tabs>
          <w:tab w:val="left" w:pos="709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СП 131.13330.2020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«Строительная климатология».</w:t>
      </w:r>
    </w:p>
    <w:p w:rsidR="00CB2788" w:rsidRPr="000A2079" w:rsidRDefault="00CB2788" w:rsidP="00CB2788">
      <w:pPr>
        <w:pStyle w:val="3"/>
        <w:numPr>
          <w:ilvl w:val="0"/>
          <w:numId w:val="0"/>
        </w:numPr>
        <w:spacing w:before="120" w:after="120" w:line="360" w:lineRule="auto"/>
        <w:rPr>
          <w:rFonts w:ascii="GOST 2.304 type A" w:hAnsi="GOST 2.304 type A"/>
        </w:rPr>
      </w:pPr>
      <w:r w:rsidRPr="000A2079">
        <w:rPr>
          <w:rFonts w:ascii="GOST 2.304 type A" w:hAnsi="GOST 2.304 type A"/>
        </w:rPr>
        <w:t>1. Условия района строительства</w:t>
      </w:r>
    </w:p>
    <w:p w:rsidR="00CB2788" w:rsidRPr="000A2079" w:rsidRDefault="00CB2788" w:rsidP="00B45BE4">
      <w:pPr>
        <w:tabs>
          <w:tab w:val="left" w:pos="8222"/>
        </w:tabs>
        <w:spacing w:line="360" w:lineRule="auto"/>
        <w:ind w:left="709" w:right="157"/>
        <w:rPr>
          <w:rFonts w:ascii="GOST 2.304 type A" w:hAnsi="GOST 2.304 type A" w:cs="GOST 2.304-81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</w:rPr>
        <w:t xml:space="preserve">Расчетные </w:t>
      </w:r>
      <w:r w:rsidRPr="000A2079">
        <w:rPr>
          <w:rFonts w:ascii="GOST 2.304 type A" w:hAnsi="GOST 2.304 type A"/>
          <w:i/>
          <w:sz w:val="28"/>
          <w:szCs w:val="28"/>
        </w:rPr>
        <w:t>параметры</w:t>
      </w:r>
      <w:r w:rsidRPr="000A2079">
        <w:rPr>
          <w:rFonts w:ascii="GOST 2.304 type A" w:hAnsi="GOST 2.304 type A"/>
          <w:i/>
          <w:sz w:val="28"/>
        </w:rPr>
        <w:t xml:space="preserve"> наружного воздуха, в соответствии с </w:t>
      </w:r>
      <w:r w:rsidR="006A45A9">
        <w:rPr>
          <w:rFonts w:ascii="GOST 2.304 type A" w:hAnsi="GOST 2.304 type A"/>
          <w:i/>
          <w:sz w:val="28"/>
          <w:szCs w:val="28"/>
        </w:rPr>
        <w:t>СП 131.13330.2020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 w:cs="GOST 2.304-81"/>
          <w:i/>
          <w:color w:val="000000"/>
          <w:sz w:val="28"/>
          <w:szCs w:val="28"/>
        </w:rPr>
        <w:t>«Строительная климатология»</w:t>
      </w:r>
      <w:r w:rsidRPr="000A2079">
        <w:rPr>
          <w:rFonts w:ascii="GOST 2.304 type A" w:hAnsi="GOST 2.304 type A"/>
          <w:color w:val="000000"/>
        </w:rPr>
        <w:t xml:space="preserve">, </w:t>
      </w:r>
      <w:r w:rsidR="005F2B28" w:rsidRPr="000A2079">
        <w:rPr>
          <w:rFonts w:ascii="GOST 2.304 type A" w:hAnsi="GOST 2.304 type A"/>
          <w:i/>
          <w:sz w:val="28"/>
        </w:rPr>
        <w:t>табл. 3.1</w:t>
      </w:r>
      <w:r w:rsidRPr="000A2079">
        <w:rPr>
          <w:rFonts w:ascii="GOST 2.304 type A" w:hAnsi="GOST 2.304 type A"/>
          <w:i/>
          <w:sz w:val="28"/>
        </w:rPr>
        <w:t xml:space="preserve"> (</w:t>
      </w:r>
      <w:r w:rsidR="00EB3EA8">
        <w:rPr>
          <w:rFonts w:ascii="GOST 2.304 type A" w:hAnsi="GOST 2.304 type A"/>
          <w:i/>
          <w:sz w:val="28"/>
        </w:rPr>
        <w:t xml:space="preserve">г. </w:t>
      </w:r>
      <w:r w:rsidR="006A45A9">
        <w:rPr>
          <w:rFonts w:ascii="GOST 2.304 type A" w:hAnsi="GOST 2.304 type A"/>
          <w:i/>
          <w:sz w:val="28"/>
        </w:rPr>
        <w:t>Нерюнгри</w:t>
      </w:r>
      <w:r w:rsidR="00E51638">
        <w:rPr>
          <w:rFonts w:ascii="GOST 2.304 type A" w:hAnsi="GOST 2.304 type A"/>
          <w:i/>
          <w:sz w:val="28"/>
        </w:rPr>
        <w:t>, Республика Саха (Якутия)</w:t>
      </w:r>
      <w:r w:rsidRPr="000A2079">
        <w:rPr>
          <w:rFonts w:ascii="GOST 2.304 type A" w:hAnsi="GOST 2.304 type A"/>
          <w:i/>
          <w:sz w:val="28"/>
        </w:rPr>
        <w:t>):</w:t>
      </w:r>
    </w:p>
    <w:p w:rsidR="00CB2788" w:rsidRPr="000A2079" w:rsidRDefault="00CB2788" w:rsidP="00803E82">
      <w:pPr>
        <w:tabs>
          <w:tab w:val="left" w:pos="8222"/>
        </w:tabs>
        <w:spacing w:line="360" w:lineRule="auto"/>
        <w:ind w:left="720"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Наиболее холодной пятидневки (</w:t>
      </w:r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ext</w:t>
      </w:r>
      <w:r w:rsidRPr="000A2079">
        <w:rPr>
          <w:rFonts w:ascii="GOST 2.304 type A" w:hAnsi="GOST 2.304 type A"/>
          <w:i/>
          <w:sz w:val="28"/>
          <w:szCs w:val="28"/>
        </w:rPr>
        <w:t xml:space="preserve">) </w:t>
      </w:r>
      <w:r w:rsidR="00D96310" w:rsidRPr="000A2079">
        <w:rPr>
          <w:rFonts w:ascii="GOST 2.304 type A" w:hAnsi="GOST 2.304 type A"/>
          <w:i/>
          <w:sz w:val="28"/>
          <w:szCs w:val="28"/>
        </w:rPr>
        <w:t>-</w:t>
      </w:r>
      <w:r w:rsidRPr="000A2079">
        <w:rPr>
          <w:rFonts w:ascii="GOST 2.304 type A" w:hAnsi="GOST 2.304 type A"/>
          <w:i/>
          <w:sz w:val="28"/>
          <w:szCs w:val="28"/>
        </w:rPr>
        <w:t xml:space="preserve">                                      </w:t>
      </w:r>
      <w:r w:rsidRPr="000A2079">
        <w:rPr>
          <w:rFonts w:ascii="GOST 2.304 type A" w:hAnsi="GOST 2.304 type A"/>
          <w:i/>
          <w:sz w:val="28"/>
          <w:szCs w:val="28"/>
        </w:rPr>
        <w:tab/>
        <w:t>-</w:t>
      </w:r>
      <w:r w:rsidR="00EB3EA8">
        <w:rPr>
          <w:rFonts w:ascii="GOST 2.304 type A" w:hAnsi="GOST 2.304 type A"/>
          <w:i/>
          <w:sz w:val="28"/>
          <w:szCs w:val="28"/>
        </w:rPr>
        <w:t>43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 xml:space="preserve"> °С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B45BE4">
      <w:pPr>
        <w:tabs>
          <w:tab w:val="left" w:pos="8222"/>
        </w:tabs>
        <w:spacing w:line="360" w:lineRule="auto"/>
        <w:ind w:left="720"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Среднемесячная температура отопительного периода (</w:t>
      </w: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)  </w:t>
      </w:r>
      <w:r w:rsidR="00D96310" w:rsidRPr="000A2079">
        <w:rPr>
          <w:rFonts w:ascii="GOST 2.304 type A" w:hAnsi="GOST 2.304 type A"/>
          <w:i/>
          <w:sz w:val="28"/>
          <w:szCs w:val="28"/>
        </w:rPr>
        <w:t>-</w:t>
      </w:r>
      <w:r w:rsidRPr="000A2079">
        <w:rPr>
          <w:rFonts w:ascii="GOST 2.304 type A" w:hAnsi="GOST 2.304 type A"/>
          <w:i/>
          <w:sz w:val="28"/>
          <w:szCs w:val="28"/>
        </w:rPr>
        <w:t xml:space="preserve">     </w:t>
      </w:r>
      <w:r w:rsidRPr="000A2079">
        <w:rPr>
          <w:rFonts w:ascii="GOST 2.304 type A" w:hAnsi="GOST 2.304 type A"/>
          <w:i/>
          <w:sz w:val="28"/>
          <w:szCs w:val="28"/>
        </w:rPr>
        <w:tab/>
      </w:r>
      <w:r w:rsidR="007C524A" w:rsidRPr="000A2079">
        <w:rPr>
          <w:rFonts w:ascii="GOST 2.304 type A" w:hAnsi="GOST 2.304 type A"/>
          <w:i/>
          <w:sz w:val="28"/>
          <w:szCs w:val="28"/>
        </w:rPr>
        <w:t>-</w:t>
      </w:r>
      <w:r w:rsidR="00EB3EA8">
        <w:rPr>
          <w:rFonts w:ascii="GOST 2.304 type A" w:hAnsi="GOST 2.304 type A"/>
          <w:i/>
          <w:sz w:val="28"/>
          <w:szCs w:val="28"/>
        </w:rPr>
        <w:t>15</w:t>
      </w:r>
      <w:r w:rsidR="002536F3" w:rsidRPr="000A2079">
        <w:rPr>
          <w:rFonts w:ascii="GOST 2.304 type A" w:hAnsi="GOST 2.304 type A"/>
          <w:i/>
          <w:sz w:val="28"/>
          <w:szCs w:val="28"/>
        </w:rPr>
        <w:t>,</w:t>
      </w:r>
      <w:r w:rsidR="00EB3EA8">
        <w:rPr>
          <w:rFonts w:ascii="GOST 2.304 type A" w:hAnsi="GOST 2.304 type A"/>
          <w:i/>
          <w:sz w:val="28"/>
          <w:szCs w:val="28"/>
        </w:rPr>
        <w:t>2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 xml:space="preserve"> °С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B45BE4">
      <w:pPr>
        <w:tabs>
          <w:tab w:val="left" w:pos="8222"/>
        </w:tabs>
        <w:spacing w:line="360" w:lineRule="auto"/>
        <w:ind w:left="720"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Продолжительность отопительного периода (</w:t>
      </w: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z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)  </w:t>
      </w:r>
      <w:r w:rsidR="00D96310" w:rsidRPr="000A2079">
        <w:rPr>
          <w:rFonts w:ascii="GOST 2.304 type A" w:hAnsi="GOST 2.304 type A"/>
          <w:i/>
          <w:sz w:val="28"/>
          <w:szCs w:val="28"/>
        </w:rPr>
        <w:t>-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ab/>
      </w:r>
      <w:r w:rsidR="002B6848" w:rsidRPr="000A2079">
        <w:rPr>
          <w:rFonts w:ascii="GOST 2.304 type A" w:hAnsi="GOST 2.304 type A"/>
          <w:i/>
          <w:sz w:val="28"/>
          <w:szCs w:val="28"/>
        </w:rPr>
        <w:t>2</w:t>
      </w:r>
      <w:r w:rsidR="00EB3EA8">
        <w:rPr>
          <w:rFonts w:ascii="GOST 2.304 type A" w:hAnsi="GOST 2.304 type A"/>
          <w:i/>
          <w:sz w:val="28"/>
          <w:szCs w:val="28"/>
        </w:rPr>
        <w:t>66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proofErr w:type="spellStart"/>
      <w:r w:rsidRPr="000A2079">
        <w:rPr>
          <w:rFonts w:ascii="GOST 2.304 type A" w:hAnsi="GOST 2.304 type A"/>
          <w:i/>
          <w:sz w:val="28"/>
          <w:szCs w:val="28"/>
        </w:rPr>
        <w:t>сут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>.</w:t>
      </w:r>
    </w:p>
    <w:p w:rsidR="00CB2788" w:rsidRPr="000A2079" w:rsidRDefault="00CB2788" w:rsidP="00B45BE4">
      <w:pPr>
        <w:tabs>
          <w:tab w:val="left" w:pos="8222"/>
        </w:tabs>
        <w:spacing w:line="360" w:lineRule="auto"/>
        <w:ind w:left="709" w:right="157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Нормируемые минимальные параметры внутреннего воздуха:</w:t>
      </w:r>
      <w:r w:rsidRPr="000A2079">
        <w:rPr>
          <w:rFonts w:ascii="GOST 2.304 type A" w:hAnsi="GOST 2.304 type A"/>
          <w:i/>
          <w:sz w:val="28"/>
          <w:szCs w:val="28"/>
        </w:rPr>
        <w:tab/>
      </w:r>
    </w:p>
    <w:p w:rsidR="00192D80" w:rsidRPr="000A2079" w:rsidRDefault="00E51638" w:rsidP="00192D80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Торговый зал</w:t>
      </w:r>
      <w:r w:rsidR="000A2079">
        <w:rPr>
          <w:rFonts w:ascii="GOST 2.304 type A" w:hAnsi="GOST 2.304 type A"/>
          <w:i/>
          <w:sz w:val="28"/>
          <w:szCs w:val="28"/>
        </w:rPr>
        <w:t xml:space="preserve">  </w:t>
      </w:r>
      <w:r w:rsidR="00EA17FE" w:rsidRPr="000A2079">
        <w:rPr>
          <w:rFonts w:ascii="GOST 2.304 type A" w:hAnsi="GOST 2.304 type A"/>
          <w:i/>
          <w:sz w:val="28"/>
          <w:szCs w:val="28"/>
        </w:rPr>
        <w:tab/>
      </w:r>
      <w:r w:rsidR="00192D80" w:rsidRPr="000A2079">
        <w:rPr>
          <w:rFonts w:ascii="GOST 2.304 type A" w:hAnsi="GOST 2.304 type A"/>
          <w:i/>
          <w:sz w:val="28"/>
          <w:szCs w:val="28"/>
        </w:rPr>
        <w:tab/>
      </w:r>
      <w:r w:rsidR="000A2079">
        <w:rPr>
          <w:rFonts w:ascii="GOST 2.304 type A" w:hAnsi="GOST 2.304 type A"/>
          <w:i/>
          <w:sz w:val="28"/>
          <w:szCs w:val="28"/>
        </w:rPr>
        <w:t xml:space="preserve">         </w:t>
      </w:r>
      <w:r>
        <w:rPr>
          <w:rFonts w:ascii="GOST 2.304 type A" w:hAnsi="GOST 2.304 type A"/>
          <w:i/>
          <w:sz w:val="28"/>
          <w:szCs w:val="28"/>
        </w:rPr>
        <w:t>+19</w:t>
      </w:r>
      <w:proofErr w:type="gramStart"/>
      <w:r w:rsidR="00192D80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192D80" w:rsidRPr="000A2079">
        <w:rPr>
          <w:rFonts w:ascii="GOST 2.304 type A" w:hAnsi="GOST 2.304 type A"/>
          <w:i/>
          <w:sz w:val="28"/>
          <w:szCs w:val="28"/>
        </w:rPr>
        <w:t>;</w:t>
      </w:r>
    </w:p>
    <w:p w:rsidR="00EA17FE" w:rsidRPr="000A2079" w:rsidRDefault="00E51638" w:rsidP="000A2079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Тамбур входной группы</w:t>
      </w:r>
      <w:r w:rsidR="000A2079">
        <w:rPr>
          <w:rFonts w:ascii="GOST 2.304 type A" w:hAnsi="GOST 2.304 type A"/>
          <w:i/>
          <w:sz w:val="28"/>
          <w:szCs w:val="28"/>
        </w:rPr>
        <w:t xml:space="preserve">     </w:t>
      </w:r>
      <w:r w:rsidR="000A2079" w:rsidRPr="000A2079">
        <w:rPr>
          <w:rFonts w:ascii="GOST 2.304 type A" w:hAnsi="GOST 2.304 type A"/>
          <w:i/>
          <w:sz w:val="28"/>
          <w:szCs w:val="28"/>
        </w:rPr>
        <w:t xml:space="preserve">  </w:t>
      </w:r>
      <w:r w:rsidR="000A2079">
        <w:rPr>
          <w:rFonts w:ascii="GOST 2.304 type A" w:hAnsi="GOST 2.304 type A"/>
          <w:i/>
          <w:sz w:val="28"/>
          <w:szCs w:val="28"/>
        </w:rPr>
        <w:t xml:space="preserve">                                        </w:t>
      </w:r>
      <w:r w:rsidR="000A2079" w:rsidRPr="000A2079">
        <w:rPr>
          <w:rFonts w:ascii="GOST 2.304 type A" w:hAnsi="GOST 2.304 type A"/>
          <w:i/>
          <w:sz w:val="28"/>
          <w:szCs w:val="28"/>
        </w:rPr>
        <w:t xml:space="preserve"> “</w:t>
      </w:r>
      <w:proofErr w:type="gramStart"/>
      <w:r w:rsidR="000A2079">
        <w:rPr>
          <w:rFonts w:ascii="GOST 2.304 type A" w:hAnsi="GOST 2.304 type A"/>
          <w:i/>
          <w:sz w:val="28"/>
          <w:szCs w:val="28"/>
        </w:rPr>
        <w:t>-</w:t>
      </w:r>
      <w:r w:rsidR="000A2079" w:rsidRPr="00A429BA">
        <w:rPr>
          <w:rFonts w:ascii="GOST 2.304 type A" w:hAnsi="GOST 2.304 type A"/>
          <w:i/>
          <w:sz w:val="28"/>
          <w:szCs w:val="28"/>
        </w:rPr>
        <w:t>“</w:t>
      </w:r>
      <w:proofErr w:type="gramEnd"/>
      <w:r w:rsidR="000A2079" w:rsidRPr="004316C6">
        <w:rPr>
          <w:rFonts w:ascii="GOST 2.304 type A" w:hAnsi="GOST 2.304 type A"/>
          <w:i/>
          <w:sz w:val="28"/>
          <w:szCs w:val="28"/>
        </w:rPr>
        <w:t>;</w:t>
      </w:r>
    </w:p>
    <w:p w:rsidR="00EA17FE" w:rsidRPr="000A2079" w:rsidRDefault="00E51638" w:rsidP="00EA17FE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Техническое помещение 1</w:t>
      </w:r>
      <w:r>
        <w:rPr>
          <w:rFonts w:ascii="GOST 2.304 type A" w:hAnsi="GOST 2.304 type A"/>
          <w:i/>
          <w:sz w:val="28"/>
          <w:szCs w:val="28"/>
        </w:rPr>
        <w:tab/>
      </w:r>
      <w:r>
        <w:rPr>
          <w:rFonts w:ascii="GOST 2.304 type A" w:hAnsi="GOST 2.304 type A"/>
          <w:i/>
          <w:sz w:val="28"/>
          <w:szCs w:val="28"/>
        </w:rPr>
        <w:tab/>
      </w:r>
      <w:r>
        <w:rPr>
          <w:rFonts w:ascii="GOST 2.304 type A" w:hAnsi="GOST 2.304 type A"/>
          <w:i/>
          <w:sz w:val="28"/>
          <w:szCs w:val="28"/>
        </w:rPr>
        <w:tab/>
        <w:t>+16</w:t>
      </w:r>
      <w:proofErr w:type="gramStart"/>
      <w:r w:rsidR="00EA17FE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EA17FE" w:rsidRPr="000A2079">
        <w:rPr>
          <w:rFonts w:ascii="GOST 2.304 type A" w:hAnsi="GOST 2.304 type A"/>
          <w:i/>
          <w:sz w:val="28"/>
          <w:szCs w:val="28"/>
        </w:rPr>
        <w:t>;</w:t>
      </w:r>
    </w:p>
    <w:p w:rsidR="00EA17FE" w:rsidRPr="000A2079" w:rsidRDefault="00E51638" w:rsidP="00EA17FE">
      <w:pPr>
        <w:numPr>
          <w:ilvl w:val="0"/>
          <w:numId w:val="11"/>
        </w:numPr>
        <w:tabs>
          <w:tab w:val="left" w:pos="709"/>
          <w:tab w:val="left" w:pos="1985"/>
          <w:tab w:val="left" w:pos="6521"/>
        </w:tabs>
        <w:spacing w:line="360" w:lineRule="auto"/>
        <w:ind w:right="157"/>
        <w:jc w:val="left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Техническое помещение 2</w:t>
      </w:r>
      <w:r>
        <w:rPr>
          <w:rFonts w:ascii="GOST 2.304 type A" w:hAnsi="GOST 2.304 type A"/>
          <w:i/>
          <w:sz w:val="28"/>
          <w:szCs w:val="28"/>
        </w:rPr>
        <w:tab/>
      </w:r>
      <w:r>
        <w:rPr>
          <w:rFonts w:ascii="GOST 2.304 type A" w:hAnsi="GOST 2.304 type A"/>
          <w:i/>
          <w:sz w:val="28"/>
          <w:szCs w:val="28"/>
        </w:rPr>
        <w:tab/>
      </w:r>
      <w:r>
        <w:rPr>
          <w:rFonts w:ascii="GOST 2.304 type A" w:hAnsi="GOST 2.304 type A"/>
          <w:i/>
          <w:sz w:val="28"/>
          <w:szCs w:val="28"/>
        </w:rPr>
        <w:tab/>
        <w:t>+16</w:t>
      </w:r>
      <w:proofErr w:type="gramStart"/>
      <w:r w:rsidR="00EA17FE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EA17FE" w:rsidRPr="000A2079">
        <w:rPr>
          <w:rFonts w:ascii="GOST 2.304 type A" w:hAnsi="GOST 2.304 type A"/>
          <w:i/>
          <w:sz w:val="28"/>
          <w:szCs w:val="28"/>
        </w:rPr>
        <w:t>;</w:t>
      </w:r>
    </w:p>
    <w:p w:rsidR="00EA17FE" w:rsidRPr="000A2079" w:rsidRDefault="00E51638" w:rsidP="00EA17FE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Санузел для персонала</w:t>
      </w:r>
      <w:r w:rsidR="00EA17FE" w:rsidRPr="000A2079">
        <w:rPr>
          <w:rFonts w:ascii="GOST 2.304 type A" w:hAnsi="GOST 2.304 type A"/>
          <w:i/>
          <w:sz w:val="28"/>
          <w:szCs w:val="28"/>
        </w:rPr>
        <w:tab/>
      </w:r>
      <w:r w:rsidR="00EA17FE" w:rsidRPr="000A2079">
        <w:rPr>
          <w:rFonts w:ascii="GOST 2.304 type A" w:hAnsi="GOST 2.304 type A"/>
          <w:i/>
          <w:sz w:val="28"/>
          <w:szCs w:val="28"/>
        </w:rPr>
        <w:tab/>
      </w:r>
      <w:r w:rsidR="00EA17FE" w:rsidRPr="000A2079">
        <w:rPr>
          <w:rFonts w:ascii="GOST 2.304 type A" w:hAnsi="GOST 2.304 type A"/>
          <w:i/>
          <w:sz w:val="28"/>
          <w:szCs w:val="28"/>
        </w:rPr>
        <w:tab/>
        <w:t>+</w:t>
      </w:r>
      <w:r>
        <w:rPr>
          <w:rFonts w:ascii="GOST 2.304 type A" w:hAnsi="GOST 2.304 type A"/>
          <w:i/>
          <w:sz w:val="28"/>
          <w:szCs w:val="28"/>
        </w:rPr>
        <w:t>16</w:t>
      </w:r>
      <w:proofErr w:type="gramStart"/>
      <w:r w:rsidR="00EA17FE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EA17FE" w:rsidRPr="000A2079">
        <w:rPr>
          <w:rFonts w:ascii="GOST 2.304 type A" w:hAnsi="GOST 2.304 type A"/>
          <w:i/>
          <w:sz w:val="28"/>
          <w:szCs w:val="28"/>
        </w:rPr>
        <w:t>;</w:t>
      </w:r>
    </w:p>
    <w:p w:rsidR="00113FC0" w:rsidRPr="000A2079" w:rsidRDefault="00E51638" w:rsidP="00113FC0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Санузел для посетителей (в </w:t>
      </w:r>
      <w:proofErr w:type="spellStart"/>
      <w:r>
        <w:rPr>
          <w:rFonts w:ascii="GOST 2.304 type A" w:hAnsi="GOST 2.304 type A"/>
          <w:i/>
          <w:sz w:val="28"/>
          <w:szCs w:val="28"/>
        </w:rPr>
        <w:t>т.ч</w:t>
      </w:r>
      <w:proofErr w:type="spellEnd"/>
      <w:r>
        <w:rPr>
          <w:rFonts w:ascii="GOST 2.304 type A" w:hAnsi="GOST 2.304 type A"/>
          <w:i/>
          <w:sz w:val="28"/>
          <w:szCs w:val="28"/>
        </w:rPr>
        <w:t>. ММГН)</w:t>
      </w:r>
      <w:r w:rsidR="00113FC0" w:rsidRPr="000A2079">
        <w:rPr>
          <w:rFonts w:ascii="GOST 2.304 type A" w:hAnsi="GOST 2.304 type A"/>
          <w:i/>
          <w:sz w:val="28"/>
          <w:szCs w:val="28"/>
        </w:rPr>
        <w:tab/>
      </w:r>
      <w:r w:rsidR="000A2079">
        <w:rPr>
          <w:rFonts w:ascii="GOST 2.304 type A" w:hAnsi="GOST 2.304 type A"/>
          <w:i/>
          <w:sz w:val="28"/>
          <w:szCs w:val="28"/>
        </w:rPr>
        <w:tab/>
      </w:r>
      <w:r w:rsidR="000A2079">
        <w:rPr>
          <w:rFonts w:ascii="GOST 2.304 type A" w:hAnsi="GOST 2.304 type A"/>
          <w:i/>
          <w:sz w:val="28"/>
          <w:szCs w:val="28"/>
        </w:rPr>
        <w:tab/>
        <w:t>+16</w:t>
      </w:r>
      <w:proofErr w:type="gramStart"/>
      <w:r w:rsidR="00113FC0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113FC0" w:rsidRPr="000A2079">
        <w:rPr>
          <w:rFonts w:ascii="GOST 2.304 type A" w:hAnsi="GOST 2.304 type A"/>
          <w:i/>
          <w:sz w:val="28"/>
          <w:szCs w:val="28"/>
        </w:rPr>
        <w:t>;</w:t>
      </w:r>
    </w:p>
    <w:p w:rsidR="00113FC0" w:rsidRPr="000A2079" w:rsidRDefault="00E51638" w:rsidP="00113FC0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Помещение персонала АЗС</w:t>
      </w:r>
      <w:r w:rsidR="00EE0FE4">
        <w:rPr>
          <w:rFonts w:ascii="GOST 2.304 type A" w:hAnsi="GOST 2.304 type A"/>
          <w:i/>
          <w:sz w:val="28"/>
          <w:szCs w:val="28"/>
        </w:rPr>
        <w:tab/>
      </w:r>
      <w:r w:rsidR="00EE0FE4">
        <w:rPr>
          <w:rFonts w:ascii="GOST 2.304 type A" w:hAnsi="GOST 2.304 type A"/>
          <w:i/>
          <w:sz w:val="28"/>
          <w:szCs w:val="28"/>
        </w:rPr>
        <w:tab/>
      </w:r>
      <w:r w:rsidR="00EE0FE4">
        <w:rPr>
          <w:rFonts w:ascii="GOST 2.304 type A" w:hAnsi="GOST 2.304 type A"/>
          <w:i/>
          <w:sz w:val="28"/>
          <w:szCs w:val="28"/>
        </w:rPr>
        <w:tab/>
        <w:t>+2</w:t>
      </w:r>
      <w:r w:rsidR="009B2D38">
        <w:rPr>
          <w:rFonts w:ascii="GOST 2.304 type A" w:hAnsi="GOST 2.304 type A"/>
          <w:i/>
          <w:sz w:val="28"/>
          <w:szCs w:val="28"/>
        </w:rPr>
        <w:t>0</w:t>
      </w:r>
      <w:proofErr w:type="gramStart"/>
      <w:r w:rsidR="00113FC0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113FC0" w:rsidRPr="000A2079">
        <w:rPr>
          <w:rFonts w:ascii="GOST 2.304 type A" w:hAnsi="GOST 2.304 type A"/>
          <w:i/>
          <w:sz w:val="28"/>
          <w:szCs w:val="28"/>
        </w:rPr>
        <w:t>;</w:t>
      </w:r>
    </w:p>
    <w:p w:rsidR="00EA17FE" w:rsidRPr="000A2079" w:rsidRDefault="00A2613B" w:rsidP="00EA17FE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>Служебный коридор</w:t>
      </w:r>
      <w:r w:rsidR="00EA17FE" w:rsidRPr="000A2079">
        <w:rPr>
          <w:rFonts w:ascii="GOST 2.304 type A" w:hAnsi="GOST 2.304 type A"/>
          <w:i/>
          <w:sz w:val="28"/>
          <w:szCs w:val="28"/>
        </w:rPr>
        <w:tab/>
      </w:r>
      <w:r w:rsidR="00EA17FE" w:rsidRPr="000A2079">
        <w:rPr>
          <w:rFonts w:ascii="GOST 2.304 type A" w:hAnsi="GOST 2.304 type A"/>
          <w:i/>
          <w:sz w:val="28"/>
          <w:szCs w:val="28"/>
        </w:rPr>
        <w:tab/>
      </w:r>
      <w:r w:rsidR="00EA17FE" w:rsidRPr="000A2079">
        <w:rPr>
          <w:rFonts w:ascii="GOST 2.304 type A" w:hAnsi="GOST 2.304 type A"/>
          <w:i/>
          <w:sz w:val="28"/>
          <w:szCs w:val="28"/>
        </w:rPr>
        <w:tab/>
        <w:t>+</w:t>
      </w:r>
      <w:r>
        <w:rPr>
          <w:rFonts w:ascii="GOST 2.304 type A" w:hAnsi="GOST 2.304 type A"/>
          <w:i/>
          <w:sz w:val="28"/>
          <w:szCs w:val="28"/>
        </w:rPr>
        <w:t>16</w:t>
      </w:r>
      <w:proofErr w:type="gramStart"/>
      <w:r w:rsidR="00EA17FE" w:rsidRPr="000A2079">
        <w:rPr>
          <w:rFonts w:ascii="GOST 2.304 type A" w:hAnsi="GOST 2.304 type A"/>
          <w:i/>
          <w:sz w:val="28"/>
          <w:szCs w:val="28"/>
        </w:rPr>
        <w:t>° С</w:t>
      </w:r>
      <w:proofErr w:type="gramEnd"/>
      <w:r w:rsidR="00EA17FE" w:rsidRPr="000A2079">
        <w:rPr>
          <w:rFonts w:ascii="GOST 2.304 type A" w:hAnsi="GOST 2.304 type A"/>
          <w:i/>
          <w:sz w:val="28"/>
          <w:szCs w:val="28"/>
        </w:rPr>
        <w:t>;</w:t>
      </w:r>
    </w:p>
    <w:p w:rsidR="000A2079" w:rsidRPr="000A2079" w:rsidRDefault="00A2613B" w:rsidP="000A2079">
      <w:pPr>
        <w:numPr>
          <w:ilvl w:val="0"/>
          <w:numId w:val="11"/>
        </w:num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  <w:proofErr w:type="spellStart"/>
      <w:r>
        <w:rPr>
          <w:rFonts w:ascii="GOST 2.304 type A" w:hAnsi="GOST 2.304 type A"/>
          <w:i/>
          <w:sz w:val="28"/>
          <w:szCs w:val="28"/>
        </w:rPr>
        <w:t>Электрощитовая</w:t>
      </w:r>
      <w:proofErr w:type="spellEnd"/>
      <w:r>
        <w:rPr>
          <w:rFonts w:ascii="GOST 2.304 type A" w:hAnsi="GOST 2.304 type A"/>
          <w:i/>
          <w:sz w:val="28"/>
          <w:szCs w:val="28"/>
        </w:rPr>
        <w:tab/>
      </w:r>
      <w:r>
        <w:rPr>
          <w:rFonts w:ascii="GOST 2.304 type A" w:hAnsi="GOST 2.304 type A"/>
          <w:i/>
          <w:sz w:val="28"/>
          <w:szCs w:val="28"/>
        </w:rPr>
        <w:tab/>
        <w:t xml:space="preserve">        </w:t>
      </w:r>
      <w:r w:rsid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>+</w:t>
      </w:r>
      <w:r>
        <w:rPr>
          <w:rFonts w:ascii="GOST 2.304 type A" w:hAnsi="GOST 2.304 type A"/>
          <w:i/>
          <w:sz w:val="28"/>
          <w:szCs w:val="28"/>
        </w:rPr>
        <w:t xml:space="preserve">16° С. </w:t>
      </w:r>
    </w:p>
    <w:p w:rsidR="00113FC0" w:rsidRPr="00A2613B" w:rsidRDefault="00113FC0" w:rsidP="00A2613B">
      <w:pPr>
        <w:tabs>
          <w:tab w:val="left" w:pos="1985"/>
          <w:tab w:val="left" w:pos="6521"/>
        </w:tabs>
        <w:spacing w:line="360" w:lineRule="auto"/>
        <w:ind w:right="157"/>
        <w:rPr>
          <w:rFonts w:ascii="GOST 2.304 type A" w:hAnsi="GOST 2.304 type A"/>
          <w:i/>
          <w:sz w:val="28"/>
          <w:szCs w:val="28"/>
        </w:rPr>
      </w:pPr>
    </w:p>
    <w:p w:rsidR="00CB2788" w:rsidRPr="000A2079" w:rsidRDefault="00EA17FE" w:rsidP="00E67D2F">
      <w:pPr>
        <w:spacing w:line="240" w:lineRule="auto"/>
        <w:ind w:firstLine="0"/>
        <w:jc w:val="center"/>
        <w:rPr>
          <w:rFonts w:ascii="GOST 2.304 type A" w:hAnsi="GOST 2.304 type A"/>
          <w:b/>
          <w:i/>
          <w:sz w:val="28"/>
          <w:szCs w:val="28"/>
        </w:rPr>
      </w:pPr>
      <w:r w:rsidRPr="000A2079">
        <w:rPr>
          <w:rFonts w:ascii="GOST 2.304 type A" w:hAnsi="GOST 2.304 type A"/>
          <w:b/>
          <w:i/>
          <w:sz w:val="28"/>
          <w:szCs w:val="28"/>
        </w:rPr>
        <w:br w:type="page"/>
      </w:r>
      <w:r w:rsidR="00CB2788" w:rsidRPr="000A2079">
        <w:rPr>
          <w:rFonts w:ascii="GOST 2.304 type A" w:hAnsi="GOST 2.304 type A"/>
          <w:b/>
          <w:i/>
          <w:sz w:val="28"/>
          <w:szCs w:val="28"/>
        </w:rPr>
        <w:lastRenderedPageBreak/>
        <w:t>2. Теплотехнический расчет.</w:t>
      </w:r>
    </w:p>
    <w:p w:rsidR="00CB2788" w:rsidRPr="000A2079" w:rsidRDefault="00CB2788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1. Требуемое сопротивление теплопередачи ограждающих конструкций принимается согласно п.5.2 и табл. 3, СП 50.13330.2012 зависит от D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d</w:t>
      </w:r>
      <w:r w:rsidRPr="000A2079">
        <w:rPr>
          <w:rFonts w:ascii="GOST 2.304 type A" w:hAnsi="GOST 2.304 type A"/>
          <w:i/>
          <w:sz w:val="28"/>
          <w:szCs w:val="28"/>
        </w:rPr>
        <w:t xml:space="preserve"> - </w:t>
      </w:r>
      <w:proofErr w:type="spellStart"/>
      <w:r w:rsidRPr="000A2079">
        <w:rPr>
          <w:rFonts w:ascii="GOST 2.304 type A" w:hAnsi="GOST 2.304 type A"/>
          <w:i/>
          <w:sz w:val="28"/>
          <w:szCs w:val="28"/>
        </w:rPr>
        <w:t>градусосуток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 отопительного периода.</w:t>
      </w:r>
    </w:p>
    <w:p w:rsidR="00CB2788" w:rsidRPr="00CF762B" w:rsidRDefault="00CB2788" w:rsidP="00B45BE4">
      <w:pPr>
        <w:spacing w:line="360" w:lineRule="auto"/>
        <w:jc w:val="center"/>
        <w:rPr>
          <w:rFonts w:ascii="GOST 2.304 type A" w:hAnsi="GOST 2.304 type A"/>
          <w:i/>
          <w:sz w:val="28"/>
          <w:szCs w:val="28"/>
          <w:lang w:val="en-US"/>
        </w:rPr>
      </w:pP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D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d</w:t>
      </w:r>
      <w:proofErr w:type="spellEnd"/>
      <w:r w:rsidRPr="00CF762B">
        <w:rPr>
          <w:rFonts w:ascii="GOST 2.304 type A" w:hAnsi="GOST 2.304 type A"/>
          <w:i/>
          <w:sz w:val="28"/>
          <w:szCs w:val="28"/>
          <w:lang w:val="en-US"/>
        </w:rPr>
        <w:t xml:space="preserve"> = (</w:t>
      </w:r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int</w:t>
      </w:r>
      <w:r w:rsidRPr="00CF762B">
        <w:rPr>
          <w:rFonts w:ascii="GOST 2.304 type A" w:hAnsi="GOST 2.304 type A"/>
          <w:i/>
          <w:sz w:val="28"/>
          <w:szCs w:val="28"/>
          <w:lang w:val="en-US"/>
        </w:rPr>
        <w:t xml:space="preserve"> - </w:t>
      </w: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proofErr w:type="gramStart"/>
      <w:r w:rsidRPr="00CF762B">
        <w:rPr>
          <w:rFonts w:ascii="GOST 2.304 type A" w:hAnsi="GOST 2.304 type A"/>
          <w:i/>
          <w:sz w:val="28"/>
          <w:szCs w:val="28"/>
          <w:lang w:val="en-US"/>
        </w:rPr>
        <w:t xml:space="preserve">)  </w:t>
      </w:r>
      <w:r w:rsidRPr="000A2079">
        <w:rPr>
          <w:rFonts w:ascii="GOST 2.304 type A" w:hAnsi="GOST 2.304 type A"/>
          <w:i/>
          <w:sz w:val="28"/>
          <w:szCs w:val="28"/>
          <w:lang w:val="en-US"/>
        </w:rPr>
        <w:t>z</w:t>
      </w:r>
      <w:proofErr w:type="gramEnd"/>
      <w:r w:rsidRPr="00CF762B">
        <w:rPr>
          <w:rFonts w:ascii="GOST 2.304 type A" w:hAnsi="GOST 2.304 type A"/>
          <w:i/>
          <w:sz w:val="28"/>
          <w:szCs w:val="28"/>
          <w:lang w:val="en-US"/>
        </w:rPr>
        <w:t xml:space="preserve"> </w:t>
      </w:r>
      <w:proofErr w:type="spellStart"/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r w:rsidRPr="00CF762B">
        <w:rPr>
          <w:rFonts w:ascii="GOST 2.304 type A" w:hAnsi="GOST 2.304 type A"/>
          <w:i/>
          <w:sz w:val="28"/>
          <w:szCs w:val="28"/>
          <w:lang w:val="en-US"/>
        </w:rPr>
        <w:t xml:space="preserve">, , </w:t>
      </w:r>
      <w:r w:rsidRPr="000A2079">
        <w:rPr>
          <w:rFonts w:ascii="GOST 2.304 type A" w:hAnsi="GOST 2.304 type A"/>
          <w:i/>
          <w:sz w:val="28"/>
          <w:szCs w:val="28"/>
        </w:rPr>
        <w:t>где</w:t>
      </w:r>
    </w:p>
    <w:p w:rsidR="00CB2788" w:rsidRPr="000A2079" w:rsidRDefault="00CB2788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int</w:t>
      </w:r>
      <w:proofErr w:type="gramEnd"/>
      <w:r w:rsidR="00B45BE4" w:rsidRPr="000A2079">
        <w:rPr>
          <w:rFonts w:ascii="GOST 2.304 type A" w:hAnsi="GOST 2.304 type A"/>
          <w:i/>
          <w:sz w:val="28"/>
          <w:szCs w:val="28"/>
        </w:rPr>
        <w:t xml:space="preserve"> - расчетная средняя температура внутреннего </w:t>
      </w:r>
      <w:r w:rsidRPr="000A2079">
        <w:rPr>
          <w:rFonts w:ascii="GOST 2.304 type A" w:hAnsi="GOST 2.304 type A"/>
          <w:i/>
          <w:sz w:val="28"/>
          <w:szCs w:val="28"/>
        </w:rPr>
        <w:t>воз</w:t>
      </w:r>
      <w:r w:rsidR="00B45BE4" w:rsidRPr="000A2079">
        <w:rPr>
          <w:rFonts w:ascii="GOST 2.304 type A" w:hAnsi="GOST 2.304 type A"/>
          <w:i/>
          <w:sz w:val="28"/>
          <w:szCs w:val="28"/>
        </w:rPr>
        <w:t>духа здания,</w:t>
      </w:r>
      <w:r w:rsidR="00437E1F" w:rsidRPr="000A2079">
        <w:rPr>
          <w:rFonts w:ascii="GOST 2.304 type A" w:hAnsi="GOST 2.304 type A"/>
          <w:i/>
          <w:sz w:val="28"/>
          <w:szCs w:val="28"/>
        </w:rPr>
        <w:t xml:space="preserve"> в нашем случае (</w:t>
      </w:r>
      <w:r w:rsidRPr="000A2079">
        <w:rPr>
          <w:rFonts w:ascii="GOST 2.304 type A" w:hAnsi="GOST 2.304 type A"/>
          <w:i/>
          <w:sz w:val="28"/>
          <w:szCs w:val="28"/>
        </w:rPr>
        <w:t>для админи</w:t>
      </w:r>
      <w:r w:rsidR="00437E1F" w:rsidRPr="000A2079">
        <w:rPr>
          <w:rFonts w:ascii="GOST 2.304 type A" w:hAnsi="GOST 2.304 type A"/>
          <w:i/>
          <w:sz w:val="28"/>
          <w:szCs w:val="28"/>
        </w:rPr>
        <w:t>стративных и бытовых помещений)</w:t>
      </w:r>
      <w:r w:rsidRPr="000A2079">
        <w:rPr>
          <w:rFonts w:ascii="GOST 2.304 type A" w:hAnsi="GOST 2.304 type A"/>
          <w:i/>
          <w:sz w:val="28"/>
          <w:szCs w:val="28"/>
        </w:rPr>
        <w:t>, согласно ГОСТ</w:t>
      </w:r>
      <w:r w:rsidR="00CC2844"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>30494-</w:t>
      </w:r>
      <w:r w:rsidR="00CC2844" w:rsidRPr="000A2079">
        <w:rPr>
          <w:rFonts w:ascii="GOST 2.304 type A" w:hAnsi="GOST 2.304 type A"/>
          <w:i/>
          <w:sz w:val="28"/>
          <w:szCs w:val="28"/>
        </w:rPr>
        <w:t>2011</w:t>
      </w:r>
      <w:r w:rsidRPr="000A2079">
        <w:rPr>
          <w:rFonts w:ascii="GOST 2.304 type A" w:hAnsi="GOST 2.304 type A"/>
          <w:i/>
          <w:sz w:val="28"/>
          <w:szCs w:val="28"/>
        </w:rPr>
        <w:t>:</w:t>
      </w:r>
    </w:p>
    <w:p w:rsidR="00CB2788" w:rsidRPr="000A2079" w:rsidRDefault="00CB2788" w:rsidP="00CB2788">
      <w:pPr>
        <w:spacing w:line="360" w:lineRule="auto"/>
        <w:ind w:left="3600" w:firstLine="720"/>
        <w:rPr>
          <w:rFonts w:ascii="GOST 2.304 type A" w:hAnsi="GOST 2.304 type A"/>
          <w:i/>
          <w:sz w:val="28"/>
          <w:szCs w:val="28"/>
        </w:rPr>
      </w:pPr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int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=</w:t>
      </w:r>
      <w:bookmarkStart w:id="0" w:name="OLE_LINK1"/>
      <w:bookmarkStart w:id="1" w:name="OLE_LINK2"/>
      <w:r w:rsidRPr="000A2079">
        <w:rPr>
          <w:rFonts w:ascii="GOST 2.304 type A" w:hAnsi="GOST 2.304 type A"/>
          <w:i/>
          <w:sz w:val="28"/>
          <w:szCs w:val="28"/>
        </w:rPr>
        <w:t xml:space="preserve"> +18°С</w:t>
      </w:r>
      <w:bookmarkEnd w:id="0"/>
      <w:bookmarkEnd w:id="1"/>
      <w:r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proofErr w:type="spellStart"/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16"/>
          <w:szCs w:val="16"/>
          <w:lang w:val="en-US"/>
        </w:rPr>
        <w:t>ht</w:t>
      </w:r>
      <w:proofErr w:type="spellEnd"/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- средняя темп</w:t>
      </w:r>
      <w:r w:rsidR="00B45BE4" w:rsidRPr="000A2079">
        <w:rPr>
          <w:rFonts w:ascii="GOST 2.304 type A" w:hAnsi="GOST 2.304 type A"/>
          <w:i/>
          <w:sz w:val="28"/>
          <w:szCs w:val="28"/>
        </w:rPr>
        <w:t xml:space="preserve">ература наружного воздуха, </w:t>
      </w:r>
      <w:r w:rsidR="00437E1F" w:rsidRPr="000A2079">
        <w:rPr>
          <w:rFonts w:ascii="GOST 2.304 type A" w:hAnsi="GOST 2.304 type A"/>
          <w:i/>
          <w:sz w:val="28"/>
          <w:szCs w:val="28"/>
        </w:rPr>
        <w:t>С (</w:t>
      </w:r>
      <w:r w:rsidRPr="000A2079">
        <w:rPr>
          <w:rFonts w:ascii="GOST 2.304 type A" w:hAnsi="GOST 2.304 type A"/>
          <w:i/>
          <w:sz w:val="28"/>
          <w:szCs w:val="28"/>
        </w:rPr>
        <w:t>гр. 12 табл. 3.1 "Климатические параметры  холодног</w:t>
      </w:r>
      <w:r w:rsidR="00EB3EA8">
        <w:rPr>
          <w:rFonts w:ascii="GOST 2.304 type A" w:hAnsi="GOST 2.304 type A"/>
          <w:i/>
          <w:sz w:val="28"/>
          <w:szCs w:val="28"/>
        </w:rPr>
        <w:t>о периода года" СП 131.13330.2020</w:t>
      </w:r>
      <w:r w:rsidRPr="000A2079">
        <w:rPr>
          <w:rFonts w:ascii="GOST 2.304 type A" w:hAnsi="GOST 2.304 type A"/>
          <w:i/>
          <w:sz w:val="28"/>
          <w:szCs w:val="28"/>
        </w:rPr>
        <w:t>)</w:t>
      </w:r>
      <w:r w:rsidR="00B45BE4" w:rsidRPr="000A2079">
        <w:rPr>
          <w:rFonts w:ascii="GOST 2.304 type A" w:hAnsi="GOST 2.304 type A"/>
          <w:i/>
          <w:sz w:val="28"/>
          <w:szCs w:val="28"/>
        </w:rPr>
        <w:t xml:space="preserve">, </w:t>
      </w:r>
      <w:r w:rsidRPr="000A2079">
        <w:rPr>
          <w:rFonts w:ascii="GOST 2.304 type A" w:hAnsi="GOST 2.304 type A"/>
          <w:i/>
          <w:sz w:val="28"/>
          <w:szCs w:val="28"/>
        </w:rPr>
        <w:t>в нашем случае</w:t>
      </w:r>
      <w:r w:rsidR="00A2613B">
        <w:rPr>
          <w:rFonts w:ascii="GOST 2.304 type A" w:hAnsi="GOST 2.304 type A"/>
          <w:i/>
          <w:sz w:val="28"/>
          <w:szCs w:val="28"/>
        </w:rPr>
        <w:t xml:space="preserve"> (</w:t>
      </w:r>
      <w:r w:rsidR="00EB3EA8">
        <w:rPr>
          <w:rFonts w:ascii="GOST 2.304 type A" w:hAnsi="GOST 2.304 type A"/>
          <w:i/>
          <w:sz w:val="28"/>
        </w:rPr>
        <w:t>г. Нерюнгри</w:t>
      </w:r>
      <w:r w:rsidR="00A2613B">
        <w:rPr>
          <w:rFonts w:ascii="GOST 2.304 type A" w:hAnsi="GOST 2.304 type A"/>
          <w:i/>
          <w:sz w:val="28"/>
        </w:rPr>
        <w:t>, Республика Саха (Якутия)</w:t>
      </w:r>
      <w:r w:rsidR="00A2613B" w:rsidRPr="000A2079">
        <w:rPr>
          <w:rFonts w:ascii="GOST 2.304 type A" w:hAnsi="GOST 2.304 type A"/>
          <w:i/>
          <w:sz w:val="28"/>
        </w:rPr>
        <w:t>):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</w:p>
    <w:p w:rsidR="00CB2788" w:rsidRPr="000A2079" w:rsidRDefault="00CB2788" w:rsidP="00CB2788">
      <w:pPr>
        <w:spacing w:line="360" w:lineRule="auto"/>
        <w:ind w:left="3600" w:firstLine="720"/>
        <w:rPr>
          <w:rFonts w:ascii="GOST 2.304 type A" w:hAnsi="GOST 2.304 type A"/>
          <w:i/>
          <w:sz w:val="28"/>
          <w:szCs w:val="28"/>
        </w:rPr>
      </w:pPr>
      <w:proofErr w:type="spellStart"/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t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= </w:t>
      </w:r>
      <w:r w:rsidR="007C524A" w:rsidRPr="000A2079">
        <w:rPr>
          <w:rFonts w:ascii="GOST 2.304 type A" w:hAnsi="GOST 2.304 type A"/>
          <w:i/>
          <w:sz w:val="28"/>
          <w:szCs w:val="28"/>
        </w:rPr>
        <w:t>-</w:t>
      </w:r>
      <w:r w:rsidR="00EB3EA8">
        <w:rPr>
          <w:rFonts w:ascii="GOST 2.304 type A" w:hAnsi="GOST 2.304 type A"/>
          <w:i/>
          <w:sz w:val="28"/>
          <w:szCs w:val="28"/>
        </w:rPr>
        <w:t>15</w:t>
      </w:r>
      <w:r w:rsidR="002536F3" w:rsidRPr="000A2079">
        <w:rPr>
          <w:rFonts w:ascii="GOST 2.304 type A" w:hAnsi="GOST 2.304 type A"/>
          <w:i/>
          <w:sz w:val="28"/>
          <w:szCs w:val="28"/>
        </w:rPr>
        <w:t>,</w:t>
      </w:r>
      <w:r w:rsidR="00EB3EA8">
        <w:rPr>
          <w:rFonts w:ascii="GOST 2.304 type A" w:hAnsi="GOST 2.304 type A"/>
          <w:i/>
          <w:sz w:val="28"/>
          <w:szCs w:val="28"/>
        </w:rPr>
        <w:t>2</w:t>
      </w:r>
      <w:r w:rsidRPr="000A2079">
        <w:rPr>
          <w:rFonts w:ascii="GOST 2.304 type A" w:hAnsi="GOST 2.304 type A"/>
          <w:i/>
          <w:sz w:val="28"/>
          <w:szCs w:val="28"/>
        </w:rPr>
        <w:t xml:space="preserve"> °С;</w:t>
      </w:r>
    </w:p>
    <w:p w:rsidR="00CB2788" w:rsidRPr="000A2079" w:rsidRDefault="00CB2788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proofErr w:type="spellStart"/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z</w:t>
      </w:r>
      <w:r w:rsidRPr="000A2079">
        <w:rPr>
          <w:rFonts w:ascii="GOST 2.304 type A" w:hAnsi="GOST 2.304 type A"/>
          <w:i/>
          <w:sz w:val="16"/>
          <w:szCs w:val="16"/>
          <w:lang w:val="en-US"/>
        </w:rPr>
        <w:t>ht</w:t>
      </w:r>
      <w:proofErr w:type="spellEnd"/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- продолжительность отопительного периода, </w:t>
      </w:r>
      <w:proofErr w:type="spellStart"/>
      <w:r w:rsidRPr="000A2079">
        <w:rPr>
          <w:rFonts w:ascii="GOST 2.304 type A" w:hAnsi="GOST 2.304 type A"/>
          <w:i/>
          <w:sz w:val="28"/>
          <w:szCs w:val="28"/>
        </w:rPr>
        <w:t>сут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>.  (</w:t>
      </w:r>
      <w:r w:rsidR="004B5DFD">
        <w:rPr>
          <w:rFonts w:ascii="GOST 2.304 type A" w:hAnsi="GOST 2.304 type A"/>
          <w:i/>
          <w:sz w:val="28"/>
          <w:szCs w:val="28"/>
        </w:rPr>
        <w:t>гр. 11 табл.3.1 СП 131.13330.2020</w:t>
      </w:r>
      <w:bookmarkStart w:id="2" w:name="_GoBack"/>
      <w:bookmarkEnd w:id="2"/>
      <w:r w:rsidRPr="000A2079">
        <w:rPr>
          <w:rFonts w:ascii="GOST 2.304 type A" w:hAnsi="GOST 2.304 type A"/>
          <w:i/>
          <w:sz w:val="28"/>
          <w:szCs w:val="28"/>
        </w:rPr>
        <w:t>), в нашем  случае:</w:t>
      </w:r>
    </w:p>
    <w:p w:rsidR="00CB2788" w:rsidRPr="000A2079" w:rsidRDefault="00CB2788" w:rsidP="00CB2788">
      <w:pPr>
        <w:spacing w:line="360" w:lineRule="auto"/>
        <w:ind w:left="3600" w:firstLine="720"/>
        <w:rPr>
          <w:rFonts w:ascii="GOST 2.304 type A" w:hAnsi="GOST 2.304 type A"/>
          <w:i/>
          <w:sz w:val="28"/>
          <w:szCs w:val="28"/>
        </w:rPr>
      </w:pPr>
      <w:proofErr w:type="spellStart"/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z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ht</w:t>
      </w:r>
      <w:proofErr w:type="spellEnd"/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= </w:t>
      </w:r>
      <w:r w:rsidR="002B6848" w:rsidRPr="000A2079">
        <w:rPr>
          <w:rFonts w:ascii="GOST 2.304 type A" w:hAnsi="GOST 2.304 type A"/>
          <w:i/>
          <w:sz w:val="28"/>
          <w:szCs w:val="28"/>
        </w:rPr>
        <w:t>2</w:t>
      </w:r>
      <w:r w:rsidR="00EB3EA8">
        <w:rPr>
          <w:rFonts w:ascii="GOST 2.304 type A" w:hAnsi="GOST 2.304 type A"/>
          <w:i/>
          <w:sz w:val="28"/>
          <w:szCs w:val="28"/>
        </w:rPr>
        <w:t>66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proofErr w:type="spellStart"/>
      <w:r w:rsidRPr="000A2079">
        <w:rPr>
          <w:rFonts w:ascii="GOST 2.304 type A" w:hAnsi="GOST 2.304 type A"/>
          <w:i/>
          <w:sz w:val="28"/>
          <w:szCs w:val="28"/>
        </w:rPr>
        <w:t>сут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>.</w:t>
      </w:r>
    </w:p>
    <w:p w:rsidR="00CB2788" w:rsidRPr="000A2079" w:rsidRDefault="00CB2788" w:rsidP="00B45BE4">
      <w:pPr>
        <w:spacing w:line="360" w:lineRule="auto"/>
        <w:ind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 xml:space="preserve">D = (18 - </w:t>
      </w:r>
      <w:r w:rsidR="007C524A" w:rsidRPr="000A2079">
        <w:rPr>
          <w:rFonts w:ascii="GOST 2.304 type A" w:hAnsi="GOST 2.304 type A"/>
          <w:i/>
          <w:sz w:val="28"/>
          <w:szCs w:val="28"/>
        </w:rPr>
        <w:t>(-</w:t>
      </w:r>
      <w:r w:rsidR="00EB3EA8">
        <w:rPr>
          <w:rFonts w:ascii="GOST 2.304 type A" w:hAnsi="GOST 2.304 type A"/>
          <w:i/>
          <w:sz w:val="28"/>
          <w:szCs w:val="28"/>
        </w:rPr>
        <w:t>15</w:t>
      </w:r>
      <w:r w:rsidR="002536F3" w:rsidRPr="000A2079">
        <w:rPr>
          <w:rFonts w:ascii="GOST 2.304 type A" w:hAnsi="GOST 2.304 type A"/>
          <w:i/>
          <w:sz w:val="28"/>
          <w:szCs w:val="28"/>
        </w:rPr>
        <w:t>,</w:t>
      </w:r>
      <w:r w:rsidR="00EB3EA8">
        <w:rPr>
          <w:rFonts w:ascii="GOST 2.304 type A" w:hAnsi="GOST 2.304 type A"/>
          <w:i/>
          <w:sz w:val="28"/>
          <w:szCs w:val="28"/>
        </w:rPr>
        <w:t>2</w:t>
      </w:r>
      <w:r w:rsidR="007C524A" w:rsidRPr="000A2079">
        <w:rPr>
          <w:rFonts w:ascii="GOST 2.304 type A" w:hAnsi="GOST 2.304 type A"/>
          <w:i/>
          <w:sz w:val="28"/>
          <w:szCs w:val="28"/>
        </w:rPr>
        <w:t>)</w:t>
      </w:r>
      <w:r w:rsidRPr="000A2079">
        <w:rPr>
          <w:rFonts w:ascii="GOST 2.304 type A" w:hAnsi="GOST 2.304 type A"/>
          <w:i/>
          <w:sz w:val="28"/>
          <w:szCs w:val="28"/>
        </w:rPr>
        <w:t xml:space="preserve">) х </w:t>
      </w:r>
      <w:r w:rsidR="002B6848" w:rsidRPr="000A2079">
        <w:rPr>
          <w:rFonts w:ascii="GOST 2.304 type A" w:hAnsi="GOST 2.304 type A"/>
          <w:i/>
          <w:sz w:val="28"/>
          <w:szCs w:val="28"/>
        </w:rPr>
        <w:t>2</w:t>
      </w:r>
      <w:r w:rsidR="00EB3EA8">
        <w:rPr>
          <w:rFonts w:ascii="GOST 2.304 type A" w:hAnsi="GOST 2.304 type A"/>
          <w:i/>
          <w:sz w:val="28"/>
          <w:szCs w:val="28"/>
        </w:rPr>
        <w:t>66</w:t>
      </w:r>
      <w:r w:rsidR="002B6848"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 xml:space="preserve">= </w:t>
      </w:r>
      <w:r w:rsidR="00EB3EA8">
        <w:rPr>
          <w:rFonts w:ascii="GOST 2.304 type A" w:hAnsi="GOST 2.304 type A"/>
          <w:i/>
          <w:sz w:val="28"/>
          <w:szCs w:val="28"/>
        </w:rPr>
        <w:t>8831,2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1653"/>
        <w:gridCol w:w="1842"/>
        <w:gridCol w:w="1843"/>
        <w:gridCol w:w="1836"/>
      </w:tblGrid>
      <w:tr w:rsidR="0041209C" w:rsidRPr="000A2079" w:rsidTr="00B44E2E">
        <w:trPr>
          <w:trHeight w:val="538"/>
        </w:trPr>
        <w:tc>
          <w:tcPr>
            <w:tcW w:w="2850" w:type="dxa"/>
            <w:vMerge w:val="restart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Назначение</w:t>
            </w:r>
          </w:p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здания</w:t>
            </w:r>
          </w:p>
        </w:tc>
        <w:tc>
          <w:tcPr>
            <w:tcW w:w="7174" w:type="dxa"/>
            <w:gridSpan w:val="4"/>
            <w:vAlign w:val="center"/>
          </w:tcPr>
          <w:p w:rsidR="0041209C" w:rsidRPr="000A2079" w:rsidRDefault="0041209C" w:rsidP="00CB2788">
            <w:pPr>
              <w:spacing w:line="36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 xml:space="preserve">Требуемое значение сопротивления конструкции теплопередаче 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R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bscript"/>
              </w:rPr>
              <w:t>0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тр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, м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  <w:proofErr w:type="gramStart"/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*С</w:t>
            </w:r>
            <w:proofErr w:type="gramEnd"/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°/ Вт</w:t>
            </w:r>
          </w:p>
        </w:tc>
      </w:tr>
      <w:tr w:rsidR="0041209C" w:rsidRPr="000A2079" w:rsidTr="007775D6">
        <w:trPr>
          <w:trHeight w:val="324"/>
        </w:trPr>
        <w:tc>
          <w:tcPr>
            <w:tcW w:w="2850" w:type="dxa"/>
            <w:vMerge/>
            <w:vAlign w:val="center"/>
          </w:tcPr>
          <w:p w:rsidR="0041209C" w:rsidRPr="000A2079" w:rsidRDefault="0041209C" w:rsidP="00CB2788">
            <w:pPr>
              <w:spacing w:line="36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1209C" w:rsidRPr="000A2079" w:rsidRDefault="0041209C" w:rsidP="00520587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Стена</w:t>
            </w:r>
          </w:p>
        </w:tc>
        <w:tc>
          <w:tcPr>
            <w:tcW w:w="1842" w:type="dxa"/>
            <w:vAlign w:val="center"/>
          </w:tcPr>
          <w:p w:rsidR="0041209C" w:rsidRPr="000A2079" w:rsidRDefault="0041209C" w:rsidP="00520587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Перекрытия</w:t>
            </w:r>
          </w:p>
        </w:tc>
        <w:tc>
          <w:tcPr>
            <w:tcW w:w="1843" w:type="dxa"/>
            <w:vAlign w:val="center"/>
          </w:tcPr>
          <w:p w:rsidR="0041209C" w:rsidRPr="000A2079" w:rsidRDefault="0041209C" w:rsidP="00520587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Окна</w:t>
            </w:r>
          </w:p>
        </w:tc>
        <w:tc>
          <w:tcPr>
            <w:tcW w:w="1836" w:type="dxa"/>
          </w:tcPr>
          <w:p w:rsidR="0041209C" w:rsidRPr="000A2079" w:rsidRDefault="0041209C" w:rsidP="00520587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Двери</w:t>
            </w:r>
          </w:p>
        </w:tc>
      </w:tr>
      <w:tr w:rsidR="0041209C" w:rsidRPr="000A2079" w:rsidTr="007775D6">
        <w:trPr>
          <w:trHeight w:val="348"/>
        </w:trPr>
        <w:tc>
          <w:tcPr>
            <w:tcW w:w="2850" w:type="dxa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1</w:t>
            </w:r>
          </w:p>
        </w:tc>
        <w:tc>
          <w:tcPr>
            <w:tcW w:w="1653" w:type="dxa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4</w:t>
            </w:r>
          </w:p>
        </w:tc>
        <w:tc>
          <w:tcPr>
            <w:tcW w:w="1836" w:type="dxa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5</w:t>
            </w:r>
          </w:p>
        </w:tc>
      </w:tr>
      <w:tr w:rsidR="0041209C" w:rsidRPr="000A2079" w:rsidTr="007775D6">
        <w:trPr>
          <w:trHeight w:val="327"/>
        </w:trPr>
        <w:tc>
          <w:tcPr>
            <w:tcW w:w="2850" w:type="dxa"/>
            <w:vAlign w:val="center"/>
          </w:tcPr>
          <w:p w:rsidR="0041209C" w:rsidRPr="000A2079" w:rsidRDefault="0041209C" w:rsidP="00EA38A0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Административно-бытовое</w:t>
            </w:r>
          </w:p>
        </w:tc>
        <w:tc>
          <w:tcPr>
            <w:tcW w:w="1653" w:type="dxa"/>
            <w:vAlign w:val="center"/>
          </w:tcPr>
          <w:p w:rsidR="0041209C" w:rsidRPr="000A2079" w:rsidRDefault="00EB3EA8" w:rsidP="00EB3EA8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3,85</w:t>
            </w:r>
          </w:p>
        </w:tc>
        <w:tc>
          <w:tcPr>
            <w:tcW w:w="1842" w:type="dxa"/>
            <w:vAlign w:val="center"/>
          </w:tcPr>
          <w:p w:rsidR="0041209C" w:rsidRPr="000A2079" w:rsidRDefault="00EB3EA8" w:rsidP="00A2613B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5,13</w:t>
            </w:r>
          </w:p>
        </w:tc>
        <w:tc>
          <w:tcPr>
            <w:tcW w:w="1843" w:type="dxa"/>
            <w:vAlign w:val="center"/>
          </w:tcPr>
          <w:p w:rsidR="0041209C" w:rsidRPr="000A2079" w:rsidRDefault="0041209C" w:rsidP="00803E82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0,</w:t>
            </w:r>
            <w:r w:rsidR="00EB3EA8">
              <w:rPr>
                <w:rFonts w:ascii="GOST 2.304 type A" w:hAnsi="GOST 2.304 type A"/>
                <w:i/>
                <w:sz w:val="28"/>
                <w:szCs w:val="28"/>
              </w:rPr>
              <w:t>97</w:t>
            </w:r>
          </w:p>
        </w:tc>
        <w:tc>
          <w:tcPr>
            <w:tcW w:w="1836" w:type="dxa"/>
            <w:vAlign w:val="center"/>
          </w:tcPr>
          <w:p w:rsidR="0041209C" w:rsidRPr="000A2079" w:rsidRDefault="00EB3EA8" w:rsidP="003B6F4F">
            <w:pPr>
              <w:spacing w:line="360" w:lineRule="auto"/>
              <w:ind w:firstLine="0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0,93</w:t>
            </w:r>
          </w:p>
        </w:tc>
      </w:tr>
    </w:tbl>
    <w:p w:rsidR="00CB2788" w:rsidRPr="000A2079" w:rsidRDefault="00CB2788" w:rsidP="00CB2788">
      <w:pPr>
        <w:spacing w:before="120"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2. Условное сопротивление теплопередаче однородной части теплозащитной оболочки 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</w:rPr>
        <w:t>, м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 xml:space="preserve"> * С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°/Вт, определяется по формуле Е.6, СП 50.13330.2012: 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</w:rPr>
        <w:t xml:space="preserve"> = 1/</w:t>
      </w:r>
      <w:r w:rsidR="00077F6E" w:rsidRPr="000A2079">
        <w:rPr>
          <w:rFonts w:ascii="GOST 2.304 type A" w:hAnsi="GOST 2.304 type A"/>
          <w:i/>
          <w:sz w:val="28"/>
          <w:szCs w:val="28"/>
        </w:rPr>
        <w:t>α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в</w:t>
      </w:r>
      <w:r w:rsidR="00B45BE4"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 xml:space="preserve">+ </w:t>
      </w:r>
      <w:r w:rsidR="00077F6E" w:rsidRPr="000A2079">
        <w:rPr>
          <w:rFonts w:ascii="GOST 2.304 type A" w:hAnsi="GOST 2.304 type A"/>
          <w:i/>
          <w:sz w:val="28"/>
          <w:szCs w:val="28"/>
        </w:rPr>
        <w:t>Σ</w:t>
      </w: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s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 + 1/ </w:t>
      </w:r>
      <w:r w:rsidR="00077F6E" w:rsidRPr="000A2079">
        <w:rPr>
          <w:rFonts w:ascii="GOST 2.304 type A" w:hAnsi="GOST 2.304 type A"/>
          <w:i/>
          <w:sz w:val="28"/>
          <w:szCs w:val="28"/>
        </w:rPr>
        <w:t>α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н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 xml:space="preserve"> ,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где</w:t>
      </w:r>
    </w:p>
    <w:p w:rsidR="00CB2788" w:rsidRPr="000A2079" w:rsidRDefault="00077F6E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α</w:t>
      </w:r>
      <w:r w:rsidR="00CB2788" w:rsidRPr="000A2079">
        <w:rPr>
          <w:rFonts w:ascii="GOST 2.304 type A" w:hAnsi="GOST 2.304 type A"/>
          <w:i/>
          <w:sz w:val="28"/>
          <w:szCs w:val="28"/>
          <w:vertAlign w:val="subscript"/>
        </w:rPr>
        <w:t>в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- коэффициент теплоотдачи внутренней поверхн</w:t>
      </w:r>
      <w:r w:rsidR="00520587" w:rsidRPr="000A2079">
        <w:rPr>
          <w:rFonts w:ascii="GOST 2.304 type A" w:hAnsi="GOST 2.304 type A"/>
          <w:i/>
          <w:sz w:val="28"/>
          <w:szCs w:val="28"/>
        </w:rPr>
        <w:t>ости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ограждающих конструкций, Вт/м</w:t>
      </w:r>
      <w:r w:rsidR="00CB2788"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="00CB2788" w:rsidRPr="000A2079">
        <w:rPr>
          <w:rFonts w:ascii="GOST 2.304 type A" w:hAnsi="GOST 2.304 type A"/>
          <w:i/>
          <w:sz w:val="28"/>
          <w:szCs w:val="28"/>
        </w:rPr>
        <w:t>*С</w:t>
      </w:r>
      <w:proofErr w:type="gramEnd"/>
      <w:r w:rsidR="00CB2788" w:rsidRPr="000A2079">
        <w:rPr>
          <w:rFonts w:ascii="GOST 2.304 type A" w:hAnsi="GOST 2.304 type A"/>
          <w:i/>
          <w:sz w:val="28"/>
          <w:szCs w:val="28"/>
        </w:rPr>
        <w:t>°</w:t>
      </w:r>
      <w:r w:rsidR="00B45BE4"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077F6E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α</w:t>
      </w:r>
      <w:r w:rsidR="00CB2788" w:rsidRPr="000A2079">
        <w:rPr>
          <w:rFonts w:ascii="GOST 2.304 type A" w:hAnsi="GOST 2.304 type A"/>
          <w:i/>
          <w:sz w:val="28"/>
          <w:szCs w:val="28"/>
          <w:vertAlign w:val="subscript"/>
        </w:rPr>
        <w:t>в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= 8,7 Вт/м</w:t>
      </w:r>
      <w:r w:rsidR="00CB2788"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="00CB2788" w:rsidRPr="000A2079">
        <w:rPr>
          <w:rFonts w:ascii="GOST 2.304 type A" w:hAnsi="GOST 2.304 type A"/>
          <w:i/>
          <w:sz w:val="28"/>
          <w:szCs w:val="28"/>
        </w:rPr>
        <w:t xml:space="preserve"> * С</w:t>
      </w:r>
      <w:proofErr w:type="gramEnd"/>
      <w:r w:rsidR="00CB2788" w:rsidRPr="000A2079">
        <w:rPr>
          <w:rFonts w:ascii="GOST 2.304 type A" w:hAnsi="GOST 2.304 type A"/>
          <w:i/>
          <w:sz w:val="28"/>
          <w:szCs w:val="28"/>
        </w:rPr>
        <w:t>° (</w:t>
      </w:r>
      <w:r w:rsidR="00CB2788" w:rsidRPr="000A2079">
        <w:rPr>
          <w:rFonts w:ascii="GOST 2.304 type A" w:hAnsi="GOST 2.304 type A"/>
          <w:bCs/>
          <w:i/>
          <w:sz w:val="28"/>
          <w:szCs w:val="28"/>
        </w:rPr>
        <w:t>таблица 4</w:t>
      </w:r>
      <w:r w:rsidR="00CB2788" w:rsidRPr="000A2079">
        <w:rPr>
          <w:rFonts w:ascii="GOST 2.304 type A" w:hAnsi="GOST 2.304 type A"/>
          <w:i/>
          <w:sz w:val="28"/>
          <w:szCs w:val="28"/>
        </w:rPr>
        <w:t>, СП 50.13330.2012);</w:t>
      </w:r>
    </w:p>
    <w:p w:rsidR="00CB2788" w:rsidRPr="000A2079" w:rsidRDefault="00077F6E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α</w:t>
      </w:r>
      <w:r w:rsidR="00CB2788" w:rsidRPr="000A2079">
        <w:rPr>
          <w:rFonts w:ascii="GOST 2.304 type A" w:hAnsi="GOST 2.304 type A"/>
          <w:i/>
          <w:sz w:val="28"/>
          <w:szCs w:val="28"/>
          <w:vertAlign w:val="subscript"/>
        </w:rPr>
        <w:t>н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- коэффициент теплоотдачи наружной поверхности ограждающих конструкций, Вт/м</w:t>
      </w:r>
      <w:r w:rsidR="00CB2788"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="00CB2788" w:rsidRPr="000A2079">
        <w:rPr>
          <w:rFonts w:ascii="GOST 2.304 type A" w:hAnsi="GOST 2.304 type A"/>
          <w:i/>
          <w:sz w:val="28"/>
          <w:szCs w:val="28"/>
        </w:rPr>
        <w:t>*С</w:t>
      </w:r>
      <w:proofErr w:type="gramEnd"/>
      <w:r w:rsidR="00CB2788" w:rsidRPr="000A2079">
        <w:rPr>
          <w:rFonts w:ascii="GOST 2.304 type A" w:hAnsi="GOST 2.304 type A"/>
          <w:i/>
          <w:sz w:val="28"/>
          <w:szCs w:val="28"/>
        </w:rPr>
        <w:t>°</w:t>
      </w:r>
      <w:r w:rsidR="00B45BE4"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077F6E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α</w:t>
      </w:r>
      <w:r w:rsidR="00CB2788" w:rsidRPr="000A2079">
        <w:rPr>
          <w:rFonts w:ascii="GOST 2.304 type A" w:hAnsi="GOST 2.304 type A"/>
          <w:i/>
          <w:sz w:val="28"/>
          <w:szCs w:val="28"/>
          <w:vertAlign w:val="subscript"/>
        </w:rPr>
        <w:t>н</w:t>
      </w:r>
      <w:r w:rsidR="00CB2788" w:rsidRPr="000A2079">
        <w:rPr>
          <w:rFonts w:ascii="GOST 2.304 type A" w:hAnsi="GOST 2.304 type A"/>
          <w:i/>
          <w:sz w:val="28"/>
          <w:szCs w:val="28"/>
        </w:rPr>
        <w:t xml:space="preserve"> = 23 Вт/м</w:t>
      </w:r>
      <w:r w:rsidR="00CB2788"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="00CB2788" w:rsidRPr="000A2079">
        <w:rPr>
          <w:rFonts w:ascii="GOST 2.304 type A" w:hAnsi="GOST 2.304 type A"/>
          <w:i/>
          <w:sz w:val="28"/>
          <w:szCs w:val="28"/>
        </w:rPr>
        <w:t xml:space="preserve"> * С</w:t>
      </w:r>
      <w:proofErr w:type="gramEnd"/>
      <w:r w:rsidR="00CB2788" w:rsidRPr="000A2079">
        <w:rPr>
          <w:rFonts w:ascii="GOST 2.304 type A" w:hAnsi="GOST 2.304 type A"/>
          <w:i/>
          <w:sz w:val="28"/>
          <w:szCs w:val="28"/>
        </w:rPr>
        <w:t>° (</w:t>
      </w:r>
      <w:r w:rsidR="00CB2788" w:rsidRPr="000A2079">
        <w:rPr>
          <w:rFonts w:ascii="GOST 2.304 type A" w:hAnsi="GOST 2.304 type A"/>
          <w:bCs/>
          <w:i/>
          <w:sz w:val="28"/>
          <w:szCs w:val="28"/>
        </w:rPr>
        <w:t>таблица 6</w:t>
      </w:r>
      <w:r w:rsidR="00CB2788" w:rsidRPr="000A2079">
        <w:rPr>
          <w:rFonts w:ascii="GOST 2.304 type A" w:hAnsi="GOST 2.304 type A"/>
          <w:i/>
          <w:sz w:val="28"/>
          <w:szCs w:val="28"/>
        </w:rPr>
        <w:t>, СП 50.13330.2012);</w:t>
      </w:r>
    </w:p>
    <w:p w:rsidR="00CB2788" w:rsidRPr="000A2079" w:rsidRDefault="00CB2788" w:rsidP="00CB2788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proofErr w:type="spellStart"/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s</w:t>
      </w:r>
      <w:proofErr w:type="spellEnd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 xml:space="preserve">- 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термическое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сопротивление слоя однородной части стены, определяемое для невентилируемых воздушных прослоек по </w:t>
      </w:r>
      <w:hyperlink w:anchor="sub_138" w:history="1">
        <w:r w:rsidRPr="000A2079">
          <w:rPr>
            <w:rFonts w:ascii="GOST 2.304 type A" w:hAnsi="GOST 2.304 type A"/>
            <w:bCs/>
            <w:i/>
            <w:sz w:val="28"/>
            <w:szCs w:val="28"/>
          </w:rPr>
          <w:t>таб</w:t>
        </w:r>
      </w:hyperlink>
      <w:r w:rsidR="005F2B28" w:rsidRPr="000A2079">
        <w:rPr>
          <w:rFonts w:ascii="GOST 2.304 type A" w:hAnsi="GOST 2.304 type A"/>
          <w:bCs/>
          <w:i/>
          <w:sz w:val="28"/>
          <w:szCs w:val="28"/>
        </w:rPr>
        <w:t>л.</w:t>
      </w:r>
      <w:r w:rsidRPr="000A2079">
        <w:rPr>
          <w:rFonts w:ascii="GOST 2.304 type A" w:hAnsi="GOST 2.304 type A"/>
          <w:bCs/>
          <w:i/>
          <w:sz w:val="28"/>
          <w:szCs w:val="28"/>
        </w:rPr>
        <w:t xml:space="preserve"> Е.1</w:t>
      </w:r>
      <w:r w:rsidRPr="000A2079">
        <w:rPr>
          <w:rFonts w:ascii="GOST 2.304 type A" w:hAnsi="GOST 2.304 type A"/>
          <w:i/>
          <w:sz w:val="28"/>
          <w:szCs w:val="28"/>
        </w:rPr>
        <w:t>, для материальных слоев по формуле Е.7, СП</w:t>
      </w:r>
      <w:r w:rsidR="00C15BF5" w:rsidRPr="000A2079">
        <w:rPr>
          <w:rFonts w:ascii="GOST 2.304 type A" w:hAnsi="GOST 2.304 type A"/>
          <w:i/>
          <w:sz w:val="28"/>
          <w:szCs w:val="28"/>
        </w:rPr>
        <w:t> </w:t>
      </w:r>
      <w:r w:rsidRPr="000A2079">
        <w:rPr>
          <w:rFonts w:ascii="GOST 2.304 type A" w:hAnsi="GOST 2.304 type A"/>
          <w:i/>
          <w:sz w:val="28"/>
          <w:szCs w:val="28"/>
        </w:rPr>
        <w:t>50.13330.2012:</w:t>
      </w:r>
    </w:p>
    <w:p w:rsidR="00CB2788" w:rsidRPr="000A2079" w:rsidRDefault="00CB2788" w:rsidP="00CB2788">
      <w:pPr>
        <w:spacing w:line="360" w:lineRule="auto"/>
        <w:ind w:firstLine="720"/>
        <w:jc w:val="center"/>
        <w:rPr>
          <w:rFonts w:ascii="GOST 2.304 type A" w:hAnsi="GOST 2.304 type A"/>
          <w:i/>
          <w:sz w:val="28"/>
          <w:szCs w:val="28"/>
        </w:rPr>
      </w:pPr>
      <w:proofErr w:type="spellStart"/>
      <w:proofErr w:type="gramStart"/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  <w:lang w:val="en-US"/>
        </w:rPr>
        <w:t>s</w:t>
      </w:r>
      <w:proofErr w:type="spellEnd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  </w:t>
      </w:r>
      <w:r w:rsidRPr="000A2079">
        <w:rPr>
          <w:rFonts w:ascii="GOST 2.304 type A" w:hAnsi="GOST 2.304 type A"/>
          <w:i/>
          <w:sz w:val="28"/>
          <w:szCs w:val="28"/>
        </w:rPr>
        <w:t>=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="00077F6E" w:rsidRPr="000A2079">
        <w:rPr>
          <w:rFonts w:ascii="GOST 2.304 type A" w:hAnsi="GOST 2.304 type A"/>
          <w:i/>
          <w:sz w:val="28"/>
          <w:szCs w:val="28"/>
        </w:rPr>
        <w:t>δ</w:t>
      </w:r>
      <w:r w:rsidRPr="000A2079">
        <w:rPr>
          <w:rFonts w:ascii="GOST 2.304 type A" w:hAnsi="GOST 2.304 type A"/>
          <w:i/>
          <w:sz w:val="28"/>
          <w:szCs w:val="28"/>
        </w:rPr>
        <w:t xml:space="preserve"> / </w:t>
      </w:r>
      <w:r w:rsidR="00077F6E" w:rsidRPr="000A2079">
        <w:rPr>
          <w:rFonts w:ascii="GOST 2.304 type A" w:hAnsi="GOST 2.304 type A"/>
          <w:i/>
          <w:sz w:val="28"/>
          <w:szCs w:val="28"/>
        </w:rPr>
        <w:t>λ</w:t>
      </w:r>
      <w:r w:rsidRPr="000A2079">
        <w:rPr>
          <w:rFonts w:ascii="GOST 2.304 type A" w:hAnsi="GOST 2.304 type A"/>
          <w:i/>
          <w:sz w:val="28"/>
          <w:szCs w:val="28"/>
        </w:rPr>
        <w:t>, где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lastRenderedPageBreak/>
        <w:tab/>
        <w:t xml:space="preserve"> </w:t>
      </w:r>
      <w:r w:rsidR="00077F6E" w:rsidRPr="000A2079">
        <w:rPr>
          <w:rFonts w:ascii="GOST 2.304 type A" w:hAnsi="GOST 2.304 type A"/>
          <w:i/>
          <w:sz w:val="28"/>
          <w:szCs w:val="28"/>
        </w:rPr>
        <w:t>δ</w:t>
      </w:r>
      <w:r w:rsidRPr="000A2079">
        <w:rPr>
          <w:rFonts w:ascii="GOST 2.304 type A" w:hAnsi="GOST 2.304 type A"/>
          <w:i/>
          <w:sz w:val="28"/>
          <w:szCs w:val="28"/>
        </w:rPr>
        <w:t xml:space="preserve"> - толщина  слоя конструкций ограждения, 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м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ab/>
        <w:t xml:space="preserve"> </w:t>
      </w:r>
      <w:r w:rsidR="00077F6E" w:rsidRPr="000A2079">
        <w:rPr>
          <w:rFonts w:ascii="GOST 2.304 type A" w:hAnsi="GOST 2.304 type A"/>
          <w:i/>
          <w:sz w:val="28"/>
          <w:szCs w:val="28"/>
        </w:rPr>
        <w:t>λ</w:t>
      </w:r>
      <w:r w:rsidRPr="000A2079">
        <w:rPr>
          <w:rFonts w:ascii="GOST 2.304 type A" w:hAnsi="GOST 2.304 type A"/>
          <w:i/>
          <w:sz w:val="28"/>
          <w:szCs w:val="28"/>
        </w:rPr>
        <w:t xml:space="preserve"> - расчетный коэффициент теплопроводности слоя материала, Вт/м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*С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°</w:t>
      </w:r>
      <w:r w:rsidR="00B45BE4" w:rsidRPr="000A2079">
        <w:rPr>
          <w:rFonts w:ascii="GOST 2.304 type A" w:hAnsi="GOST 2.304 type A"/>
          <w:i/>
          <w:sz w:val="28"/>
          <w:szCs w:val="28"/>
        </w:rPr>
        <w:t xml:space="preserve"> 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  <w:u w:val="single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Расчет стены (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5</w:t>
      </w: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 xml:space="preserve"> сло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ё</w:t>
      </w: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в)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458"/>
        <w:gridCol w:w="1547"/>
        <w:gridCol w:w="1677"/>
        <w:gridCol w:w="1675"/>
      </w:tblGrid>
      <w:tr w:rsidR="00CB2788" w:rsidRPr="000A2079" w:rsidTr="00EA17FE">
        <w:tc>
          <w:tcPr>
            <w:tcW w:w="675" w:type="dxa"/>
            <w:vAlign w:val="center"/>
          </w:tcPr>
          <w:p w:rsidR="00CB2788" w:rsidRPr="000A2079" w:rsidRDefault="00CB2788" w:rsidP="00EA17FE">
            <w:pPr>
              <w:ind w:left="-56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4458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Материал слоя</w:t>
            </w:r>
          </w:p>
        </w:tc>
        <w:tc>
          <w:tcPr>
            <w:tcW w:w="154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Толщина слоя, 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677" w:type="dxa"/>
            <w:vAlign w:val="center"/>
          </w:tcPr>
          <w:p w:rsidR="00CB2788" w:rsidRPr="000A2079" w:rsidRDefault="00077F6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λ</w:t>
            </w:r>
            <w:r w:rsidR="00CB2788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</w:p>
          <w:p w:rsidR="00CB2788" w:rsidRPr="000A2079" w:rsidRDefault="00CB2788" w:rsidP="00EA17FE">
            <w:pPr>
              <w:ind w:right="-108"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Вт/м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*С</w:t>
            </w:r>
            <w:proofErr w:type="gram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°</w:t>
            </w:r>
          </w:p>
        </w:tc>
        <w:tc>
          <w:tcPr>
            <w:tcW w:w="1675" w:type="dxa"/>
            <w:vAlign w:val="center"/>
          </w:tcPr>
          <w:p w:rsidR="00CB2788" w:rsidRPr="000A2079" w:rsidRDefault="00CB2788" w:rsidP="00EA17FE">
            <w:pPr>
              <w:ind w:left="-108" w:right="-130" w:hanging="27"/>
              <w:jc w:val="center"/>
              <w:rPr>
                <w:rFonts w:ascii="GOST 2.304 type A" w:hAnsi="GOST 2.304 type A"/>
                <w:i/>
                <w:sz w:val="28"/>
                <w:szCs w:val="28"/>
                <w:vertAlign w:val="subscript"/>
              </w:rPr>
            </w:pPr>
            <w:proofErr w:type="spellStart"/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R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bscript"/>
                <w:lang w:val="en-US"/>
              </w:rPr>
              <w:t>s</w:t>
            </w:r>
            <w:proofErr w:type="spellEnd"/>
          </w:p>
          <w:p w:rsidR="00CB2788" w:rsidRPr="000A2079" w:rsidRDefault="00CB2788" w:rsidP="00EA17FE">
            <w:pPr>
              <w:ind w:right="-130"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  <w:vertAlign w:val="superscript"/>
              </w:rPr>
              <w:t>2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* С</w:t>
            </w:r>
            <w:proofErr w:type="gram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°/ Вт</w:t>
            </w:r>
          </w:p>
        </w:tc>
      </w:tr>
      <w:tr w:rsidR="00CB2788" w:rsidRPr="000A2079" w:rsidTr="00EA17FE">
        <w:tc>
          <w:tcPr>
            <w:tcW w:w="675" w:type="dxa"/>
            <w:vAlign w:val="center"/>
          </w:tcPr>
          <w:p w:rsidR="00CB2788" w:rsidRPr="000A2079" w:rsidRDefault="00CB2788" w:rsidP="00EA17FE">
            <w:pPr>
              <w:ind w:right="-250" w:hanging="284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8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Фасадная панель</w:t>
            </w:r>
          </w:p>
        </w:tc>
        <w:tc>
          <w:tcPr>
            <w:tcW w:w="154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002</w:t>
            </w:r>
          </w:p>
        </w:tc>
        <w:tc>
          <w:tcPr>
            <w:tcW w:w="167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5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72</w:t>
            </w:r>
          </w:p>
        </w:tc>
        <w:tc>
          <w:tcPr>
            <w:tcW w:w="1675" w:type="dxa"/>
            <w:vAlign w:val="center"/>
          </w:tcPr>
          <w:p w:rsidR="00CB2788" w:rsidRPr="000A2079" w:rsidRDefault="00CB2788" w:rsidP="00EA17FE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B2788" w:rsidRPr="000A2079" w:rsidTr="00EA17FE">
        <w:tc>
          <w:tcPr>
            <w:tcW w:w="675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8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Воздушная прослойка</w:t>
            </w:r>
          </w:p>
        </w:tc>
        <w:tc>
          <w:tcPr>
            <w:tcW w:w="154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01</w:t>
            </w:r>
          </w:p>
        </w:tc>
        <w:tc>
          <w:tcPr>
            <w:tcW w:w="167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1675" w:type="dxa"/>
            <w:vAlign w:val="center"/>
          </w:tcPr>
          <w:p w:rsidR="00CB2788" w:rsidRPr="000A2079" w:rsidRDefault="00CB2788" w:rsidP="00EA17FE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-</w:t>
            </w:r>
          </w:p>
        </w:tc>
      </w:tr>
      <w:tr w:rsidR="00CB2788" w:rsidRPr="000A2079" w:rsidTr="00EA17FE">
        <w:tc>
          <w:tcPr>
            <w:tcW w:w="675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8" w:type="dxa"/>
            <w:vAlign w:val="center"/>
          </w:tcPr>
          <w:p w:rsidR="00CB2788" w:rsidRPr="000A2079" w:rsidRDefault="00CB2788" w:rsidP="00EB4C45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Стеновая</w:t>
            </w:r>
            <w:proofErr w:type="gram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 с</w:t>
            </w:r>
            <w:r w:rsidR="00EB4C45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э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ндвич-панель СП 20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 (МП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20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0)</w:t>
            </w:r>
          </w:p>
        </w:tc>
        <w:tc>
          <w:tcPr>
            <w:tcW w:w="1547" w:type="dxa"/>
            <w:vAlign w:val="center"/>
          </w:tcPr>
          <w:p w:rsidR="00CB2788" w:rsidRPr="000A2079" w:rsidRDefault="00CB2788" w:rsidP="00803E82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20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67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047</w:t>
            </w:r>
          </w:p>
        </w:tc>
        <w:tc>
          <w:tcPr>
            <w:tcW w:w="1675" w:type="dxa"/>
            <w:vAlign w:val="center"/>
          </w:tcPr>
          <w:p w:rsidR="00CB2788" w:rsidRPr="000A2079" w:rsidRDefault="00803E82" w:rsidP="00EA17FE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4,</w:t>
            </w:r>
            <w:r w:rsidR="00CB2788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16*</w:t>
            </w:r>
          </w:p>
        </w:tc>
      </w:tr>
      <w:tr w:rsidR="00CB2788" w:rsidRPr="000A2079" w:rsidTr="00EA17FE">
        <w:tc>
          <w:tcPr>
            <w:tcW w:w="675" w:type="dxa"/>
            <w:vAlign w:val="center"/>
          </w:tcPr>
          <w:p w:rsidR="00CB2788" w:rsidRPr="000A2079" w:rsidRDefault="006A0A8A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8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Воздушная прослойка</w:t>
            </w:r>
          </w:p>
        </w:tc>
        <w:tc>
          <w:tcPr>
            <w:tcW w:w="1547" w:type="dxa"/>
            <w:vAlign w:val="center"/>
          </w:tcPr>
          <w:p w:rsidR="00CB2788" w:rsidRPr="000A2079" w:rsidRDefault="00CB2788" w:rsidP="00803E82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E67D2F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7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1675" w:type="dxa"/>
            <w:vAlign w:val="center"/>
          </w:tcPr>
          <w:p w:rsidR="00CB2788" w:rsidRPr="000A2079" w:rsidRDefault="00CB2788" w:rsidP="00EA17FE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15</w:t>
            </w:r>
          </w:p>
        </w:tc>
      </w:tr>
      <w:tr w:rsidR="00CB2788" w:rsidRPr="000A2079" w:rsidTr="00EA17FE">
        <w:trPr>
          <w:trHeight w:val="70"/>
        </w:trPr>
        <w:tc>
          <w:tcPr>
            <w:tcW w:w="675" w:type="dxa"/>
            <w:vAlign w:val="center"/>
          </w:tcPr>
          <w:p w:rsidR="00CB2788" w:rsidRPr="000A2079" w:rsidRDefault="006A0A8A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proofErr w:type="spell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Гипсокартон</w:t>
            </w:r>
            <w:proofErr w:type="spellEnd"/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CB2788" w:rsidRPr="000A2079" w:rsidRDefault="00CB2788" w:rsidP="00803E82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75" w:type="dxa"/>
            <w:vAlign w:val="center"/>
          </w:tcPr>
          <w:p w:rsidR="00CB2788" w:rsidRPr="000A2079" w:rsidRDefault="00CB2788" w:rsidP="00EA17FE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08</w:t>
            </w:r>
          </w:p>
        </w:tc>
      </w:tr>
      <w:tr w:rsidR="00CB2788" w:rsidRPr="000A2079" w:rsidTr="00EA17FE">
        <w:trPr>
          <w:trHeight w:val="70"/>
        </w:trPr>
        <w:tc>
          <w:tcPr>
            <w:tcW w:w="675" w:type="dxa"/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445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788" w:rsidRPr="000A2079" w:rsidRDefault="00CB2788" w:rsidP="00EA17FE">
            <w:pPr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Итого 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 xml:space="preserve"> </w:t>
            </w:r>
            <w:r w:rsidR="00077F6E" w:rsidRPr="000A2079">
              <w:rPr>
                <w:rFonts w:ascii="GOST 2.304 type A" w:hAnsi="GOST 2.304 type A"/>
                <w:i/>
                <w:sz w:val="28"/>
                <w:szCs w:val="28"/>
              </w:rPr>
              <w:t>Σ</w:t>
            </w:r>
            <w:proofErr w:type="spellStart"/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R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bscript"/>
                <w:lang w:val="en-US"/>
              </w:rPr>
              <w:t>s</w:t>
            </w:r>
            <w:proofErr w:type="spell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2788" w:rsidRPr="000A2079" w:rsidRDefault="00CB2788" w:rsidP="00EA17FE">
            <w:pPr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B2788" w:rsidRPr="000A2079" w:rsidRDefault="00CB2788" w:rsidP="00EA17FE">
            <w:pPr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CB2788" w:rsidRPr="000A2079" w:rsidRDefault="00803E82" w:rsidP="00803E82">
            <w:pPr>
              <w:ind w:hanging="27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39</w:t>
            </w:r>
          </w:p>
        </w:tc>
      </w:tr>
    </w:tbl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* - по характеристикам производителя.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 xml:space="preserve">Условное сопротивление теплопередаче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стены: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ст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1/8,7+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4,39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+1/23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=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4,55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*С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°/Вт 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По формуле (11) </w:t>
      </w:r>
      <w:hyperlink r:id="rId11" w:history="1">
        <w:r w:rsidRPr="000A2079">
          <w:rPr>
            <w:rFonts w:ascii="GOST 2.304 type A" w:hAnsi="GOST 2.304 type A"/>
            <w:i/>
            <w:color w:val="000000"/>
            <w:sz w:val="28"/>
            <w:szCs w:val="28"/>
          </w:rPr>
          <w:t>СП 23-101</w:t>
        </w:r>
      </w:hyperlink>
      <w:r w:rsidR="00A7103F" w:rsidRPr="000A2079">
        <w:rPr>
          <w:rFonts w:ascii="GOST 2.304 type A" w:hAnsi="GOST 2.304 type A"/>
          <w:i/>
          <w:color w:val="000000"/>
          <w:sz w:val="28"/>
          <w:szCs w:val="28"/>
        </w:rPr>
        <w:t> 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находим приведенное сопротивление теплопередаче: </w:t>
      </w:r>
    </w:p>
    <w:p w:rsidR="00CB2788" w:rsidRPr="000A2079" w:rsidRDefault="00CB2788" w:rsidP="00CB2788">
      <w:pPr>
        <w:pStyle w:val="a0"/>
        <w:spacing w:line="360" w:lineRule="auto"/>
        <w:jc w:val="center"/>
        <w:rPr>
          <w:rFonts w:ascii="GOST 2.304 type A" w:hAnsi="GOST 2.304 type A"/>
          <w:i/>
          <w:spacing w:val="-1"/>
          <w:sz w:val="28"/>
          <w:szCs w:val="28"/>
        </w:rPr>
      </w:pPr>
      <w:r w:rsidRPr="000A2079">
        <w:rPr>
          <w:rFonts w:ascii="GOST 2.304 type A" w:hAnsi="GOST 2.304 type A"/>
          <w:i/>
          <w:spacing w:val="-1"/>
          <w:sz w:val="28"/>
          <w:szCs w:val="28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пр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ст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 xml:space="preserve">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= </w:t>
      </w: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ст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 xml:space="preserve">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х </w:t>
      </w:r>
      <w:r w:rsidRPr="000A2079">
        <w:rPr>
          <w:rFonts w:ascii="GOST 2.304 type A" w:hAnsi="GOST 2.304 type A"/>
          <w:i/>
          <w:spacing w:val="-1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>, где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r - коэффициент теплотехнической однородности, для трехслойных панелей с </w:t>
      </w:r>
      <w:proofErr w:type="spellStart"/>
      <w:r w:rsidRPr="000A2079">
        <w:rPr>
          <w:rFonts w:ascii="GOST 2.304 type A" w:hAnsi="GOST 2.304 type A"/>
          <w:i/>
          <w:color w:val="000000"/>
          <w:sz w:val="28"/>
          <w:szCs w:val="28"/>
        </w:rPr>
        <w:t>минераловатным</w:t>
      </w:r>
      <w:proofErr w:type="spell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утеп</w:t>
      </w:r>
      <w:r w:rsidR="00EB3EA8">
        <w:rPr>
          <w:rFonts w:ascii="GOST 2.304 type A" w:hAnsi="GOST 2.304 type A"/>
          <w:i/>
          <w:color w:val="000000"/>
          <w:sz w:val="28"/>
          <w:szCs w:val="28"/>
        </w:rPr>
        <w:t>лителем принимаем r = 0,85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.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pacing w:val="-1"/>
          <w:sz w:val="28"/>
          <w:szCs w:val="28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пр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ст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= </w:t>
      </w:r>
      <w:r w:rsidR="00803E82" w:rsidRPr="000A2079">
        <w:rPr>
          <w:rFonts w:ascii="GOST 2.304 type A" w:hAnsi="GOST 2.304 type A"/>
          <w:i/>
          <w:spacing w:val="-1"/>
          <w:sz w:val="28"/>
          <w:szCs w:val="28"/>
        </w:rPr>
        <w:t>4,55</w:t>
      </w:r>
      <w:r w:rsidR="00EB3EA8">
        <w:rPr>
          <w:rFonts w:ascii="GOST 2.304 type A" w:hAnsi="GOST 2.304 type A"/>
          <w:i/>
          <w:spacing w:val="-1"/>
          <w:sz w:val="28"/>
          <w:szCs w:val="28"/>
        </w:rPr>
        <w:t xml:space="preserve"> х 0,85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 = </w:t>
      </w:r>
      <w:r w:rsidR="00EB3EA8">
        <w:rPr>
          <w:rFonts w:ascii="GOST 2.304 type A" w:hAnsi="GOST 2.304 type A"/>
          <w:b/>
          <w:i/>
          <w:spacing w:val="-1"/>
          <w:sz w:val="28"/>
          <w:szCs w:val="28"/>
          <w:u w:val="single"/>
        </w:rPr>
        <w:t>3</w:t>
      </w:r>
      <w:r w:rsidRPr="000A2079">
        <w:rPr>
          <w:rFonts w:ascii="GOST 2.304 type A" w:hAnsi="GOST 2.304 type A"/>
          <w:b/>
          <w:i/>
          <w:spacing w:val="-1"/>
          <w:sz w:val="28"/>
          <w:szCs w:val="28"/>
          <w:u w:val="single"/>
        </w:rPr>
        <w:t>,</w:t>
      </w:r>
      <w:r w:rsidR="00EB3EA8">
        <w:rPr>
          <w:rFonts w:ascii="GOST 2.304 type A" w:hAnsi="GOST 2.304 type A"/>
          <w:b/>
          <w:i/>
          <w:spacing w:val="-1"/>
          <w:sz w:val="28"/>
          <w:szCs w:val="28"/>
          <w:u w:val="single"/>
        </w:rPr>
        <w:t>87</w:t>
      </w:r>
      <w:r w:rsidRPr="000A2079">
        <w:rPr>
          <w:rFonts w:ascii="GOST 2.304 type A" w:hAnsi="GOST 2.304 type A"/>
          <w:b/>
          <w:i/>
          <w:spacing w:val="-1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>м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spacing w:val="-1"/>
          <w:sz w:val="28"/>
          <w:szCs w:val="28"/>
        </w:rPr>
        <w:t>* С</w:t>
      </w:r>
      <w:proofErr w:type="gramEnd"/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°/ Вт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&gt; </w:t>
      </w: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тр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ст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= </w:t>
      </w:r>
      <w:r w:rsidR="00EB3EA8">
        <w:rPr>
          <w:rFonts w:ascii="GOST 2.304 type A" w:hAnsi="GOST 2.304 type A"/>
          <w:i/>
          <w:sz w:val="28"/>
          <w:szCs w:val="28"/>
        </w:rPr>
        <w:t>3</w:t>
      </w:r>
      <w:r w:rsidRPr="000A2079">
        <w:rPr>
          <w:rFonts w:ascii="GOST 2.304 type A" w:hAnsi="GOST 2.304 type A"/>
          <w:i/>
          <w:sz w:val="28"/>
          <w:szCs w:val="28"/>
        </w:rPr>
        <w:t>,</w:t>
      </w:r>
      <w:r w:rsidR="00EB3EA8">
        <w:rPr>
          <w:rFonts w:ascii="GOST 2.304 type A" w:hAnsi="GOST 2.304 type A"/>
          <w:i/>
          <w:sz w:val="28"/>
          <w:szCs w:val="28"/>
        </w:rPr>
        <w:t>85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*С°/Вт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  <w:u w:val="single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Расчет кровли (</w:t>
      </w:r>
      <w:r w:rsidR="002536F3"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5</w:t>
      </w: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 xml:space="preserve"> сло</w:t>
      </w:r>
      <w:r w:rsidR="002536F3"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ёв</w:t>
      </w: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)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458"/>
        <w:gridCol w:w="1548"/>
        <w:gridCol w:w="1678"/>
        <w:gridCol w:w="1671"/>
      </w:tblGrid>
      <w:tr w:rsidR="00CB2788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Материал слоя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Толщина слоя, 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077F6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λ</w:t>
            </w:r>
            <w:r w:rsidR="00CB2788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</w:p>
          <w:p w:rsidR="00CB2788" w:rsidRPr="000A2079" w:rsidRDefault="00CB2788" w:rsidP="00EA17FE">
            <w:pPr>
              <w:ind w:right="-108"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Вт/м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*С</w:t>
            </w:r>
            <w:proofErr w:type="gram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  <w:vertAlign w:val="subscript"/>
              </w:rPr>
            </w:pPr>
            <w:proofErr w:type="spellStart"/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R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bscript"/>
                <w:lang w:val="en-US"/>
              </w:rPr>
              <w:t>s</w:t>
            </w:r>
            <w:proofErr w:type="spellEnd"/>
          </w:p>
          <w:p w:rsidR="00CB2788" w:rsidRPr="000A2079" w:rsidRDefault="00CB2788" w:rsidP="00EA17FE">
            <w:pPr>
              <w:ind w:right="-130" w:hanging="29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м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  <w:vertAlign w:val="superscript"/>
              </w:rPr>
              <w:t>2</w:t>
            </w:r>
            <w:proofErr w:type="gramStart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* С</w:t>
            </w:r>
            <w:proofErr w:type="gram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°/ Вт</w:t>
            </w:r>
          </w:p>
        </w:tc>
      </w:tr>
      <w:tr w:rsidR="00CB2788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1E2AF6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Рулонная наплавляемая гидроизоляция с каменной крошкой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1E2AF6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00</w:t>
            </w:r>
            <w:r w:rsidR="001E2AF6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6A0A8A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6A0A8A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6A0A8A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0</w:t>
            </w:r>
            <w:r w:rsidR="00CC2844" w:rsidRPr="000A2079">
              <w:rPr>
                <w:rFonts w:ascii="GOST 2.304 type A" w:hAnsi="GOST 2.304 type A"/>
                <w:i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0</w:t>
            </w:r>
            <w:r w:rsidR="006A0A8A" w:rsidRPr="000A2079">
              <w:rPr>
                <w:rFonts w:ascii="GOST 2.304 type A" w:hAnsi="GOST 2.304 type A"/>
                <w:i/>
                <w:sz w:val="28"/>
                <w:szCs w:val="28"/>
              </w:rPr>
              <w:t>1</w:t>
            </w:r>
          </w:p>
        </w:tc>
      </w:tr>
      <w:tr w:rsidR="00CB2788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1E2AF6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Рулонная наплавляемая гидроизоляция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6A0A8A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6A0A8A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6A0A8A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0</w:t>
            </w:r>
            <w:r w:rsidR="00CC2844" w:rsidRPr="000A2079">
              <w:rPr>
                <w:rFonts w:ascii="GOST 2.304 type A" w:hAnsi="GOST 2.304 type A"/>
                <w:i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0</w:t>
            </w:r>
            <w:r w:rsidR="006A0A8A" w:rsidRPr="000A2079">
              <w:rPr>
                <w:rFonts w:ascii="GOST 2.304 type A" w:hAnsi="GOST 2.304 type A"/>
                <w:i/>
                <w:sz w:val="28"/>
                <w:szCs w:val="28"/>
              </w:rPr>
              <w:t>1</w:t>
            </w:r>
          </w:p>
        </w:tc>
      </w:tr>
      <w:tr w:rsidR="00CB2788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803E82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Кровельная панель КП 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25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 (МП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</w:t>
            </w:r>
            <w:r w:rsidR="002536F3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5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803E82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="00803E82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2</w:t>
            </w:r>
            <w:r w:rsidR="002536F3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5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</w:t>
            </w:r>
            <w:r w:rsidR="00CC2844"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,</w:t>
            </w: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047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803E82" w:rsidP="00EA17FE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5</w:t>
            </w:r>
            <w:r w:rsidR="00CC2844"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,</w:t>
            </w:r>
            <w:r w:rsidR="00CB2788"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16*</w:t>
            </w:r>
          </w:p>
        </w:tc>
      </w:tr>
      <w:tr w:rsidR="00EA17FE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Воздушная прослойка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0,15</w:t>
            </w:r>
          </w:p>
        </w:tc>
      </w:tr>
      <w:tr w:rsidR="00EA17FE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Подвесной потолок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0,057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7FE" w:rsidRPr="000A2079" w:rsidRDefault="00EA17FE" w:rsidP="00EA17FE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0,35</w:t>
            </w:r>
          </w:p>
        </w:tc>
      </w:tr>
      <w:tr w:rsidR="00CB2788" w:rsidRPr="000A2079" w:rsidTr="00EA17F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 xml:space="preserve">Итого 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 xml:space="preserve"> </w:t>
            </w:r>
            <w:r w:rsidR="00077F6E" w:rsidRPr="000A2079">
              <w:rPr>
                <w:rFonts w:ascii="GOST 2.304 type A" w:hAnsi="GOST 2.304 type A"/>
                <w:i/>
                <w:sz w:val="28"/>
                <w:szCs w:val="28"/>
              </w:rPr>
              <w:t>Σ</w:t>
            </w:r>
            <w:proofErr w:type="spellStart"/>
            <w:r w:rsidRPr="000A2079">
              <w:rPr>
                <w:rFonts w:ascii="GOST 2.304 type A" w:hAnsi="GOST 2.304 type A"/>
                <w:i/>
                <w:sz w:val="28"/>
                <w:szCs w:val="28"/>
                <w:lang w:val="en-US"/>
              </w:rPr>
              <w:t>R</w:t>
            </w:r>
            <w:r w:rsidRPr="000A2079">
              <w:rPr>
                <w:rFonts w:ascii="GOST 2.304 type A" w:hAnsi="GOST 2.304 type A"/>
                <w:i/>
                <w:sz w:val="28"/>
                <w:szCs w:val="28"/>
                <w:vertAlign w:val="subscript"/>
                <w:lang w:val="en-US"/>
              </w:rPr>
              <w:t>s</w:t>
            </w:r>
            <w:proofErr w:type="spellEnd"/>
            <w:r w:rsidRPr="000A2079"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ind w:firstLine="0"/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CB2788" w:rsidP="00EA17FE">
            <w:pPr>
              <w:jc w:val="center"/>
              <w:rPr>
                <w:rFonts w:ascii="GOST 2.304 type A" w:hAnsi="GOST 2.304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8" w:rsidRPr="000A2079" w:rsidRDefault="00803E82" w:rsidP="006A0A8A">
            <w:pPr>
              <w:ind w:left="-108" w:right="-130" w:hanging="29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0A2079">
              <w:rPr>
                <w:rFonts w:ascii="GOST 2.304 type A" w:hAnsi="GOST 2.304 type A"/>
                <w:i/>
                <w:sz w:val="28"/>
                <w:szCs w:val="28"/>
              </w:rPr>
              <w:t>5</w:t>
            </w:r>
            <w:r w:rsidR="00CC2844" w:rsidRPr="000A2079">
              <w:rPr>
                <w:rFonts w:ascii="GOST 2.304 type A" w:hAnsi="GOST 2.304 type A"/>
                <w:i/>
                <w:sz w:val="28"/>
                <w:szCs w:val="28"/>
              </w:rPr>
              <w:t>,</w:t>
            </w:r>
            <w:r w:rsidR="006A0A8A" w:rsidRPr="000A2079">
              <w:rPr>
                <w:rFonts w:ascii="GOST 2.304 type A" w:hAnsi="GOST 2.304 type A"/>
                <w:i/>
                <w:sz w:val="28"/>
                <w:szCs w:val="28"/>
              </w:rPr>
              <w:t>67</w:t>
            </w:r>
          </w:p>
        </w:tc>
      </w:tr>
    </w:tbl>
    <w:p w:rsidR="00CB2788" w:rsidRPr="000A2079" w:rsidRDefault="00CB2788" w:rsidP="00CB2788">
      <w:pPr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* - по характеристикам производителя.</w:t>
      </w:r>
    </w:p>
    <w:p w:rsidR="00CB2788" w:rsidRPr="000A2079" w:rsidRDefault="00CB2788" w:rsidP="00CB2788">
      <w:pPr>
        <w:spacing w:before="120"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 xml:space="preserve">Условное сопротивление теплопередаче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кровли: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кр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1/8,7+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5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,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>67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+1/23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=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5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,</w:t>
      </w:r>
      <w:r w:rsidR="008C057F" w:rsidRPr="000A2079">
        <w:rPr>
          <w:rFonts w:ascii="GOST 2.304 type A" w:hAnsi="GOST 2.304 type A"/>
          <w:i/>
          <w:color w:val="000000"/>
          <w:sz w:val="28"/>
          <w:szCs w:val="28"/>
        </w:rPr>
        <w:t>8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>3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*С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°/Вт </w:t>
      </w:r>
    </w:p>
    <w:p w:rsidR="00A7103F" w:rsidRPr="000A2079" w:rsidRDefault="00CB2788" w:rsidP="00CC2844">
      <w:pPr>
        <w:spacing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По формуле (11) </w:t>
      </w:r>
      <w:hyperlink r:id="rId12" w:history="1">
        <w:r w:rsidRPr="000A2079">
          <w:rPr>
            <w:rFonts w:ascii="GOST 2.304 type A" w:hAnsi="GOST 2.304 type A"/>
            <w:i/>
            <w:color w:val="000000"/>
            <w:sz w:val="28"/>
            <w:szCs w:val="28"/>
          </w:rPr>
          <w:t>СП 23-101</w:t>
        </w:r>
      </w:hyperlink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и (4.12) ГОСТ 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Р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54851-2011 находим приведенное сопротивление теплопередаче:</w:t>
      </w:r>
    </w:p>
    <w:p w:rsidR="00CB2788" w:rsidRPr="000A2079" w:rsidRDefault="00CB2788" w:rsidP="00A7103F">
      <w:pPr>
        <w:spacing w:line="360" w:lineRule="auto"/>
        <w:jc w:val="center"/>
        <w:rPr>
          <w:rFonts w:ascii="GOST 2.304 type A" w:hAnsi="GOST 2.304 type A"/>
          <w:i/>
          <w:spacing w:val="-1"/>
          <w:sz w:val="28"/>
          <w:szCs w:val="28"/>
        </w:rPr>
      </w:pPr>
      <w:r w:rsidRPr="000A2079">
        <w:rPr>
          <w:rFonts w:ascii="GOST 2.304 type A" w:hAnsi="GOST 2.304 type A"/>
          <w:i/>
          <w:spacing w:val="-1"/>
          <w:sz w:val="28"/>
          <w:szCs w:val="28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пр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кр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= </w:t>
      </w: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усл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кр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х </w:t>
      </w:r>
      <w:r w:rsidRPr="000A2079">
        <w:rPr>
          <w:rFonts w:ascii="GOST 2.304 type A" w:hAnsi="GOST 2.304 type A"/>
          <w:i/>
          <w:spacing w:val="-1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>, где</w:t>
      </w:r>
    </w:p>
    <w:p w:rsidR="00CB2788" w:rsidRPr="000A2079" w:rsidRDefault="00CB2788" w:rsidP="00CB2788">
      <w:pPr>
        <w:spacing w:line="360" w:lineRule="auto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r - коэффициент теплотехнической однородности, для трехслойных панелей с </w:t>
      </w:r>
      <w:proofErr w:type="spellStart"/>
      <w:r w:rsidRPr="000A2079">
        <w:rPr>
          <w:rFonts w:ascii="GOST 2.304 type A" w:hAnsi="GOST 2.304 type A"/>
          <w:i/>
          <w:color w:val="000000"/>
          <w:sz w:val="28"/>
          <w:szCs w:val="28"/>
        </w:rPr>
        <w:t>минераловат</w:t>
      </w:r>
      <w:r w:rsidR="00C104E3">
        <w:rPr>
          <w:rFonts w:ascii="GOST 2.304 type A" w:hAnsi="GOST 2.304 type A"/>
          <w:i/>
          <w:color w:val="000000"/>
          <w:sz w:val="28"/>
          <w:szCs w:val="28"/>
        </w:rPr>
        <w:t>ным</w:t>
      </w:r>
      <w:proofErr w:type="spellEnd"/>
      <w:r w:rsidR="00C104E3">
        <w:rPr>
          <w:rFonts w:ascii="GOST 2.304 type A" w:hAnsi="GOST 2.304 type A"/>
          <w:i/>
          <w:color w:val="000000"/>
          <w:sz w:val="28"/>
          <w:szCs w:val="28"/>
        </w:rPr>
        <w:t xml:space="preserve"> утеплителем принимаем r = 0,9</w:t>
      </w:r>
      <w:r w:rsidR="00A2613B">
        <w:rPr>
          <w:rFonts w:ascii="GOST 2.304 type A" w:hAnsi="GOST 2.304 type A"/>
          <w:i/>
          <w:color w:val="000000"/>
          <w:sz w:val="28"/>
          <w:szCs w:val="28"/>
        </w:rPr>
        <w:t>0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.</w:t>
      </w:r>
    </w:p>
    <w:p w:rsidR="00CB2788" w:rsidRPr="000A2079" w:rsidRDefault="00CB2788" w:rsidP="00CB2788">
      <w:pPr>
        <w:spacing w:line="360" w:lineRule="auto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pacing w:val="-1"/>
          <w:sz w:val="28"/>
          <w:szCs w:val="28"/>
        </w:rPr>
        <w:t>R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пр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кр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= 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5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,</w:t>
      </w:r>
      <w:r w:rsidR="008C057F" w:rsidRPr="000A2079">
        <w:rPr>
          <w:rFonts w:ascii="GOST 2.304 type A" w:hAnsi="GOST 2.304 type A"/>
          <w:i/>
          <w:color w:val="000000"/>
          <w:sz w:val="28"/>
          <w:szCs w:val="28"/>
        </w:rPr>
        <w:t>8</w:t>
      </w:r>
      <w:r w:rsidR="006A0A8A" w:rsidRPr="000A2079">
        <w:rPr>
          <w:rFonts w:ascii="GOST 2.304 type A" w:hAnsi="GOST 2.304 type A"/>
          <w:i/>
          <w:color w:val="000000"/>
          <w:sz w:val="28"/>
          <w:szCs w:val="28"/>
        </w:rPr>
        <w:t>3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="00C104E3">
        <w:rPr>
          <w:rFonts w:ascii="GOST 2.304 type A" w:hAnsi="GOST 2.304 type A"/>
          <w:i/>
          <w:spacing w:val="-1"/>
          <w:sz w:val="28"/>
          <w:szCs w:val="28"/>
        </w:rPr>
        <w:t>х 0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>,</w:t>
      </w:r>
      <w:r w:rsidR="00C104E3">
        <w:rPr>
          <w:rFonts w:ascii="GOST 2.304 type A" w:hAnsi="GOST 2.304 type A"/>
          <w:i/>
          <w:spacing w:val="-1"/>
          <w:sz w:val="28"/>
          <w:szCs w:val="28"/>
        </w:rPr>
        <w:t>9</w:t>
      </w:r>
      <w:r w:rsidR="00A2613B">
        <w:rPr>
          <w:rFonts w:ascii="GOST 2.304 type A" w:hAnsi="GOST 2.304 type A"/>
          <w:i/>
          <w:spacing w:val="-1"/>
          <w:sz w:val="28"/>
          <w:szCs w:val="28"/>
        </w:rPr>
        <w:t>0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 = </w:t>
      </w:r>
      <w:r w:rsidR="00C104E3">
        <w:rPr>
          <w:rFonts w:ascii="GOST 2.304 type A" w:hAnsi="GOST 2.304 type A"/>
          <w:b/>
          <w:i/>
          <w:spacing w:val="-1"/>
          <w:sz w:val="28"/>
          <w:szCs w:val="28"/>
          <w:u w:val="single"/>
        </w:rPr>
        <w:t>5,25</w:t>
      </w:r>
      <w:r w:rsidRPr="000A2079">
        <w:rPr>
          <w:rFonts w:ascii="GOST 2.304 type A" w:hAnsi="GOST 2.304 type A"/>
          <w:b/>
          <w:i/>
          <w:spacing w:val="-1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spacing w:val="-1"/>
          <w:sz w:val="28"/>
          <w:szCs w:val="28"/>
        </w:rPr>
        <w:t>м</w:t>
      </w:r>
      <w:r w:rsidRPr="000A2079">
        <w:rPr>
          <w:rFonts w:ascii="GOST 2.304 type A" w:hAnsi="GOST 2.304 type A"/>
          <w:i/>
          <w:spacing w:val="-1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spacing w:val="-1"/>
          <w:sz w:val="28"/>
          <w:szCs w:val="28"/>
        </w:rPr>
        <w:t>* С</w:t>
      </w:r>
      <w:proofErr w:type="gramEnd"/>
      <w:r w:rsidRPr="000A2079">
        <w:rPr>
          <w:rFonts w:ascii="GOST 2.304 type A" w:hAnsi="GOST 2.304 type A"/>
          <w:i/>
          <w:spacing w:val="-1"/>
          <w:sz w:val="28"/>
          <w:szCs w:val="28"/>
        </w:rPr>
        <w:t xml:space="preserve">°/ Вт </w:t>
      </w:r>
      <w:r w:rsidR="003B6F4F" w:rsidRPr="000A2079">
        <w:rPr>
          <w:rFonts w:ascii="Cambria Math" w:hAnsi="Cambria Math" w:cs="Cambria Math"/>
          <w:color w:val="222222"/>
          <w:sz w:val="21"/>
          <w:szCs w:val="21"/>
          <w:shd w:val="clear" w:color="auto" w:fill="FFFFFF"/>
        </w:rPr>
        <w:t>⩾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тр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кр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 xml:space="preserve"> </w:t>
      </w:r>
      <w:r w:rsidR="00C104E3">
        <w:rPr>
          <w:rFonts w:ascii="GOST 2.304 type A" w:hAnsi="GOST 2.304 type A"/>
          <w:i/>
          <w:color w:val="000000"/>
          <w:sz w:val="28"/>
          <w:szCs w:val="28"/>
        </w:rPr>
        <w:t>= 5,1</w:t>
      </w:r>
      <w:r w:rsidR="00A2613B">
        <w:rPr>
          <w:rFonts w:ascii="GOST 2.304 type A" w:hAnsi="GOST 2.304 type A"/>
          <w:i/>
          <w:color w:val="000000"/>
          <w:sz w:val="28"/>
          <w:szCs w:val="28"/>
        </w:rPr>
        <w:t>3</w:t>
      </w:r>
      <w:r w:rsidR="008C057F"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 С°/Вт</w:t>
      </w:r>
    </w:p>
    <w:p w:rsidR="00CB2788" w:rsidRPr="000A2079" w:rsidRDefault="00CB2788" w:rsidP="00CB2788">
      <w:pPr>
        <w:spacing w:line="360" w:lineRule="auto"/>
        <w:ind w:right="157" w:firstLine="720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lastRenderedPageBreak/>
        <w:t xml:space="preserve">В соответствии с </w:t>
      </w:r>
      <w:r w:rsidRPr="000A2079">
        <w:rPr>
          <w:rFonts w:ascii="GOST 2.304 type A" w:hAnsi="GOST 2.304 type A"/>
          <w:i/>
          <w:sz w:val="28"/>
          <w:szCs w:val="28"/>
        </w:rPr>
        <w:t>СП 50.13330.2012 приложение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 xml:space="preserve"> Е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,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расчет тепловых потерь через пол выполняется как для </w:t>
      </w: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железобетонных полов положенных по грунту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: поверхность пола условно разбивается на четыре зоны. Разбивка на зоны выполняется от наружной стены полосами по </w:t>
      </w:r>
      <w:smartTag w:uri="urn:schemas-microsoft-com:office:smarttags" w:element="metricconverter">
        <w:smartTagPr>
          <w:attr w:name="ProductID" w:val="2,0 метра"/>
        </w:smartTagPr>
        <w:r w:rsidRPr="000A2079">
          <w:rPr>
            <w:rFonts w:ascii="GOST 2.304 type A" w:hAnsi="GOST 2.304 type A"/>
            <w:i/>
            <w:color w:val="000000"/>
            <w:sz w:val="28"/>
            <w:szCs w:val="28"/>
          </w:rPr>
          <w:t>2,0 метра</w:t>
        </w:r>
      </w:smartTag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. При этом значение 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п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для зон следующее: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п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 2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,1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 С°/ Вт;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п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II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= 4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,3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 С°/ Вт;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п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</w:t>
      </w:r>
      <w:r w:rsidR="00FA03E7"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 8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,6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 С°/ Вт;</w:t>
      </w:r>
    </w:p>
    <w:p w:rsidR="00CB2788" w:rsidRPr="000A2079" w:rsidRDefault="00FA03E7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п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  <w:lang w:val="en-US"/>
        </w:rPr>
        <w:t>IV</w:t>
      </w:r>
      <w:r w:rsidR="00CB2788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 14</w:t>
      </w:r>
      <w:proofErr w:type="gramStart"/>
      <w:r w:rsidR="00CB2788" w:rsidRPr="000A2079">
        <w:rPr>
          <w:rFonts w:ascii="GOST 2.304 type A" w:hAnsi="GOST 2.304 type A"/>
          <w:i/>
          <w:color w:val="000000"/>
          <w:sz w:val="28"/>
          <w:szCs w:val="28"/>
        </w:rPr>
        <w:t>,2</w:t>
      </w:r>
      <w:proofErr w:type="gramEnd"/>
      <w:r w:rsidR="00CB2788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м</w:t>
      </w:r>
      <w:r w:rsidR="00CB2788"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="00CB2788" w:rsidRPr="000A2079">
        <w:rPr>
          <w:rFonts w:ascii="GOST 2.304 type A" w:hAnsi="GOST 2.304 type A"/>
          <w:i/>
          <w:color w:val="000000"/>
          <w:sz w:val="28"/>
          <w:szCs w:val="28"/>
        </w:rPr>
        <w:t>* С°/ Вт.</w:t>
      </w:r>
    </w:p>
    <w:p w:rsidR="00B44E2E" w:rsidRPr="000A2079" w:rsidRDefault="00B44E2E" w:rsidP="00B44E2E">
      <w:pPr>
        <w:spacing w:line="360" w:lineRule="auto"/>
        <w:ind w:right="157" w:firstLine="720"/>
        <w:rPr>
          <w:rFonts w:ascii="GOST 2.304 type A" w:hAnsi="GOST 2.304 type A"/>
        </w:rPr>
      </w:pPr>
      <w:r w:rsidRPr="000A2079">
        <w:rPr>
          <w:rFonts w:ascii="GOST 2.304 type A" w:hAnsi="GOST 2.304 type A"/>
          <w:i/>
          <w:sz w:val="28"/>
          <w:szCs w:val="28"/>
        </w:rPr>
        <w:t>Для утепленных полов</w:t>
      </w:r>
      <w:r w:rsidRPr="000A2079">
        <w:rPr>
          <w:rFonts w:ascii="GOST 2.304 type A" w:hAnsi="GOST 2.304 type A"/>
        </w:rPr>
        <w:t xml:space="preserve">  </w:t>
      </w:r>
      <w:r w:rsidR="0015169B">
        <w:rPr>
          <w:rFonts w:ascii="GOST 2.304 type A" w:hAnsi="GOST 2.304 type A"/>
          <w:i/>
          <w:sz w:val="28"/>
          <w:szCs w:val="28"/>
        </w:rPr>
        <w:t>помещений 1-9</w:t>
      </w:r>
      <w:r w:rsidRPr="000A2079">
        <w:rPr>
          <w:rFonts w:ascii="GOST 2.304 type A" w:hAnsi="GOST 2.304 type A"/>
          <w:i/>
          <w:sz w:val="28"/>
          <w:szCs w:val="28"/>
        </w:rPr>
        <w:t xml:space="preserve"> приведенное сопротивление теплопередаче</w:t>
      </w:r>
      <w:r w:rsidRPr="000A2079">
        <w:rPr>
          <w:rFonts w:ascii="GOST 2.304 type A" w:hAnsi="GOST 2.304 type A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>определяется по формуле Е.15, СП 50.13330.2012</w:t>
      </w:r>
    </w:p>
    <w:p w:rsidR="00B44E2E" w:rsidRPr="000A2079" w:rsidRDefault="00B44E2E" w:rsidP="00B44E2E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proofErr w:type="gramStart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>,пол</w:t>
      </w:r>
      <w:proofErr w:type="gramEnd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 xml:space="preserve">= </w:t>
      </w:r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п </w:t>
      </w:r>
      <w:r w:rsidRPr="000A2079">
        <w:rPr>
          <w:rFonts w:ascii="GOST 2.304 type A" w:hAnsi="GOST 2.304 type A"/>
          <w:i/>
          <w:sz w:val="28"/>
          <w:szCs w:val="28"/>
        </w:rPr>
        <w:t>+ δ / λ, где</w:t>
      </w:r>
    </w:p>
    <w:p w:rsidR="00B44E2E" w:rsidRPr="000A2079" w:rsidRDefault="00B44E2E" w:rsidP="00B44E2E">
      <w:pPr>
        <w:spacing w:line="360" w:lineRule="auto"/>
        <w:ind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δ - толщина  слоя изоляции, в данном случае δ = 0,1</w:t>
      </w:r>
      <w:r w:rsidR="00113FC0" w:rsidRPr="000A2079">
        <w:rPr>
          <w:rFonts w:ascii="GOST 2.304 type A" w:hAnsi="GOST 2.304 type A"/>
          <w:i/>
          <w:sz w:val="28"/>
          <w:szCs w:val="28"/>
        </w:rPr>
        <w:t>1</w:t>
      </w:r>
      <w:r w:rsidRPr="000A2079">
        <w:rPr>
          <w:rFonts w:ascii="GOST 2.304 type A" w:hAnsi="GOST 2.304 type A"/>
          <w:i/>
          <w:sz w:val="28"/>
          <w:szCs w:val="28"/>
        </w:rPr>
        <w:t xml:space="preserve"> м;</w:t>
      </w:r>
    </w:p>
    <w:p w:rsidR="00B44E2E" w:rsidRPr="000A2079" w:rsidRDefault="00B44E2E" w:rsidP="00B44E2E">
      <w:pPr>
        <w:spacing w:line="360" w:lineRule="auto"/>
        <w:ind w:right="157"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λ - расчетный коэффициент теплопроводности слоя утеплителя, в данном случае гравий керамзитовый (400 кг/м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3</w:t>
      </w:r>
      <w:r w:rsidRPr="000A2079">
        <w:rPr>
          <w:rFonts w:ascii="GOST 2.304 type A" w:hAnsi="GOST 2.304 type A"/>
          <w:i/>
          <w:sz w:val="28"/>
          <w:szCs w:val="28"/>
        </w:rPr>
        <w:t>),  λ = 0,12 Вт/м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*С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°.</w:t>
      </w:r>
    </w:p>
    <w:p w:rsidR="00B44E2E" w:rsidRPr="000A2079" w:rsidRDefault="00B44E2E" w:rsidP="00B44E2E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0, </w:t>
      </w:r>
      <w:proofErr w:type="spellStart"/>
      <w:r w:rsidRPr="000A2079">
        <w:rPr>
          <w:rFonts w:ascii="GOST 2.304 type A" w:hAnsi="GOST 2.304 type A"/>
          <w:i/>
          <w:sz w:val="28"/>
          <w:szCs w:val="28"/>
          <w:vertAlign w:val="superscript"/>
          <w:lang w:val="en-US"/>
        </w:rPr>
        <w:t>i</w:t>
      </w:r>
      <w:proofErr w:type="spellEnd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пол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 xml:space="preserve"> </w:t>
      </w:r>
      <w:r w:rsidRPr="000A2079">
        <w:rPr>
          <w:rFonts w:ascii="GOST 2.304 type A" w:hAnsi="GOST 2.304 type A"/>
          <w:i/>
          <w:sz w:val="28"/>
          <w:szCs w:val="28"/>
        </w:rPr>
        <w:t xml:space="preserve">= </w:t>
      </w:r>
      <w:r w:rsidRPr="000A2079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 </w:t>
      </w:r>
      <w:proofErr w:type="spellStart"/>
      <w:r w:rsidRPr="000A2079">
        <w:rPr>
          <w:rFonts w:ascii="GOST 2.304 type A" w:hAnsi="GOST 2.304 type A"/>
          <w:i/>
          <w:sz w:val="28"/>
          <w:szCs w:val="28"/>
          <w:vertAlign w:val="superscript"/>
          <w:lang w:val="en-US"/>
        </w:rPr>
        <w:t>i</w:t>
      </w:r>
      <w:proofErr w:type="spellEnd"/>
      <w:r w:rsidRPr="000A2079">
        <w:rPr>
          <w:rFonts w:ascii="GOST 2.304 type A" w:hAnsi="GOST 2.304 type A"/>
          <w:i/>
          <w:sz w:val="28"/>
          <w:szCs w:val="28"/>
          <w:vertAlign w:val="subscript"/>
        </w:rPr>
        <w:t xml:space="preserve">п </w:t>
      </w:r>
      <w:r w:rsidRPr="000A2079">
        <w:rPr>
          <w:rFonts w:ascii="GOST 2.304 type A" w:hAnsi="GOST 2.304 type A"/>
          <w:i/>
          <w:sz w:val="28"/>
          <w:szCs w:val="28"/>
        </w:rPr>
        <w:t xml:space="preserve">+ </w:t>
      </w:r>
      <w:r w:rsidR="00113FC0" w:rsidRPr="000A2079">
        <w:rPr>
          <w:rFonts w:ascii="GOST 2.304 type A" w:hAnsi="GOST 2.304 type A"/>
          <w:i/>
          <w:sz w:val="28"/>
          <w:szCs w:val="28"/>
        </w:rPr>
        <w:t>0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,</w:t>
      </w:r>
      <w:r w:rsidR="00113FC0" w:rsidRPr="000A2079">
        <w:rPr>
          <w:rFonts w:ascii="GOST 2.304 type A" w:hAnsi="GOST 2.304 type A"/>
          <w:i/>
          <w:sz w:val="28"/>
          <w:szCs w:val="28"/>
        </w:rPr>
        <w:t>92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>.</w:t>
      </w:r>
    </w:p>
    <w:p w:rsidR="004F1A86" w:rsidRPr="004316C6" w:rsidRDefault="004F1A86" w:rsidP="004F1A86">
      <w:pPr>
        <w:spacing w:line="360" w:lineRule="auto"/>
        <w:ind w:right="157" w:firstLine="720"/>
        <w:rPr>
          <w:rFonts w:ascii="GOST 2.304 type A" w:hAnsi="GOST 2.304 type A"/>
          <w:i/>
          <w:sz w:val="28"/>
          <w:szCs w:val="28"/>
        </w:rPr>
      </w:pPr>
      <w:r w:rsidRPr="004316C6">
        <w:rPr>
          <w:rFonts w:ascii="GOST 2.304 type A" w:hAnsi="GOST 2.304 type A"/>
          <w:i/>
          <w:sz w:val="28"/>
          <w:szCs w:val="28"/>
        </w:rPr>
        <w:t xml:space="preserve">В данных помещениях образованы </w:t>
      </w:r>
      <w:r>
        <w:rPr>
          <w:rFonts w:ascii="GOST 2.304 type A" w:hAnsi="GOST 2.304 type A"/>
          <w:i/>
          <w:sz w:val="28"/>
          <w:szCs w:val="28"/>
        </w:rPr>
        <w:t>три</w:t>
      </w:r>
      <w:r w:rsidRPr="004316C6">
        <w:rPr>
          <w:rFonts w:ascii="GOST 2.304 type A" w:hAnsi="GOST 2.304 type A"/>
          <w:i/>
          <w:sz w:val="28"/>
          <w:szCs w:val="28"/>
        </w:rPr>
        <w:t xml:space="preserve"> зоны с приведенным сопротивлением теплопередаче:</w:t>
      </w:r>
    </w:p>
    <w:p w:rsidR="004F1A86" w:rsidRPr="00622A9C" w:rsidRDefault="004F1A86" w:rsidP="004F1A86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622A9C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622A9C">
        <w:rPr>
          <w:rFonts w:ascii="GOST 2.304 type A" w:hAnsi="GOST 2.304 type A"/>
          <w:i/>
          <w:sz w:val="28"/>
          <w:szCs w:val="28"/>
          <w:vertAlign w:val="subscript"/>
        </w:rPr>
        <w:t>0</w:t>
      </w:r>
      <w:proofErr w:type="gramStart"/>
      <w:r w:rsidRPr="00622A9C">
        <w:rPr>
          <w:rFonts w:ascii="GOST 2.304 type A" w:hAnsi="GOST 2.304 type A"/>
          <w:i/>
          <w:sz w:val="28"/>
          <w:szCs w:val="28"/>
          <w:vertAlign w:val="subscript"/>
        </w:rPr>
        <w:t>,пол</w:t>
      </w:r>
      <w:proofErr w:type="gramEnd"/>
      <w:r w:rsidRPr="00622A9C">
        <w:rPr>
          <w:rFonts w:ascii="GOST 2.304 type A" w:hAnsi="GOST 2.304 type A"/>
          <w:i/>
          <w:sz w:val="28"/>
          <w:szCs w:val="28"/>
          <w:vertAlign w:val="subscript"/>
        </w:rPr>
        <w:t xml:space="preserve"> </w:t>
      </w:r>
      <w:r w:rsidRPr="00622A9C">
        <w:rPr>
          <w:rFonts w:ascii="GOST 2.304 type A" w:hAnsi="GOST 2.304 type A"/>
          <w:i/>
          <w:sz w:val="28"/>
          <w:szCs w:val="28"/>
          <w:vertAlign w:val="superscript"/>
          <w:lang w:val="en-US"/>
        </w:rPr>
        <w:t>I</w:t>
      </w:r>
      <w:r w:rsidRPr="00622A9C">
        <w:rPr>
          <w:rFonts w:ascii="GOST 2.304 type A" w:hAnsi="GOST 2.304 type A"/>
          <w:i/>
          <w:sz w:val="28"/>
          <w:szCs w:val="28"/>
        </w:rPr>
        <w:t xml:space="preserve"> = 2,1 + 0,92= 3,02 м</w:t>
      </w:r>
      <w:r w:rsidRPr="00622A9C">
        <w:rPr>
          <w:rFonts w:ascii="GOST 2.304 type A" w:hAnsi="GOST 2.304 type A"/>
          <w:i/>
          <w:sz w:val="28"/>
          <w:szCs w:val="28"/>
          <w:vertAlign w:val="superscript"/>
        </w:rPr>
        <w:t>2</w:t>
      </w:r>
      <w:r w:rsidRPr="00622A9C">
        <w:rPr>
          <w:rFonts w:ascii="GOST 2.304 type A" w:hAnsi="GOST 2.304 type A"/>
          <w:i/>
          <w:sz w:val="28"/>
          <w:szCs w:val="28"/>
        </w:rPr>
        <w:t xml:space="preserve">* С°/ Вт; </w:t>
      </w:r>
      <w:r w:rsidRPr="00622A9C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622A9C">
        <w:rPr>
          <w:rFonts w:ascii="GOST 2.304 type A" w:hAnsi="GOST 2.304 type A"/>
          <w:i/>
          <w:sz w:val="28"/>
          <w:szCs w:val="28"/>
          <w:vertAlign w:val="subscript"/>
        </w:rPr>
        <w:t xml:space="preserve">0,пол </w:t>
      </w:r>
      <w:r w:rsidRPr="00622A9C">
        <w:rPr>
          <w:rFonts w:ascii="GOST 2.304 type A" w:hAnsi="GOST 2.304 type A"/>
          <w:i/>
          <w:sz w:val="28"/>
          <w:szCs w:val="28"/>
          <w:vertAlign w:val="superscript"/>
          <w:lang w:val="en-US"/>
        </w:rPr>
        <w:t>II</w:t>
      </w:r>
      <w:r w:rsidRPr="00622A9C">
        <w:rPr>
          <w:rFonts w:ascii="GOST 2.304 type A" w:hAnsi="GOST 2.304 type A"/>
          <w:i/>
          <w:sz w:val="28"/>
          <w:szCs w:val="28"/>
          <w:vertAlign w:val="superscript"/>
        </w:rPr>
        <w:t xml:space="preserve"> </w:t>
      </w:r>
      <w:r w:rsidRPr="00622A9C">
        <w:rPr>
          <w:rFonts w:ascii="GOST 2.304 type A" w:hAnsi="GOST 2.304 type A"/>
          <w:i/>
          <w:sz w:val="28"/>
          <w:szCs w:val="28"/>
        </w:rPr>
        <w:t xml:space="preserve"> = 4,3 + 0,92= 5,22 м</w:t>
      </w:r>
      <w:r w:rsidRPr="00622A9C">
        <w:rPr>
          <w:rFonts w:ascii="GOST 2.304 type A" w:hAnsi="GOST 2.304 type A"/>
          <w:i/>
          <w:sz w:val="28"/>
          <w:szCs w:val="28"/>
          <w:vertAlign w:val="superscript"/>
        </w:rPr>
        <w:t>2</w:t>
      </w:r>
      <w:r w:rsidRPr="00622A9C">
        <w:rPr>
          <w:rFonts w:ascii="GOST 2.304 type A" w:hAnsi="GOST 2.304 type A"/>
          <w:i/>
          <w:sz w:val="28"/>
          <w:szCs w:val="28"/>
        </w:rPr>
        <w:t>* С°/ Вт;</w:t>
      </w:r>
    </w:p>
    <w:p w:rsidR="004F1A86" w:rsidRPr="004316C6" w:rsidRDefault="004F1A86" w:rsidP="004F1A86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622A9C">
        <w:rPr>
          <w:rFonts w:ascii="GOST 2.304 type A" w:hAnsi="GOST 2.304 type A"/>
          <w:i/>
          <w:sz w:val="28"/>
          <w:szCs w:val="28"/>
          <w:lang w:val="en-US"/>
        </w:rPr>
        <w:t>R</w:t>
      </w:r>
      <w:r w:rsidRPr="00622A9C">
        <w:rPr>
          <w:rFonts w:ascii="GOST 2.304 type A" w:hAnsi="GOST 2.304 type A"/>
          <w:i/>
          <w:sz w:val="28"/>
          <w:szCs w:val="28"/>
          <w:vertAlign w:val="subscript"/>
        </w:rPr>
        <w:t>0</w:t>
      </w:r>
      <w:proofErr w:type="gramStart"/>
      <w:r w:rsidRPr="00622A9C">
        <w:rPr>
          <w:rFonts w:ascii="GOST 2.304 type A" w:hAnsi="GOST 2.304 type A"/>
          <w:i/>
          <w:sz w:val="28"/>
          <w:szCs w:val="28"/>
          <w:vertAlign w:val="subscript"/>
        </w:rPr>
        <w:t>,пол</w:t>
      </w:r>
      <w:proofErr w:type="gramEnd"/>
      <w:r w:rsidRPr="00622A9C">
        <w:rPr>
          <w:rFonts w:ascii="GOST 2.304 type A" w:hAnsi="GOST 2.304 type A"/>
          <w:i/>
          <w:sz w:val="28"/>
          <w:szCs w:val="28"/>
          <w:vertAlign w:val="subscript"/>
        </w:rPr>
        <w:t xml:space="preserve"> </w:t>
      </w:r>
      <w:r w:rsidRPr="00622A9C">
        <w:rPr>
          <w:rFonts w:ascii="GOST 2.304 type A" w:hAnsi="GOST 2.304 type A"/>
          <w:i/>
          <w:sz w:val="28"/>
          <w:szCs w:val="28"/>
          <w:vertAlign w:val="superscript"/>
          <w:lang w:val="en-US"/>
        </w:rPr>
        <w:t>III</w:t>
      </w:r>
      <w:r w:rsidRPr="00622A9C">
        <w:rPr>
          <w:rFonts w:ascii="GOST 2.304 type A" w:hAnsi="GOST 2.304 type A"/>
          <w:i/>
          <w:sz w:val="28"/>
          <w:szCs w:val="28"/>
          <w:vertAlign w:val="superscript"/>
        </w:rPr>
        <w:t xml:space="preserve"> </w:t>
      </w:r>
      <w:r w:rsidRPr="00622A9C">
        <w:rPr>
          <w:rFonts w:ascii="GOST 2.304 type A" w:hAnsi="GOST 2.304 type A"/>
          <w:i/>
          <w:sz w:val="28"/>
          <w:szCs w:val="28"/>
        </w:rPr>
        <w:t xml:space="preserve"> = 8,6 + 0,92= 9,52 м</w:t>
      </w:r>
      <w:r w:rsidRPr="00622A9C">
        <w:rPr>
          <w:rFonts w:ascii="GOST 2.304 type A" w:hAnsi="GOST 2.304 type A"/>
          <w:i/>
          <w:sz w:val="28"/>
          <w:szCs w:val="28"/>
          <w:vertAlign w:val="superscript"/>
        </w:rPr>
        <w:t>2</w:t>
      </w:r>
      <w:r w:rsidRPr="00622A9C">
        <w:rPr>
          <w:rFonts w:ascii="GOST 2.304 type A" w:hAnsi="GOST 2.304 type A"/>
          <w:i/>
          <w:sz w:val="28"/>
          <w:szCs w:val="28"/>
        </w:rPr>
        <w:t>* С°/ Вт;</w:t>
      </w:r>
    </w:p>
    <w:p w:rsidR="00B44E2E" w:rsidRPr="000A2079" w:rsidRDefault="00B44E2E" w:rsidP="00B44E2E">
      <w:pPr>
        <w:spacing w:line="360" w:lineRule="auto"/>
        <w:ind w:right="157" w:firstLine="720"/>
        <w:rPr>
          <w:rFonts w:ascii="GOST 2.304 type A" w:hAnsi="GOST 2.304 type A"/>
          <w:i/>
          <w:sz w:val="28"/>
          <w:szCs w:val="28"/>
        </w:rPr>
      </w:pPr>
    </w:p>
    <w:p w:rsidR="00CB2788" w:rsidRPr="000A2079" w:rsidRDefault="00CB2788" w:rsidP="004F1A86">
      <w:pPr>
        <w:autoSpaceDE w:val="0"/>
        <w:autoSpaceDN w:val="0"/>
        <w:adjustRightInd w:val="0"/>
        <w:spacing w:line="360" w:lineRule="auto"/>
        <w:ind w:left="640"/>
        <w:jc w:val="center"/>
        <w:rPr>
          <w:rFonts w:ascii="GOST 2.304 type A" w:hAnsi="GOST 2.304 type A"/>
          <w:i/>
          <w:color w:val="000000"/>
          <w:sz w:val="28"/>
          <w:szCs w:val="28"/>
          <w:u w:val="single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u w:val="single"/>
        </w:rPr>
        <w:t>Сопротивление теплопередаче окон:</w:t>
      </w:r>
    </w:p>
    <w:p w:rsidR="00CB2788" w:rsidRPr="000A2079" w:rsidRDefault="00CB2788" w:rsidP="00CB2788">
      <w:pPr>
        <w:spacing w:line="360" w:lineRule="auto"/>
        <w:ind w:right="157" w:firstLine="720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Оконные блоки поливинилхлоридные с</w:t>
      </w:r>
      <w:r w:rsidR="006774AA" w:rsidRPr="000A2079">
        <w:rPr>
          <w:rFonts w:ascii="GOST 2.304 type A" w:hAnsi="GOST 2.304 type A"/>
          <w:i/>
          <w:color w:val="000000"/>
          <w:sz w:val="28"/>
          <w:szCs w:val="28"/>
        </w:rPr>
        <w:t>о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стеклопакетом С</w:t>
      </w:r>
      <w:r w:rsidR="00A7103F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ПД 4М_1 - </w:t>
      </w:r>
      <w:proofErr w:type="spellStart"/>
      <w:r w:rsidR="004F1A86">
        <w:rPr>
          <w:rFonts w:ascii="GOST 2.304 type A" w:hAnsi="GOST 2.304 type A"/>
          <w:i/>
          <w:color w:val="000000"/>
          <w:sz w:val="28"/>
          <w:szCs w:val="28"/>
          <w:lang w:val="en-US"/>
        </w:rPr>
        <w:t>Ar</w:t>
      </w:r>
      <w:proofErr w:type="spellEnd"/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10</w:t>
      </w:r>
      <w:r w:rsidR="00A7103F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- 4М_1 - </w:t>
      </w:r>
      <w:proofErr w:type="spellStart"/>
      <w:r w:rsidR="004F1A86">
        <w:rPr>
          <w:rFonts w:ascii="GOST 2.304 type A" w:hAnsi="GOST 2.304 type A"/>
          <w:i/>
          <w:color w:val="000000"/>
          <w:sz w:val="28"/>
          <w:szCs w:val="28"/>
          <w:lang w:val="en-US"/>
        </w:rPr>
        <w:t>Ar</w:t>
      </w:r>
      <w:proofErr w:type="spellEnd"/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10</w:t>
      </w:r>
      <w:r w:rsidR="00A7103F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- И</w:t>
      </w:r>
      <w:proofErr w:type="gramStart"/>
      <w:r w:rsidR="00803E82" w:rsidRPr="000A2079">
        <w:rPr>
          <w:rFonts w:ascii="GOST 2.304 type A" w:hAnsi="GOST 2.304 type A"/>
          <w:i/>
          <w:color w:val="000000"/>
          <w:sz w:val="28"/>
          <w:szCs w:val="28"/>
        </w:rPr>
        <w:t>4</w:t>
      </w:r>
      <w:proofErr w:type="gramEnd"/>
      <w:r w:rsidR="00A7103F"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по ГОСТ 24866-</w:t>
      </w:r>
      <w:r w:rsidR="00C95452" w:rsidRPr="000A2079">
        <w:rPr>
          <w:rFonts w:ascii="GOST 2.304 type A" w:hAnsi="GOST 2.304 type A"/>
          <w:i/>
          <w:color w:val="000000"/>
          <w:sz w:val="28"/>
          <w:szCs w:val="28"/>
        </w:rPr>
        <w:t>2014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, сертификат №РООС </w:t>
      </w: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RU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.СЛ42.Н00530: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ок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= 0,</w:t>
      </w:r>
      <w:r w:rsidR="00D12062">
        <w:rPr>
          <w:rFonts w:ascii="GOST 2.304 type A" w:hAnsi="GOST 2.304 type A"/>
          <w:i/>
          <w:color w:val="000000"/>
          <w:sz w:val="28"/>
          <w:szCs w:val="28"/>
        </w:rPr>
        <w:t>97</w:t>
      </w:r>
      <w:r w:rsidR="00CF762B" w:rsidRPr="006E5A51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* С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>°/ Вт.</w:t>
      </w:r>
    </w:p>
    <w:p w:rsidR="00CB2788" w:rsidRPr="000A2079" w:rsidRDefault="00CB2788" w:rsidP="00CB2788">
      <w:pPr>
        <w:spacing w:line="360" w:lineRule="auto"/>
        <w:ind w:right="157" w:firstLine="720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Термическое сопротивление теплопередаче дверей: 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proofErr w:type="spellStart"/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дв</w:t>
      </w:r>
      <w:proofErr w:type="spellEnd"/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= </w:t>
      </w:r>
      <w:r w:rsidR="00077F6E" w:rsidRPr="000A2079">
        <w:rPr>
          <w:rFonts w:ascii="GOST 2.304 type A" w:hAnsi="GOST 2.304 type A"/>
          <w:i/>
          <w:sz w:val="28"/>
          <w:szCs w:val="28"/>
        </w:rPr>
        <w:t>δ</w:t>
      </w:r>
      <w:r w:rsidRPr="000A2079">
        <w:rPr>
          <w:rFonts w:ascii="GOST 2.304 type A" w:hAnsi="GOST 2.304 type A"/>
          <w:i/>
          <w:sz w:val="28"/>
          <w:szCs w:val="28"/>
        </w:rPr>
        <w:t xml:space="preserve"> / </w:t>
      </w:r>
      <w:r w:rsidR="00077F6E" w:rsidRPr="000A2079">
        <w:rPr>
          <w:rFonts w:ascii="GOST 2.304 type A" w:hAnsi="GOST 2.304 type A"/>
          <w:i/>
          <w:sz w:val="28"/>
          <w:szCs w:val="28"/>
        </w:rPr>
        <w:t>λ</w:t>
      </w:r>
      <w:r w:rsidR="00B45BE4"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proofErr w:type="spellStart"/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дв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 = 0</w:t>
      </w:r>
      <w:proofErr w:type="gramStart"/>
      <w:r w:rsidRPr="000A2079">
        <w:rPr>
          <w:rFonts w:ascii="GOST 2.304 type A" w:hAnsi="GOST 2.304 type A"/>
          <w:i/>
          <w:sz w:val="28"/>
          <w:szCs w:val="28"/>
        </w:rPr>
        <w:t>,0</w:t>
      </w:r>
      <w:r w:rsidR="00127631" w:rsidRPr="000A2079">
        <w:rPr>
          <w:rFonts w:ascii="GOST 2.304 type A" w:hAnsi="GOST 2.304 type A"/>
          <w:i/>
          <w:sz w:val="28"/>
          <w:szCs w:val="28"/>
        </w:rPr>
        <w:t>4</w:t>
      </w:r>
      <w:proofErr w:type="gramEnd"/>
      <w:r w:rsidRPr="000A2079">
        <w:rPr>
          <w:rFonts w:ascii="GOST 2.304 type A" w:hAnsi="GOST 2.304 type A"/>
          <w:i/>
          <w:sz w:val="28"/>
          <w:szCs w:val="28"/>
        </w:rPr>
        <w:t xml:space="preserve">/0,041 = </w:t>
      </w:r>
      <w:r w:rsidR="0041209C" w:rsidRPr="000A2079">
        <w:rPr>
          <w:rFonts w:ascii="GOST 2.304 type A" w:hAnsi="GOST 2.304 type A"/>
          <w:i/>
          <w:sz w:val="28"/>
          <w:szCs w:val="28"/>
        </w:rPr>
        <w:t>0,</w:t>
      </w:r>
      <w:r w:rsidR="00127631" w:rsidRPr="000A2079">
        <w:rPr>
          <w:rFonts w:ascii="GOST 2.304 type A" w:hAnsi="GOST 2.304 type A"/>
          <w:i/>
          <w:sz w:val="28"/>
          <w:szCs w:val="28"/>
        </w:rPr>
        <w:t>98</w:t>
      </w:r>
      <w:r w:rsidR="0041209C"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* С°/ Вт.</w:t>
      </w:r>
    </w:p>
    <w:p w:rsidR="00CB2788" w:rsidRPr="000A2079" w:rsidRDefault="00CB2788" w:rsidP="00CB2788">
      <w:pPr>
        <w:spacing w:line="360" w:lineRule="auto"/>
        <w:ind w:right="157" w:firstLine="720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Сопротивление теплопередаче дверей: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дв</w:t>
      </w:r>
      <w:r w:rsidRPr="000A2079">
        <w:rPr>
          <w:rFonts w:ascii="GOST 2.304 type A" w:hAnsi="GOST 2.304 type A"/>
          <w:i/>
          <w:sz w:val="28"/>
          <w:szCs w:val="28"/>
        </w:rPr>
        <w:t xml:space="preserve"> = 1/</w:t>
      </w:r>
      <w:r w:rsidR="00077F6E" w:rsidRPr="000A2079">
        <w:rPr>
          <w:rFonts w:ascii="GOST 2.304 type A" w:hAnsi="GOST 2.304 type A"/>
          <w:i/>
          <w:sz w:val="28"/>
          <w:szCs w:val="28"/>
        </w:rPr>
        <w:t>α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в</w:t>
      </w:r>
      <w:r w:rsidRPr="000A2079">
        <w:rPr>
          <w:rFonts w:ascii="GOST 2.304 type A" w:hAnsi="GOST 2.304 type A"/>
          <w:i/>
          <w:sz w:val="28"/>
          <w:szCs w:val="28"/>
        </w:rPr>
        <w:t xml:space="preserve"> + </w:t>
      </w:r>
      <w:r w:rsidRPr="000A2079">
        <w:rPr>
          <w:rFonts w:ascii="GOST 2.304 type A" w:hAnsi="GOST 2.304 type A"/>
          <w:i/>
          <w:color w:val="000000"/>
          <w:sz w:val="28"/>
          <w:szCs w:val="28"/>
          <w:lang w:val="en-US"/>
        </w:rPr>
        <w:t>R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 xml:space="preserve"> </w:t>
      </w:r>
      <w:proofErr w:type="spellStart"/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дв</w:t>
      </w:r>
      <w:proofErr w:type="spellEnd"/>
      <w:r w:rsidRPr="000A2079">
        <w:rPr>
          <w:rFonts w:ascii="GOST 2.304 type A" w:hAnsi="GOST 2.304 type A"/>
          <w:i/>
          <w:sz w:val="28"/>
          <w:szCs w:val="28"/>
        </w:rPr>
        <w:t xml:space="preserve"> + 1/ </w:t>
      </w:r>
      <w:r w:rsidR="00077F6E" w:rsidRPr="000A2079">
        <w:rPr>
          <w:rFonts w:ascii="GOST 2.304 type A" w:hAnsi="GOST 2.304 type A"/>
          <w:i/>
          <w:sz w:val="28"/>
          <w:szCs w:val="28"/>
        </w:rPr>
        <w:t>α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н</w:t>
      </w:r>
      <w:r w:rsidRPr="000A2079">
        <w:rPr>
          <w:rFonts w:ascii="GOST 2.304 type A" w:hAnsi="GOST 2.304 type A"/>
          <w:i/>
          <w:sz w:val="28"/>
          <w:szCs w:val="28"/>
        </w:rPr>
        <w:t>;</w:t>
      </w:r>
    </w:p>
    <w:p w:rsidR="00CB2788" w:rsidRPr="000A2079" w:rsidRDefault="00CB2788" w:rsidP="00CB2788">
      <w:pPr>
        <w:spacing w:line="360" w:lineRule="auto"/>
        <w:ind w:right="157" w:firstLine="720"/>
        <w:jc w:val="center"/>
        <w:rPr>
          <w:rFonts w:ascii="GOST 2.304 type A" w:hAnsi="GOST 2.304 type A"/>
          <w:i/>
          <w:color w:val="000000"/>
          <w:sz w:val="28"/>
          <w:szCs w:val="28"/>
        </w:rPr>
      </w:pPr>
      <w:r w:rsidRPr="000A2079">
        <w:rPr>
          <w:rFonts w:ascii="GOST 2.304 type A" w:hAnsi="GOST 2.304 type A"/>
          <w:i/>
          <w:sz w:val="28"/>
          <w:szCs w:val="28"/>
        </w:rPr>
        <w:t>R</w:t>
      </w:r>
      <w:r w:rsidRPr="000A2079">
        <w:rPr>
          <w:rFonts w:ascii="GOST 2.304 type A" w:hAnsi="GOST 2.304 type A"/>
          <w:i/>
          <w:sz w:val="28"/>
          <w:szCs w:val="28"/>
          <w:vertAlign w:val="subscript"/>
        </w:rPr>
        <w:t>0</w:t>
      </w:r>
      <w:r w:rsidRPr="000A2079">
        <w:rPr>
          <w:rFonts w:ascii="GOST 2.304 type A" w:hAnsi="GOST 2.304 type A"/>
          <w:i/>
          <w:sz w:val="28"/>
          <w:szCs w:val="28"/>
          <w:vertAlign w:val="superscript"/>
        </w:rPr>
        <w:t>дв</w:t>
      </w:r>
      <w:r w:rsidRPr="000A2079">
        <w:rPr>
          <w:rFonts w:ascii="GOST 2.304 type A" w:hAnsi="GOST 2.304 type A"/>
          <w:i/>
          <w:sz w:val="28"/>
          <w:szCs w:val="28"/>
        </w:rPr>
        <w:t xml:space="preserve"> = 1/8,7 + </w:t>
      </w:r>
      <w:r w:rsidR="0041209C" w:rsidRPr="000A2079">
        <w:rPr>
          <w:rFonts w:ascii="GOST 2.304 type A" w:hAnsi="GOST 2.304 type A"/>
          <w:i/>
          <w:color w:val="000000"/>
          <w:sz w:val="28"/>
          <w:szCs w:val="28"/>
        </w:rPr>
        <w:t>0,</w:t>
      </w:r>
      <w:r w:rsidR="00127631" w:rsidRPr="000A2079">
        <w:rPr>
          <w:rFonts w:ascii="GOST 2.304 type A" w:hAnsi="GOST 2.304 type A"/>
          <w:i/>
          <w:color w:val="000000"/>
          <w:sz w:val="28"/>
          <w:szCs w:val="28"/>
        </w:rPr>
        <w:t>98</w:t>
      </w:r>
      <w:r w:rsidRPr="000A2079">
        <w:rPr>
          <w:rFonts w:ascii="GOST 2.304 type A" w:hAnsi="GOST 2.304 type A"/>
          <w:i/>
          <w:sz w:val="28"/>
          <w:szCs w:val="28"/>
        </w:rPr>
        <w:t xml:space="preserve"> + 1/ 23 = </w:t>
      </w:r>
      <w:r w:rsidR="00127631" w:rsidRPr="000A2079">
        <w:rPr>
          <w:rFonts w:ascii="GOST 2.304 type A" w:hAnsi="GOST 2.304 type A"/>
          <w:i/>
          <w:sz w:val="28"/>
          <w:szCs w:val="28"/>
        </w:rPr>
        <w:t>1</w:t>
      </w:r>
      <w:r w:rsidR="0041209C" w:rsidRPr="000A2079">
        <w:rPr>
          <w:rFonts w:ascii="GOST 2.304 type A" w:hAnsi="GOST 2.304 type A"/>
          <w:i/>
          <w:sz w:val="28"/>
          <w:szCs w:val="28"/>
        </w:rPr>
        <w:t>,</w:t>
      </w:r>
      <w:r w:rsidR="00127631" w:rsidRPr="000A2079">
        <w:rPr>
          <w:rFonts w:ascii="GOST 2.304 type A" w:hAnsi="GOST 2.304 type A"/>
          <w:i/>
          <w:sz w:val="28"/>
          <w:szCs w:val="28"/>
        </w:rPr>
        <w:t>13</w:t>
      </w:r>
      <w:r w:rsidRPr="000A2079">
        <w:rPr>
          <w:rFonts w:ascii="GOST 2.304 type A" w:hAnsi="GOST 2.304 type A"/>
          <w:i/>
          <w:sz w:val="28"/>
          <w:szCs w:val="28"/>
        </w:rPr>
        <w:t xml:space="preserve"> </w:t>
      </w:r>
      <w:r w:rsidRPr="000A2079">
        <w:rPr>
          <w:rFonts w:ascii="GOST 2.304 type A" w:hAnsi="GOST 2.304 type A"/>
          <w:i/>
          <w:color w:val="000000"/>
          <w:sz w:val="28"/>
          <w:szCs w:val="28"/>
        </w:rPr>
        <w:t>м</w:t>
      </w:r>
      <w:r w:rsidRPr="000A2079">
        <w:rPr>
          <w:rFonts w:ascii="GOST 2.304 type A" w:hAnsi="GOST 2.304 type A"/>
          <w:i/>
          <w:color w:val="000000"/>
          <w:sz w:val="28"/>
          <w:szCs w:val="28"/>
          <w:vertAlign w:val="superscript"/>
        </w:rPr>
        <w:t>2</w:t>
      </w:r>
      <w:proofErr w:type="gramStart"/>
      <w:r w:rsidRPr="000A2079">
        <w:rPr>
          <w:rFonts w:ascii="GOST 2.304 type A" w:hAnsi="GOST 2.304 type A"/>
          <w:i/>
          <w:color w:val="000000"/>
          <w:sz w:val="28"/>
          <w:szCs w:val="28"/>
        </w:rPr>
        <w:t>* С</w:t>
      </w:r>
      <w:proofErr w:type="gramEnd"/>
      <w:r w:rsidRPr="000A2079">
        <w:rPr>
          <w:rFonts w:ascii="GOST 2.304 type A" w:hAnsi="GOST 2.304 type A"/>
          <w:i/>
          <w:color w:val="000000"/>
          <w:sz w:val="28"/>
          <w:szCs w:val="28"/>
        </w:rPr>
        <w:t>°/ Вт</w:t>
      </w:r>
      <w:r w:rsidR="00437E1F" w:rsidRPr="000A2079">
        <w:rPr>
          <w:rFonts w:ascii="GOST 2.304 type A" w:hAnsi="GOST 2.304 type A"/>
          <w:i/>
          <w:color w:val="000000"/>
          <w:sz w:val="28"/>
          <w:szCs w:val="28"/>
        </w:rPr>
        <w:t>.</w:t>
      </w:r>
    </w:p>
    <w:p w:rsidR="00CB2788" w:rsidRPr="000A2079" w:rsidRDefault="00CB2788" w:rsidP="00CB2788">
      <w:pPr>
        <w:rPr>
          <w:rFonts w:ascii="GOST 2.304 type A" w:hAnsi="GOST 2.304 type A"/>
          <w:sz w:val="6"/>
          <w:szCs w:val="6"/>
        </w:rPr>
      </w:pPr>
      <w:r w:rsidRPr="000A2079">
        <w:rPr>
          <w:rFonts w:ascii="GOST 2.304 type A" w:hAnsi="GOST 2.304 type A"/>
        </w:rPr>
        <w:br w:type="page"/>
      </w:r>
    </w:p>
    <w:p w:rsidR="00EA38A0" w:rsidRPr="00E51638" w:rsidRDefault="004D25A0" w:rsidP="00B85CD5">
      <w:pPr>
        <w:ind w:firstLine="0"/>
        <w:jc w:val="center"/>
        <w:rPr>
          <w:rFonts w:ascii="GOST 2.304 type A" w:hAnsi="GOST 2.304 type A"/>
          <w:b/>
          <w:i/>
          <w:color w:val="000000"/>
          <w:sz w:val="28"/>
          <w:szCs w:val="28"/>
        </w:rPr>
      </w:pPr>
      <w:r w:rsidRPr="00E51638">
        <w:rPr>
          <w:rFonts w:ascii="GOST 2.304 type A" w:hAnsi="GOST 2.304 type A"/>
          <w:b/>
          <w:i/>
          <w:color w:val="000000"/>
          <w:sz w:val="28"/>
          <w:szCs w:val="28"/>
        </w:rPr>
        <w:lastRenderedPageBreak/>
        <w:t xml:space="preserve">3. </w:t>
      </w:r>
      <w:r w:rsidR="00EF2925">
        <w:rPr>
          <w:rFonts w:ascii="GOST 2.304 type A" w:hAnsi="GOST 2.304 type A"/>
          <w:b/>
          <w:i/>
          <w:color w:val="000000"/>
          <w:sz w:val="28"/>
          <w:szCs w:val="28"/>
        </w:rPr>
        <w:t xml:space="preserve">Расчет </w:t>
      </w:r>
      <w:proofErr w:type="spellStart"/>
      <w:r w:rsidR="00EF2925">
        <w:rPr>
          <w:rFonts w:ascii="GOST 2.304 type A" w:hAnsi="GOST 2.304 type A"/>
          <w:b/>
          <w:i/>
          <w:color w:val="000000"/>
          <w:sz w:val="28"/>
          <w:szCs w:val="28"/>
        </w:rPr>
        <w:t>теплопотерь</w:t>
      </w:r>
      <w:proofErr w:type="spellEnd"/>
      <w:r w:rsidRPr="00E51638">
        <w:rPr>
          <w:rFonts w:ascii="GOST 2.304 type A" w:hAnsi="GOST 2.304 type A"/>
          <w:b/>
          <w:i/>
          <w:color w:val="000000"/>
          <w:sz w:val="28"/>
          <w:szCs w:val="28"/>
        </w:rPr>
        <w:t>.</w:t>
      </w:r>
    </w:p>
    <w:p w:rsidR="0060221D" w:rsidRPr="0060221D" w:rsidRDefault="0060221D" w:rsidP="0060221D">
      <w:pPr>
        <w:tabs>
          <w:tab w:val="left" w:pos="5387"/>
          <w:tab w:val="left" w:pos="5670"/>
        </w:tabs>
        <w:rPr>
          <w:rFonts w:ascii="GOST 2.304 type A" w:hAnsi="GOST 2.304 type A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9"/>
        <w:gridCol w:w="1265"/>
        <w:gridCol w:w="567"/>
        <w:gridCol w:w="562"/>
        <w:gridCol w:w="997"/>
        <w:gridCol w:w="1060"/>
        <w:gridCol w:w="782"/>
        <w:gridCol w:w="568"/>
        <w:gridCol w:w="709"/>
        <w:gridCol w:w="1133"/>
        <w:gridCol w:w="1134"/>
        <w:gridCol w:w="993"/>
      </w:tblGrid>
      <w:tr w:rsidR="00284226" w:rsidRPr="00284226" w:rsidTr="00284226">
        <w:trPr>
          <w:trHeight w:val="390"/>
        </w:trPr>
        <w:tc>
          <w:tcPr>
            <w:tcW w:w="18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Помещение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Внутренняя температура в помещении 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t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вн</w:t>
            </w:r>
            <w:proofErr w:type="spellEnd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 °С</w:t>
            </w:r>
          </w:p>
        </w:tc>
        <w:tc>
          <w:tcPr>
            <w:tcW w:w="34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Характеристика ограждения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Расчетная разность температур, 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t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int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-t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ext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Коэффициент </w:t>
            </w:r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добавочных</w:t>
            </w:r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теплопотерь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Общие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теплопотери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Q</w:t>
            </w:r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общ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, Вт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Расход теплоты на нагрев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инфильтр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. воздуха, </w:t>
            </w:r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Вт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Полные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теплопотери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Q</w:t>
            </w:r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общ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, Вт</w:t>
            </w:r>
          </w:p>
        </w:tc>
      </w:tr>
      <w:tr w:rsidR="00284226" w:rsidRPr="00284226" w:rsidTr="00284226">
        <w:trPr>
          <w:trHeight w:val="376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Расчетная площадь, м</w:t>
            </w:r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Коэффициент теплопередачи 1/R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bscript"/>
                <w:lang w:eastAsia="ru-RU"/>
              </w:rPr>
              <w:t>0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, Вт/(м</w:t>
            </w:r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×°С)</w:t>
            </w:r>
          </w:p>
        </w:tc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 и 2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Торговый зал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48,20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1,13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872,86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31,77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684,84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24,55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306,17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3,39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40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16,80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1073,96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867,30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59,71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705,15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5,42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4027,17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1387,30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5414,47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Техни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ческое</w:t>
            </w:r>
            <w:proofErr w:type="spellEnd"/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помеще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ние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14,12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1,13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243,38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3,15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3,15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345,17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345,17</w:t>
            </w:r>
          </w:p>
        </w:tc>
      </w:tr>
    </w:tbl>
    <w:p w:rsidR="005E58EF" w:rsidRDefault="005E58EF">
      <w:r>
        <w:br w:type="page"/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9"/>
        <w:gridCol w:w="1265"/>
        <w:gridCol w:w="567"/>
        <w:gridCol w:w="562"/>
        <w:gridCol w:w="997"/>
        <w:gridCol w:w="1060"/>
        <w:gridCol w:w="782"/>
        <w:gridCol w:w="568"/>
        <w:gridCol w:w="709"/>
        <w:gridCol w:w="1133"/>
        <w:gridCol w:w="1134"/>
        <w:gridCol w:w="993"/>
      </w:tblGrid>
      <w:tr w:rsidR="00284226" w:rsidRPr="00284226" w:rsidTr="005E58EF">
        <w:trPr>
          <w:trHeight w:val="39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Техни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ческое</w:t>
            </w:r>
            <w:proofErr w:type="spellEnd"/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помеще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ние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4,43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72,96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2,61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53,54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40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2,83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31,80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160,91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160,91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Санузел для персонала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7,12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117,20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4,04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82,87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0,69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4,73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53,16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261,42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261,42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Санузел для </w:t>
            </w:r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посети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телей</w:t>
            </w:r>
            <w:proofErr w:type="spellEnd"/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(в </w:t>
            </w: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т.ч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. ММГН)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5,94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97,85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3,39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69,54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0,58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3,97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44,62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218,89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218,89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Помеще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 xml:space="preserve"> персонала АЗС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14,07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255,21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9,31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210,40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2,23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53,39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27,59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11,54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142,88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691,04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27,59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718,63</w:t>
            </w:r>
          </w:p>
        </w:tc>
      </w:tr>
    </w:tbl>
    <w:p w:rsidR="005E58EF" w:rsidRDefault="005E58EF">
      <w:r>
        <w:br w:type="page"/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9"/>
        <w:gridCol w:w="1265"/>
        <w:gridCol w:w="567"/>
        <w:gridCol w:w="562"/>
        <w:gridCol w:w="997"/>
        <w:gridCol w:w="1060"/>
        <w:gridCol w:w="782"/>
        <w:gridCol w:w="568"/>
        <w:gridCol w:w="709"/>
        <w:gridCol w:w="1133"/>
        <w:gridCol w:w="1134"/>
        <w:gridCol w:w="993"/>
      </w:tblGrid>
      <w:tr w:rsidR="00284226" w:rsidRPr="00284226" w:rsidTr="005E58EF">
        <w:trPr>
          <w:trHeight w:val="39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Служебный коридор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2,50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41,25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2,64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54,15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8,90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3,39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38,10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2,15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136,40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278,80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202,62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481,42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Электро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-</w:t>
            </w: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щитовая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н.с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12,76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1,13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219,87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пол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68,10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III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зона 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ок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пт.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3,32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37,31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9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дв</w:t>
            </w:r>
            <w:proofErr w:type="spellEnd"/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1,75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111,02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84226" w:rsidRPr="00284226" w:rsidTr="00284226">
        <w:trPr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436,30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198,43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26" w:rsidRPr="00284226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4226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634,73</w:t>
            </w:r>
          </w:p>
        </w:tc>
      </w:tr>
      <w:tr w:rsidR="00284226" w:rsidRPr="00284226" w:rsidTr="00284226">
        <w:trPr>
          <w:trHeight w:val="360"/>
        </w:trPr>
        <w:tc>
          <w:tcPr>
            <w:tcW w:w="7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4226" w:rsidRPr="005E58EF" w:rsidRDefault="00284226" w:rsidP="00284226">
            <w:pPr>
              <w:spacing w:line="240" w:lineRule="auto"/>
              <w:ind w:firstLine="0"/>
              <w:jc w:val="center"/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E58EF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Всего по помещениям</w:t>
            </w:r>
            <w:r w:rsidR="005E58EF">
              <w:rPr>
                <w:rFonts w:ascii="GOST 2.304 type A" w:eastAsia="Times New Roman" w:hAnsi="GOST 2.304 type A" w:cs="Calibri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284226" w:rsidRPr="005E58EF" w:rsidRDefault="00284226" w:rsidP="00284226">
            <w:pPr>
              <w:spacing w:line="240" w:lineRule="auto"/>
              <w:ind w:firstLine="0"/>
              <w:jc w:val="right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E58EF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6419,69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284226" w:rsidRPr="005E58EF" w:rsidRDefault="00284226" w:rsidP="00284226">
            <w:pPr>
              <w:spacing w:line="240" w:lineRule="auto"/>
              <w:ind w:firstLine="0"/>
              <w:jc w:val="left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E58EF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284226" w:rsidRPr="005E58EF" w:rsidRDefault="00284226" w:rsidP="00284226">
            <w:pPr>
              <w:spacing w:line="240" w:lineRule="auto"/>
              <w:ind w:firstLine="0"/>
              <w:jc w:val="right"/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E58EF">
              <w:rPr>
                <w:rFonts w:ascii="GOST 2.304 type A" w:eastAsia="Times New Roman" w:hAnsi="GOST 2.304 type A" w:cs="Calibri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8235,63</w:t>
            </w:r>
          </w:p>
        </w:tc>
      </w:tr>
    </w:tbl>
    <w:p w:rsidR="00803E82" w:rsidRPr="00D12062" w:rsidRDefault="00803E82" w:rsidP="00D12062">
      <w:pPr>
        <w:ind w:firstLine="0"/>
      </w:pPr>
    </w:p>
    <w:sectPr w:rsidR="00803E82" w:rsidRPr="00D12062" w:rsidSect="00DA3E14">
      <w:headerReference w:type="default" r:id="rId13"/>
      <w:footerReference w:type="default" r:id="rId14"/>
      <w:pgSz w:w="11906" w:h="16838" w:code="9"/>
      <w:pgMar w:top="454" w:right="680" w:bottom="1191" w:left="1418" w:header="0" w:footer="85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26" w:rsidRDefault="00284226" w:rsidP="00B37A9B">
      <w:pPr>
        <w:spacing w:line="240" w:lineRule="auto"/>
      </w:pPr>
      <w:r>
        <w:separator/>
      </w:r>
    </w:p>
  </w:endnote>
  <w:endnote w:type="continuationSeparator" w:id="0">
    <w:p w:rsidR="00284226" w:rsidRDefault="00284226" w:rsidP="00B37A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2.304-81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226" w:rsidRPr="00D335F4" w:rsidRDefault="004B5DFD" w:rsidP="00FE6BD6">
    <w:pPr>
      <w:pStyle w:val="-0"/>
      <w:ind w:left="3402" w:right="142"/>
      <w:rPr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3" o:spid="_x0000_s2178" type="#_x0000_t202" style="position:absolute;left:0;text-align:left;margin-left:212.65pt;margin-top:817.55pt;width:28.3pt;height:9.3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" filled="f" stroked="f">
          <v:textbox style="mso-next-textbox:#Поле 83" inset="0,0,0,0">
            <w:txbxContent>
              <w:p w:rsidR="00284226" w:rsidRPr="0060221D" w:rsidRDefault="00284226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60221D">
                  <w:rPr>
                    <w:rFonts w:ascii="GOST 2.304 type A" w:hAnsi="GOST 2.304 type A"/>
                    <w:i/>
                    <w:sz w:val="22"/>
                    <w:szCs w:val="22"/>
                  </w:rPr>
                  <w:t>Дата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1" o:spid="_x0000_s2176" type="#_x0000_t202" style="position:absolute;left:0;text-align:left;margin-left:114.25pt;margin-top:817.55pt;width:27.5pt;height:10.2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" filled="f" stroked="f">
          <v:textbox style="mso-next-textbox:#Поле 81" inset="0,0,0,0">
            <w:txbxContent>
              <w:p w:rsidR="00284226" w:rsidRPr="00D166E2" w:rsidRDefault="00284226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D166E2">
                  <w:rPr>
                    <w:rFonts w:ascii="GOST 2.304 type A" w:hAnsi="GOST 2.304 type A"/>
                    <w:i/>
                    <w:sz w:val="22"/>
                    <w:szCs w:val="22"/>
                  </w:rPr>
                  <w:t>Лист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79" o:spid="_x0000_s2174" type="#_x0000_t202" style="position:absolute;left:0;text-align:left;margin-left:56.75pt;margin-top:817.55pt;width:28.3pt;height:10.2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" filled="f" stroked="f">
          <v:textbox style="mso-next-textbox:#Поле 79" inset="0,0,0,0">
            <w:txbxContent>
              <w:p w:rsidR="00284226" w:rsidRPr="00D166E2" w:rsidRDefault="00284226" w:rsidP="00FE6BD6">
                <w:pPr>
                  <w:pStyle w:val="-0"/>
                  <w:rPr>
                    <w:rFonts w:ascii="GOST 2.304 type A" w:hAnsi="GOST 2.304 type A"/>
                    <w:i/>
                    <w:sz w:val="22"/>
                    <w:szCs w:val="22"/>
                  </w:rPr>
                </w:pPr>
                <w:r w:rsidRPr="00D166E2">
                  <w:rPr>
                    <w:rFonts w:ascii="GOST 2.304 type A" w:hAnsi="GOST 2.304 type A"/>
                    <w:i/>
                    <w:sz w:val="22"/>
                    <w:szCs w:val="22"/>
                  </w:rPr>
                  <w:t>Изм.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78" o:spid="_x0000_s2173" type="#_x0000_t202" style="position:absolute;left:0;text-align:left;margin-left:170.1pt;margin-top:817.55pt;width:42.55pt;height:9.3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" filled="f" stroked="f">
          <v:textbox style="mso-next-textbox:#Поле 78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D166E2">
                  <w:rPr>
                    <w:rFonts w:ascii="GOST 2.304 type A" w:hAnsi="GOST 2.304 type A"/>
                    <w:i/>
                    <w:sz w:val="22"/>
                    <w:szCs w:val="22"/>
                  </w:rPr>
                  <w:t>Подпись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65" o:spid="_x0000_s2160" style="position:absolute;left:0;text-align:left;z-index:251644928;visibility:visible;mso-position-horizontal-relative:page;mso-position-vertical-relative:page" from="56.75pt,785.3pt" to="575.4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" strokeweight="1.5pt">
          <w10:wrap anchorx="page" anchory="page"/>
        </v:line>
      </w:pict>
    </w:r>
    <w:r>
      <w:rPr>
        <w:noProof/>
      </w:rPr>
      <w:pict>
        <v:shape id="Поле 88" o:spid="_x0000_s2183" type="#_x0000_t202" style="position:absolute;left:0;text-align:left;margin-left:170.1pt;margin-top:6.5pt;width:306.15pt;height:37.8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" filled="f" stroked="f">
          <v:textbox style="mso-next-textbox:#Поле 88" inset="1mm,1mm,1mm,1mm">
            <w:txbxContent>
              <w:p w:rsidR="00284226" w:rsidRPr="00D166E2" w:rsidRDefault="00284226" w:rsidP="00D166E2">
                <w:pPr>
                  <w:rPr>
                    <w:rFonts w:ascii="GOST 2.304 type A" w:hAnsi="GOST 2.304 type A"/>
                    <w:b/>
                    <w:i/>
                    <w:color w:val="000000"/>
                    <w:sz w:val="28"/>
                    <w:szCs w:val="28"/>
                  </w:rPr>
                </w:pPr>
                <w:r>
                  <w:rPr>
                    <w:rFonts w:ascii="GOST 2.304 type A" w:hAnsi="GOST 2.304 type A"/>
                    <w:b/>
                    <w:i/>
                    <w:color w:val="000000"/>
                    <w:sz w:val="28"/>
                    <w:szCs w:val="28"/>
                  </w:rPr>
                  <w:t xml:space="preserve">                 </w:t>
                </w:r>
                <w:r>
                  <w:rPr>
                    <w:rFonts w:ascii="GOST 2.304 type A" w:hAnsi="GOST 2.304 type A"/>
                    <w:b/>
                    <w:i/>
                    <w:color w:val="000000"/>
                    <w:sz w:val="28"/>
                    <w:szCs w:val="28"/>
                    <w:lang w:val="en-US"/>
                  </w:rPr>
                  <w:t>Sm100</w:t>
                </w:r>
                <w:r w:rsidRPr="00D166E2">
                  <w:rPr>
                    <w:rFonts w:ascii="GOST 2.304 type A" w:hAnsi="GOST 2.304 type A"/>
                    <w:b/>
                    <w:i/>
                    <w:color w:val="000000"/>
                    <w:sz w:val="28"/>
                    <w:szCs w:val="28"/>
                  </w:rPr>
                  <w:t>- ОВ</w:t>
                </w:r>
              </w:p>
            </w:txbxContent>
          </v:textbox>
        </v:shape>
      </w:pict>
    </w:r>
    <w:r>
      <w:rPr>
        <w:noProof/>
      </w:rPr>
      <w:pict>
        <v:shape id="Поле 87" o:spid="_x0000_s2182" type="#_x0000_t202" style="position:absolute;left:0;text-align:left;margin-left:22.7pt;margin-top:756.95pt;width:14.15pt;height:70.8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" filled="f" stroked="f">
          <v:textbox style="layout-flow:vertical;mso-layout-flow-alt:bottom-to-top;mso-next-textbox:#Поле 87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Инв. № подл.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6" o:spid="_x0000_s2181" type="#_x0000_t202" style="position:absolute;left:0;text-align:left;margin-left:22.7pt;margin-top:586.85pt;width:14.15pt;height:71.6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" filled="f" stroked="f">
          <v:textbox style="layout-flow:vertical;mso-layout-flow-alt:bottom-to-top;mso-next-textbox:#Поле 86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spellStart"/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Взам</w:t>
                </w:r>
                <w:proofErr w:type="spellEnd"/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. инв. №</w:t>
                </w: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5" o:spid="_x0000_s2180" type="#_x0000_t202" style="position:absolute;left:0;text-align:left;margin-left:22.7pt;margin-top:657.7pt;width:14.15pt;height:99.25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" filled="f" stroked="f">
          <v:textbox style="layout-flow:vertical;mso-layout-flow-alt:bottom-to-top;mso-next-textbox:#Поле 85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Под</w:t>
                </w:r>
                <w:r w:rsidRPr="005F6AA4">
                  <w:rPr>
                    <w:rFonts w:ascii="GOST 2.304-81" w:hAnsi="GOST 2.304-81"/>
                    <w:i/>
                    <w:sz w:val="22"/>
                    <w:szCs w:val="22"/>
                    <w:lang w:val="en-US"/>
                  </w:rPr>
                  <w:t>п</w:t>
                </w:r>
                <w:proofErr w:type="spellStart"/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ись</w:t>
                </w:r>
                <w:proofErr w:type="spellEnd"/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 xml:space="preserve"> и дата</w:t>
                </w: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  <w:p w:rsidR="00284226" w:rsidRPr="005D3DA8" w:rsidRDefault="00284226" w:rsidP="00FE6BD6">
                <w:pPr>
                  <w:pStyle w:val="-0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4" o:spid="_x0000_s2179" type="#_x0000_t202" style="position:absolute;left:0;text-align:left;margin-left:547.15pt;margin-top:789pt;width:28.3pt;height:16.1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" filled="f" stroked="f">
          <v:textbox style="mso-next-textbox:#Поле 84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Лист</w:t>
                </w: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2" o:spid="_x0000_s2177" type="#_x0000_t202" style="position:absolute;left:0;text-align:left;margin-left:141.75pt;margin-top:813.65pt;width:28.35pt;height:14.1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" filled="f" stroked="f">
          <v:textbox style="mso-next-textbox:#Поле 82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gramStart"/>
                <w:r w:rsidRPr="00D166E2">
                  <w:rPr>
                    <w:rFonts w:ascii="GOST 2.304 type A" w:hAnsi="GOST 2.304 type A"/>
                    <w:i/>
                    <w:sz w:val="22"/>
                    <w:szCs w:val="22"/>
                    <w:lang w:val="en-US"/>
                  </w:rPr>
                  <w:t>N</w:t>
                </w:r>
                <w:r w:rsidRPr="00D166E2">
                  <w:rPr>
                    <w:rFonts w:ascii="GOST 2.304 type A" w:hAnsi="GOST 2.304 type A"/>
                    <w:i/>
                    <w:sz w:val="22"/>
                    <w:szCs w:val="22"/>
                  </w:rPr>
                  <w:t>док</w:t>
                </w: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.</w:t>
                </w:r>
                <w:proofErr w:type="gramEnd"/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Поле 80" o:spid="_x0000_s2175" type="#_x0000_t202" style="position:absolute;left:0;text-align:left;margin-left:85.05pt;margin-top:813.65pt;width:28.35pt;height:14.1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" filled="f" stroked="f">
          <v:textbox style="mso-next-textbox:#Поле 80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proofErr w:type="spellStart"/>
                <w:r w:rsidRPr="00D166E2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Кол</w:t>
                </w:r>
                <w:proofErr w:type="gramStart"/>
                <w:r w:rsidRPr="00D166E2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.у</w:t>
                </w:r>
                <w:proofErr w:type="gramEnd"/>
                <w:r w:rsidRPr="00D166E2">
                  <w:rPr>
                    <w:rFonts w:ascii="GOST 2.304 type A" w:hAnsi="GOST 2.304 type A"/>
                    <w:i/>
                    <w:spacing w:val="-20"/>
                    <w:sz w:val="22"/>
                    <w:szCs w:val="22"/>
                  </w:rPr>
                  <w:t>ч</w:t>
                </w:r>
                <w:proofErr w:type="spellEnd"/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t>.</w:t>
                </w: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  <w:sz w:val="22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77" o:spid="_x0000_s2172" style="position:absolute;left:0;text-align:left;z-index:251637760;visibility:visible;mso-position-horizontal-relative:page;mso-position-vertical-relative:page" from="56.75pt,827.8pt" to="575.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" strokeweight="1.5pt">
          <w10:wrap anchorx="page" anchory="page"/>
        </v:line>
      </w:pict>
    </w:r>
    <w:r>
      <w:rPr>
        <w:noProof/>
      </w:rPr>
      <w:pict>
        <v:shape id="Поле 76" o:spid="_x0000_s2171" type="#_x0000_t202" style="position:absolute;left:0;text-align:left;margin-left:550.3pt;margin-top:809.4pt;width:21.1pt;height:12.2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" filled="f" stroked="f">
          <v:textbox style="mso-next-textbox:#Поле 76" inset="0,0,0,0">
            <w:txbxContent>
              <w:p w:rsidR="00284226" w:rsidRPr="005F6AA4" w:rsidRDefault="00284226" w:rsidP="00FE6BD6">
                <w:pPr>
                  <w:pStyle w:val="-0"/>
                  <w:rPr>
                    <w:rFonts w:ascii="GOST 2.304-81" w:hAnsi="GOST 2.304-81"/>
                    <w:i/>
                    <w:sz w:val="22"/>
                    <w:szCs w:val="22"/>
                  </w:rPr>
                </w:pP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begin"/>
                </w: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instrText xml:space="preserve"> PAGE </w:instrText>
                </w: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separate"/>
                </w:r>
                <w:r w:rsidR="004B5DFD">
                  <w:rPr>
                    <w:rFonts w:ascii="GOST 2.304-81" w:hAnsi="GOST 2.304-81"/>
                    <w:i/>
                    <w:noProof/>
                    <w:sz w:val="22"/>
                    <w:szCs w:val="22"/>
                  </w:rPr>
                  <w:t>3</w:t>
                </w:r>
                <w:r w:rsidRPr="005F6AA4">
                  <w:rPr>
                    <w:rFonts w:ascii="GOST 2.304-81" w:hAnsi="GOST 2.304-81"/>
                    <w:i/>
                    <w:sz w:val="22"/>
                    <w:szCs w:val="22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jc w:val="center"/>
                  <w:rPr>
                    <w:rFonts w:cs="Calibri"/>
                  </w:rPr>
                </w:pPr>
                <w:r w:rsidRPr="00D335F4">
                  <w:rPr>
                    <w:rFonts w:cs="Calibri"/>
                  </w:rPr>
                  <w:fldChar w:fldCharType="begin"/>
                </w:r>
                <w:r w:rsidRPr="00D335F4">
                  <w:rPr>
                    <w:rFonts w:cs="Calibri"/>
                  </w:rPr>
                  <w:instrText xml:space="preserve"> PAGE </w:instrText>
                </w:r>
                <w:r w:rsidRPr="00D335F4">
                  <w:rPr>
                    <w:rFonts w:cs="Calibri"/>
                  </w:rPr>
                  <w:fldChar w:fldCharType="separate"/>
                </w:r>
                <w:r w:rsidR="004B5DFD">
                  <w:rPr>
                    <w:rFonts w:cs="Calibri"/>
                    <w:noProof/>
                  </w:rPr>
                  <w:t>3</w:t>
                </w:r>
                <w:r w:rsidRPr="00D335F4">
                  <w:rPr>
                    <w:rFonts w:cs="Calibri"/>
                  </w:rPr>
                  <w:fldChar w:fldCharType="end"/>
                </w: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  <w:p w:rsidR="00284226" w:rsidRPr="00D335F4" w:rsidRDefault="00284226" w:rsidP="00FE6BD6">
                <w:pPr>
                  <w:rPr>
                    <w:rFonts w:cs="Calibri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Прямая соединительная линия 75" o:spid="_x0000_s2170" style="position:absolute;left:0;text-align:left;z-index:251655168;visibility:visible;mso-position-horizontal-relative:page;mso-position-vertical-relative:page" from="212.65pt,785.3pt" to="212.6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74" o:spid="_x0000_s2169" style="position:absolute;left:0;text-align:left;z-index:251654144;visibility:visible;mso-position-horizontal-relative:page;mso-position-vertical-relative:page" from="170.1pt,785.3pt" to="170.1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73" o:spid="_x0000_s2168" style="position:absolute;left:0;text-align:left;z-index:251653120;visibility:visible;mso-position-horizontal-relative:page;mso-position-vertical-relative:page" from="141.75pt,785.3pt" to="141.7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72" o:spid="_x0000_s2167" style="position:absolute;left:0;text-align:left;z-index:251652096;visibility:visible;mso-position-horizontal-relative:page;mso-position-vertical-relative:page" from="113.4pt,785.3pt" to="113.4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71" o:spid="_x0000_s2166" style="position:absolute;left:0;text-align:left;z-index:251651072;visibility:visible;mso-position-horizontal-relative:page;mso-position-vertical-relative:page" from="85.05pt,785.3pt" to="85.0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70" o:spid="_x0000_s2165" style="position:absolute;left:0;text-align:left;z-index:251650048;visibility:visible;mso-position-horizontal-relative:page;mso-position-vertical-relative:page" from="547.15pt,805.15pt" to="575.5pt,8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69" o:spid="_x0000_s2164" style="position:absolute;left:0;text-align:left;z-index:251649024;visibility:visible;mso-position-horizontal-relative:page;mso-position-vertical-relative:page" from="547.15pt,785.3pt" to="547.1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68" o:spid="_x0000_s2163" style="position:absolute;left:0;text-align:left;z-index:251648000;visibility:visible;mso-position-horizontal-relative:page;mso-position-vertical-relative:page" from="241pt,785.3pt" to="241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67" o:spid="_x0000_s2162" style="position:absolute;left:0;text-align:left;z-index:251646976;visibility:visible;mso-position-horizontal-relative:page;mso-position-vertical-relative:page" from="56.7pt,813.65pt" to="240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p44UAIAAFsEAAAOAAAAZHJzL2Uyb0RvYy54bWysVM1uEzEQviPxDtbe091N0r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" strokeweight="1.5pt">
          <w10:wrap anchorx="page" anchory="page"/>
        </v:line>
      </w:pict>
    </w:r>
    <w:r>
      <w:rPr>
        <w:noProof/>
      </w:rPr>
      <w:pict>
        <v:line id="Прямая соединительная линия 66" o:spid="_x0000_s2161" style="position:absolute;left:0;text-align:left;z-index:251645952;visibility:visible;mso-position-horizontal-relative:page;mso-position-vertical-relative:page" from="56.7pt,799.45pt" to="240.9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">
          <w10:wrap anchorx="page" anchory="page"/>
        </v:line>
      </w:pict>
    </w:r>
    <w:r>
      <w:rPr>
        <w:noProof/>
      </w:rPr>
      <w:pict>
        <v:line id="Прямая соединительная линия 64" o:spid="_x0000_s2159" style="position:absolute;left:0;text-align:left;z-index:251643904;visibility:visible;mso-position-horizontal-relative:page;mso-position-vertical-relative:page" from="22.7pt,657.7pt" to="56.7pt,6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gcTgIAAFoEAAAOAAAAZHJzL2Uyb0RvYy54bWysVM1uEzEQviPxDtbe091NtyF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63" o:spid="_x0000_s2158" style="position:absolute;left:0;text-align:left;z-index:251642880;visibility:visible;mso-position-horizontal-relative:page;mso-position-vertical-relative:page" from="22.7pt,756.95pt" to="56.7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62" o:spid="_x0000_s2157" style="position:absolute;left:0;text-align:left;z-index:251639808;visibility:visible;mso-position-horizontal-relative:page;mso-position-vertical-relative:page" from="36.85pt,586.85pt" to="36.8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">
          <w10:wrap anchorx="page" anchory="page"/>
        </v:line>
      </w:pict>
    </w:r>
    <w:r>
      <w:rPr>
        <w:noProof/>
      </w:rPr>
      <w:pict>
        <v:line id="Прямая соединительная линия 61" o:spid="_x0000_s2156" style="position:absolute;left:0;text-align:left;z-index:251638784;visibility:visible;mso-position-horizontal-relative:page;mso-position-vertical-relative:page" from="22.7pt,586.85pt" to="22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" strokeweight="1.5pt">
          <w10:wrap anchorx="page" anchory="page"/>
        </v:line>
      </w:pict>
    </w:r>
    <w:r w:rsidR="00284226">
      <w:rPr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26" w:rsidRDefault="00284226" w:rsidP="00B37A9B">
      <w:pPr>
        <w:spacing w:line="240" w:lineRule="auto"/>
      </w:pPr>
      <w:r>
        <w:separator/>
      </w:r>
    </w:p>
  </w:footnote>
  <w:footnote w:type="continuationSeparator" w:id="0">
    <w:p w:rsidR="00284226" w:rsidRDefault="00284226" w:rsidP="00B37A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226" w:rsidRDefault="004B5DFD">
    <w:r>
      <w:rPr>
        <w:noProof/>
      </w:rPr>
      <w:pict>
        <v:line id="Прямая соединительная линия 93" o:spid="_x0000_s2188" style="position:absolute;left:0;text-align:left;z-index:251641856;visibility:visible;mso-position-horizontal-relative:page;mso-position-vertical-relative:page" from="22.7pt,827.8pt" to="56.7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" strokeweight="1.5pt">
          <w10:wrap anchorx="page" anchory="page"/>
        </v:line>
      </w:pict>
    </w:r>
    <w:r>
      <w:rPr>
        <w:noProof/>
      </w:rPr>
      <w:pict>
        <v:line id="Прямая соединительная линия 92" o:spid="_x0000_s2187" style="position:absolute;left:0;text-align:left;z-index:251640832;visibility:visible;mso-position-horizontal-relative:page;mso-position-vertical-relative:page" from="22.7pt,586.85pt" to="56.7pt,5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" strokeweight="1.5pt">
          <w10:wrap anchorx="page" anchory="page"/>
        </v:line>
      </w:pict>
    </w:r>
    <w:r>
      <w:rPr>
        <w:noProof/>
      </w:rPr>
      <w:pict>
        <v:line id="Прямая соединительная линия 91" o:spid="_x0000_s2186" style="position:absolute;left:0;text-align:left;z-index:251636736;visibility:visible;mso-position-horizontal-relative:page;mso-position-vertical-relative:page" from="56.7pt,14.2pt" to="56.7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" strokeweight="1.5pt">
          <w10:wrap anchorx="page" anchory="page"/>
        </v:line>
      </w:pict>
    </w:r>
    <w:r>
      <w:rPr>
        <w:noProof/>
      </w:rPr>
      <w:pict>
        <v:shape id="Полилиния 90" o:spid="_x0000_s2185" style="position:absolute;left:0;text-align:left;margin-left:56.7pt;margin-top:14.1pt;width:518.75pt;height:.1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8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" path="m,2l10488,e" filled="f" strokeweight="2pt">
          <v:path arrowok="t" o:connecttype="custom" o:connectlocs="0,1270;6588125,0" o:connectangles="0,0"/>
          <w10:wrap anchorx="page" anchory="page"/>
        </v:shape>
      </w:pict>
    </w:r>
    <w:r>
      <w:rPr>
        <w:noProof/>
      </w:rPr>
      <w:pict>
        <v:line id="Прямая соединительная линия 89" o:spid="_x0000_s2184" style="position:absolute;left:0;text-align:left;z-index:251635712;visibility:visible;mso-position-horizontal-relative:page;mso-position-vertical-relative:page" from="575.5pt,14.2pt" to="575.5pt,8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" strokeweight="1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F0"/>
    <w:multiLevelType w:val="hybridMultilevel"/>
    <w:tmpl w:val="39249FA8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1">
    <w:nsid w:val="104D7B43"/>
    <w:multiLevelType w:val="hybridMultilevel"/>
    <w:tmpl w:val="155A97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161C9B"/>
    <w:multiLevelType w:val="hybridMultilevel"/>
    <w:tmpl w:val="2EB069E2"/>
    <w:lvl w:ilvl="0" w:tplc="CBD8969A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C6E51BA"/>
    <w:multiLevelType w:val="hybridMultilevel"/>
    <w:tmpl w:val="23C499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426604"/>
    <w:multiLevelType w:val="hybridMultilevel"/>
    <w:tmpl w:val="07DAA1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CD5D51"/>
    <w:multiLevelType w:val="hybridMultilevel"/>
    <w:tmpl w:val="914487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DB3BB7"/>
    <w:multiLevelType w:val="hybridMultilevel"/>
    <w:tmpl w:val="5442BD7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D1B2987"/>
    <w:multiLevelType w:val="hybridMultilevel"/>
    <w:tmpl w:val="BC883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F12E5E"/>
    <w:multiLevelType w:val="hybridMultilevel"/>
    <w:tmpl w:val="9514CCAC"/>
    <w:lvl w:ilvl="0" w:tplc="6DE2E19A">
      <w:start w:val="6"/>
      <w:numFmt w:val="decimal"/>
      <w:lvlText w:val="%1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3D5D5011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08744F7"/>
    <w:multiLevelType w:val="hybridMultilevel"/>
    <w:tmpl w:val="EA988910"/>
    <w:lvl w:ilvl="0" w:tplc="71788BF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11C1BF7"/>
    <w:multiLevelType w:val="multilevel"/>
    <w:tmpl w:val="6430EEB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Calibri" w:hAnsi="Calibri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Calibri" w:hAnsi="Calibri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1A33E31"/>
    <w:multiLevelType w:val="hybridMultilevel"/>
    <w:tmpl w:val="5EFEA2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240643F"/>
    <w:multiLevelType w:val="hybridMultilevel"/>
    <w:tmpl w:val="1E90C5BA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>
    <w:nsid w:val="4CA759F3"/>
    <w:multiLevelType w:val="hybridMultilevel"/>
    <w:tmpl w:val="0140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44819"/>
    <w:multiLevelType w:val="hybridMultilevel"/>
    <w:tmpl w:val="55C60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77A9F"/>
    <w:multiLevelType w:val="hybridMultilevel"/>
    <w:tmpl w:val="F88E0D6A"/>
    <w:lvl w:ilvl="0" w:tplc="74D21E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E223BF8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4F250116"/>
    <w:multiLevelType w:val="hybridMultilevel"/>
    <w:tmpl w:val="B61AA4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95962A5"/>
    <w:multiLevelType w:val="hybridMultilevel"/>
    <w:tmpl w:val="55120E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2007724"/>
    <w:multiLevelType w:val="hybridMultilevel"/>
    <w:tmpl w:val="0EA8AC90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1">
    <w:nsid w:val="624B1EC5"/>
    <w:multiLevelType w:val="multilevel"/>
    <w:tmpl w:val="B516B3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2">
    <w:nsid w:val="62621F0F"/>
    <w:multiLevelType w:val="hybridMultilevel"/>
    <w:tmpl w:val="7D443C5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>
    <w:nsid w:val="643053CD"/>
    <w:multiLevelType w:val="multilevel"/>
    <w:tmpl w:val="B516B3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>
    <w:nsid w:val="68D75021"/>
    <w:multiLevelType w:val="hybridMultilevel"/>
    <w:tmpl w:val="9E98DE08"/>
    <w:lvl w:ilvl="0" w:tplc="256629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6D598E"/>
    <w:multiLevelType w:val="hybridMultilevel"/>
    <w:tmpl w:val="DA52F7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736128C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7BA9458A"/>
    <w:multiLevelType w:val="hybridMultilevel"/>
    <w:tmpl w:val="02B06BB4"/>
    <w:lvl w:ilvl="0" w:tplc="041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8">
    <w:nsid w:val="7C3678D0"/>
    <w:multiLevelType w:val="multilevel"/>
    <w:tmpl w:val="6C5469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4"/>
  </w:num>
  <w:num w:numId="5">
    <w:abstractNumId w:val="28"/>
  </w:num>
  <w:num w:numId="6">
    <w:abstractNumId w:val="16"/>
  </w:num>
  <w:num w:numId="7">
    <w:abstractNumId w:val="26"/>
  </w:num>
  <w:num w:numId="8">
    <w:abstractNumId w:val="3"/>
  </w:num>
  <w:num w:numId="9">
    <w:abstractNumId w:val="21"/>
  </w:num>
  <w:num w:numId="10">
    <w:abstractNumId w:val="12"/>
  </w:num>
  <w:num w:numId="11">
    <w:abstractNumId w:val="0"/>
  </w:num>
  <w:num w:numId="12">
    <w:abstractNumId w:val="2"/>
  </w:num>
  <w:num w:numId="13">
    <w:abstractNumId w:val="10"/>
  </w:num>
  <w:num w:numId="14">
    <w:abstractNumId w:val="23"/>
  </w:num>
  <w:num w:numId="15">
    <w:abstractNumId w:val="8"/>
  </w:num>
  <w:num w:numId="16">
    <w:abstractNumId w:val="15"/>
  </w:num>
  <w:num w:numId="17">
    <w:abstractNumId w:val="22"/>
  </w:num>
  <w:num w:numId="18">
    <w:abstractNumId w:val="25"/>
  </w:num>
  <w:num w:numId="19">
    <w:abstractNumId w:val="13"/>
  </w:num>
  <w:num w:numId="20">
    <w:abstractNumId w:val="17"/>
  </w:num>
  <w:num w:numId="21">
    <w:abstractNumId w:val="9"/>
  </w:num>
  <w:num w:numId="22">
    <w:abstractNumId w:val="5"/>
  </w:num>
  <w:num w:numId="23">
    <w:abstractNumId w:val="18"/>
  </w:num>
  <w:num w:numId="24">
    <w:abstractNumId w:val="19"/>
  </w:num>
  <w:num w:numId="25">
    <w:abstractNumId w:val="6"/>
  </w:num>
  <w:num w:numId="26">
    <w:abstractNumId w:val="1"/>
  </w:num>
  <w:num w:numId="27">
    <w:abstractNumId w:val="27"/>
  </w:num>
  <w:num w:numId="28">
    <w:abstractNumId w:val="14"/>
  </w:num>
  <w:num w:numId="2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21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A5C"/>
    <w:rsid w:val="00007276"/>
    <w:rsid w:val="0002265F"/>
    <w:rsid w:val="00027C5D"/>
    <w:rsid w:val="00037A1B"/>
    <w:rsid w:val="00053C17"/>
    <w:rsid w:val="00055531"/>
    <w:rsid w:val="000672A7"/>
    <w:rsid w:val="00070277"/>
    <w:rsid w:val="0007069E"/>
    <w:rsid w:val="00074319"/>
    <w:rsid w:val="00077F6E"/>
    <w:rsid w:val="00081C61"/>
    <w:rsid w:val="0008788D"/>
    <w:rsid w:val="00087C61"/>
    <w:rsid w:val="000949A4"/>
    <w:rsid w:val="000A2079"/>
    <w:rsid w:val="000A6E70"/>
    <w:rsid w:val="000B0CEF"/>
    <w:rsid w:val="000B2F43"/>
    <w:rsid w:val="000B4106"/>
    <w:rsid w:val="000B4C8E"/>
    <w:rsid w:val="000B5416"/>
    <w:rsid w:val="000B7CD0"/>
    <w:rsid w:val="000C3BAC"/>
    <w:rsid w:val="000C409F"/>
    <w:rsid w:val="000C78C9"/>
    <w:rsid w:val="000C79BD"/>
    <w:rsid w:val="000D494C"/>
    <w:rsid w:val="000D612D"/>
    <w:rsid w:val="000E063B"/>
    <w:rsid w:val="000E3B6C"/>
    <w:rsid w:val="000E754F"/>
    <w:rsid w:val="000F3A61"/>
    <w:rsid w:val="0010687B"/>
    <w:rsid w:val="001107E0"/>
    <w:rsid w:val="00112EEA"/>
    <w:rsid w:val="00113FC0"/>
    <w:rsid w:val="00126806"/>
    <w:rsid w:val="001269D5"/>
    <w:rsid w:val="00127631"/>
    <w:rsid w:val="00137E5E"/>
    <w:rsid w:val="001423AB"/>
    <w:rsid w:val="00143732"/>
    <w:rsid w:val="00145703"/>
    <w:rsid w:val="00145AD3"/>
    <w:rsid w:val="0015169B"/>
    <w:rsid w:val="00153907"/>
    <w:rsid w:val="0017129D"/>
    <w:rsid w:val="00171F30"/>
    <w:rsid w:val="0017493A"/>
    <w:rsid w:val="0018255E"/>
    <w:rsid w:val="0018272F"/>
    <w:rsid w:val="00192D80"/>
    <w:rsid w:val="00192E58"/>
    <w:rsid w:val="00197738"/>
    <w:rsid w:val="001A28C3"/>
    <w:rsid w:val="001A44A4"/>
    <w:rsid w:val="001B27AA"/>
    <w:rsid w:val="001B32F9"/>
    <w:rsid w:val="001B3548"/>
    <w:rsid w:val="001B5D07"/>
    <w:rsid w:val="001B6A7C"/>
    <w:rsid w:val="001C45C5"/>
    <w:rsid w:val="001C73BB"/>
    <w:rsid w:val="001D146E"/>
    <w:rsid w:val="001D238D"/>
    <w:rsid w:val="001D6C12"/>
    <w:rsid w:val="001E1AA3"/>
    <w:rsid w:val="001E2AF6"/>
    <w:rsid w:val="001E5C73"/>
    <w:rsid w:val="001E73F0"/>
    <w:rsid w:val="001E7B97"/>
    <w:rsid w:val="001F1F7E"/>
    <w:rsid w:val="00207CAB"/>
    <w:rsid w:val="002149BA"/>
    <w:rsid w:val="00221AC3"/>
    <w:rsid w:val="002367FB"/>
    <w:rsid w:val="002405C1"/>
    <w:rsid w:val="00241A36"/>
    <w:rsid w:val="0024456D"/>
    <w:rsid w:val="002448B9"/>
    <w:rsid w:val="002536F3"/>
    <w:rsid w:val="00254054"/>
    <w:rsid w:val="00264E5B"/>
    <w:rsid w:val="00266E44"/>
    <w:rsid w:val="00271D94"/>
    <w:rsid w:val="00284226"/>
    <w:rsid w:val="002875B9"/>
    <w:rsid w:val="00290628"/>
    <w:rsid w:val="00291651"/>
    <w:rsid w:val="00291980"/>
    <w:rsid w:val="00295862"/>
    <w:rsid w:val="002A3047"/>
    <w:rsid w:val="002A4E25"/>
    <w:rsid w:val="002A6914"/>
    <w:rsid w:val="002B254E"/>
    <w:rsid w:val="002B474A"/>
    <w:rsid w:val="002B6848"/>
    <w:rsid w:val="002C55FF"/>
    <w:rsid w:val="002C6754"/>
    <w:rsid w:val="002D3E32"/>
    <w:rsid w:val="002D4A6C"/>
    <w:rsid w:val="002E4701"/>
    <w:rsid w:val="002E65F6"/>
    <w:rsid w:val="002F3B86"/>
    <w:rsid w:val="00304CB9"/>
    <w:rsid w:val="00305BE9"/>
    <w:rsid w:val="00307A8D"/>
    <w:rsid w:val="00313BAE"/>
    <w:rsid w:val="00313D08"/>
    <w:rsid w:val="00317012"/>
    <w:rsid w:val="0032254D"/>
    <w:rsid w:val="003326A4"/>
    <w:rsid w:val="00336B84"/>
    <w:rsid w:val="00340F2A"/>
    <w:rsid w:val="00346E3E"/>
    <w:rsid w:val="00347700"/>
    <w:rsid w:val="00353501"/>
    <w:rsid w:val="00353678"/>
    <w:rsid w:val="00353DE5"/>
    <w:rsid w:val="003566B8"/>
    <w:rsid w:val="00356AD6"/>
    <w:rsid w:val="0036338C"/>
    <w:rsid w:val="00370401"/>
    <w:rsid w:val="00370A83"/>
    <w:rsid w:val="00376102"/>
    <w:rsid w:val="00386BE0"/>
    <w:rsid w:val="00387877"/>
    <w:rsid w:val="00397068"/>
    <w:rsid w:val="003A310B"/>
    <w:rsid w:val="003B3731"/>
    <w:rsid w:val="003B6F4F"/>
    <w:rsid w:val="003C3233"/>
    <w:rsid w:val="003C585A"/>
    <w:rsid w:val="003C6764"/>
    <w:rsid w:val="003D59A7"/>
    <w:rsid w:val="003E03C8"/>
    <w:rsid w:val="003E67CC"/>
    <w:rsid w:val="003E6ED2"/>
    <w:rsid w:val="003E720C"/>
    <w:rsid w:val="0041209C"/>
    <w:rsid w:val="00413F37"/>
    <w:rsid w:val="00422520"/>
    <w:rsid w:val="004226FA"/>
    <w:rsid w:val="00424A33"/>
    <w:rsid w:val="00427EF2"/>
    <w:rsid w:val="004333B4"/>
    <w:rsid w:val="004354C6"/>
    <w:rsid w:val="00437E1F"/>
    <w:rsid w:val="00441450"/>
    <w:rsid w:val="00443BC8"/>
    <w:rsid w:val="0045350D"/>
    <w:rsid w:val="00456AB5"/>
    <w:rsid w:val="00457B65"/>
    <w:rsid w:val="004617C5"/>
    <w:rsid w:val="00474A9F"/>
    <w:rsid w:val="004836FB"/>
    <w:rsid w:val="00491DB8"/>
    <w:rsid w:val="004925BE"/>
    <w:rsid w:val="00494B28"/>
    <w:rsid w:val="004951BC"/>
    <w:rsid w:val="004953D1"/>
    <w:rsid w:val="00495EAB"/>
    <w:rsid w:val="004968EB"/>
    <w:rsid w:val="004A0C90"/>
    <w:rsid w:val="004A3B6B"/>
    <w:rsid w:val="004B5DFD"/>
    <w:rsid w:val="004B6925"/>
    <w:rsid w:val="004C552D"/>
    <w:rsid w:val="004D1AF3"/>
    <w:rsid w:val="004D25A0"/>
    <w:rsid w:val="004D295A"/>
    <w:rsid w:val="004D3CE8"/>
    <w:rsid w:val="004D7A3C"/>
    <w:rsid w:val="004E6BFB"/>
    <w:rsid w:val="004F06A7"/>
    <w:rsid w:val="004F178A"/>
    <w:rsid w:val="004F1A86"/>
    <w:rsid w:val="004F3508"/>
    <w:rsid w:val="004F57A4"/>
    <w:rsid w:val="005049EA"/>
    <w:rsid w:val="0051254A"/>
    <w:rsid w:val="00520587"/>
    <w:rsid w:val="00521EDB"/>
    <w:rsid w:val="00524882"/>
    <w:rsid w:val="005278D2"/>
    <w:rsid w:val="00531648"/>
    <w:rsid w:val="00536D91"/>
    <w:rsid w:val="00543C91"/>
    <w:rsid w:val="00554B12"/>
    <w:rsid w:val="0055667F"/>
    <w:rsid w:val="005672DD"/>
    <w:rsid w:val="005715D8"/>
    <w:rsid w:val="005774A7"/>
    <w:rsid w:val="00577712"/>
    <w:rsid w:val="00585D16"/>
    <w:rsid w:val="005911B8"/>
    <w:rsid w:val="005919A5"/>
    <w:rsid w:val="005921F0"/>
    <w:rsid w:val="005938F1"/>
    <w:rsid w:val="005A0636"/>
    <w:rsid w:val="005A0B90"/>
    <w:rsid w:val="005A30AE"/>
    <w:rsid w:val="005A77B2"/>
    <w:rsid w:val="005B0B60"/>
    <w:rsid w:val="005B3F7E"/>
    <w:rsid w:val="005B48DD"/>
    <w:rsid w:val="005C5FDE"/>
    <w:rsid w:val="005D0B79"/>
    <w:rsid w:val="005D39FD"/>
    <w:rsid w:val="005D4D3F"/>
    <w:rsid w:val="005D6B2C"/>
    <w:rsid w:val="005E27C4"/>
    <w:rsid w:val="005E4A66"/>
    <w:rsid w:val="005E58EF"/>
    <w:rsid w:val="005F2B28"/>
    <w:rsid w:val="005F414D"/>
    <w:rsid w:val="005F4CD8"/>
    <w:rsid w:val="005F5156"/>
    <w:rsid w:val="005F6AA4"/>
    <w:rsid w:val="005F7B95"/>
    <w:rsid w:val="00601A22"/>
    <w:rsid w:val="0060221D"/>
    <w:rsid w:val="00602F79"/>
    <w:rsid w:val="006063D7"/>
    <w:rsid w:val="0061398D"/>
    <w:rsid w:val="00616F8A"/>
    <w:rsid w:val="006240B0"/>
    <w:rsid w:val="00627B06"/>
    <w:rsid w:val="006400D3"/>
    <w:rsid w:val="006518ED"/>
    <w:rsid w:val="00653454"/>
    <w:rsid w:val="00664BF8"/>
    <w:rsid w:val="00675AC7"/>
    <w:rsid w:val="006765FD"/>
    <w:rsid w:val="006774AA"/>
    <w:rsid w:val="00680A61"/>
    <w:rsid w:val="00697690"/>
    <w:rsid w:val="006A0A8A"/>
    <w:rsid w:val="006A3001"/>
    <w:rsid w:val="006A45A9"/>
    <w:rsid w:val="006A468D"/>
    <w:rsid w:val="006A6915"/>
    <w:rsid w:val="006B1D23"/>
    <w:rsid w:val="006B35F7"/>
    <w:rsid w:val="006B6448"/>
    <w:rsid w:val="006C4EF5"/>
    <w:rsid w:val="006C66E7"/>
    <w:rsid w:val="006D29B9"/>
    <w:rsid w:val="006D37E8"/>
    <w:rsid w:val="006D7825"/>
    <w:rsid w:val="006E0468"/>
    <w:rsid w:val="006E4A26"/>
    <w:rsid w:val="006E5A51"/>
    <w:rsid w:val="006E7DEF"/>
    <w:rsid w:val="006F7568"/>
    <w:rsid w:val="007017BA"/>
    <w:rsid w:val="00702671"/>
    <w:rsid w:val="007039D0"/>
    <w:rsid w:val="00703A9D"/>
    <w:rsid w:val="00705C63"/>
    <w:rsid w:val="007077FD"/>
    <w:rsid w:val="00723A06"/>
    <w:rsid w:val="00724EF2"/>
    <w:rsid w:val="0073021C"/>
    <w:rsid w:val="00731B88"/>
    <w:rsid w:val="00733959"/>
    <w:rsid w:val="00736B69"/>
    <w:rsid w:val="00744E28"/>
    <w:rsid w:val="007500AF"/>
    <w:rsid w:val="00751DF1"/>
    <w:rsid w:val="00752265"/>
    <w:rsid w:val="00753DAF"/>
    <w:rsid w:val="00763AA6"/>
    <w:rsid w:val="007723D9"/>
    <w:rsid w:val="00772D2E"/>
    <w:rsid w:val="007775D6"/>
    <w:rsid w:val="00781D95"/>
    <w:rsid w:val="00782291"/>
    <w:rsid w:val="00784432"/>
    <w:rsid w:val="00790C3D"/>
    <w:rsid w:val="00791481"/>
    <w:rsid w:val="007A1F20"/>
    <w:rsid w:val="007A521A"/>
    <w:rsid w:val="007A7F5A"/>
    <w:rsid w:val="007B0C61"/>
    <w:rsid w:val="007B7FD7"/>
    <w:rsid w:val="007C0207"/>
    <w:rsid w:val="007C302C"/>
    <w:rsid w:val="007C3793"/>
    <w:rsid w:val="007C524A"/>
    <w:rsid w:val="007D117C"/>
    <w:rsid w:val="007D1807"/>
    <w:rsid w:val="007D190A"/>
    <w:rsid w:val="007D72B6"/>
    <w:rsid w:val="007E09BA"/>
    <w:rsid w:val="007E3246"/>
    <w:rsid w:val="007E480A"/>
    <w:rsid w:val="007E5233"/>
    <w:rsid w:val="007F41FD"/>
    <w:rsid w:val="00803E82"/>
    <w:rsid w:val="0080521A"/>
    <w:rsid w:val="008060C8"/>
    <w:rsid w:val="008114CE"/>
    <w:rsid w:val="0082096E"/>
    <w:rsid w:val="00820A5C"/>
    <w:rsid w:val="00823C8D"/>
    <w:rsid w:val="008252D2"/>
    <w:rsid w:val="008266EC"/>
    <w:rsid w:val="00845BD5"/>
    <w:rsid w:val="00854112"/>
    <w:rsid w:val="00860CC9"/>
    <w:rsid w:val="00861692"/>
    <w:rsid w:val="00861FCE"/>
    <w:rsid w:val="00870F51"/>
    <w:rsid w:val="008740DE"/>
    <w:rsid w:val="00882FFC"/>
    <w:rsid w:val="00890703"/>
    <w:rsid w:val="00895DC8"/>
    <w:rsid w:val="008973E7"/>
    <w:rsid w:val="008A2E8C"/>
    <w:rsid w:val="008A4244"/>
    <w:rsid w:val="008B5065"/>
    <w:rsid w:val="008C057F"/>
    <w:rsid w:val="008C6FE0"/>
    <w:rsid w:val="008D1EC0"/>
    <w:rsid w:val="008D34FF"/>
    <w:rsid w:val="008D3EA5"/>
    <w:rsid w:val="008D488D"/>
    <w:rsid w:val="008F22F6"/>
    <w:rsid w:val="008F6927"/>
    <w:rsid w:val="008F75E0"/>
    <w:rsid w:val="0090003A"/>
    <w:rsid w:val="00904554"/>
    <w:rsid w:val="00906478"/>
    <w:rsid w:val="00906C49"/>
    <w:rsid w:val="009116A8"/>
    <w:rsid w:val="00916895"/>
    <w:rsid w:val="00917A0A"/>
    <w:rsid w:val="00922E27"/>
    <w:rsid w:val="009265F7"/>
    <w:rsid w:val="00932351"/>
    <w:rsid w:val="00946125"/>
    <w:rsid w:val="00947DEE"/>
    <w:rsid w:val="00951A45"/>
    <w:rsid w:val="00953641"/>
    <w:rsid w:val="00953B37"/>
    <w:rsid w:val="0095519C"/>
    <w:rsid w:val="00956896"/>
    <w:rsid w:val="00957F8B"/>
    <w:rsid w:val="00960F87"/>
    <w:rsid w:val="009626C4"/>
    <w:rsid w:val="00963621"/>
    <w:rsid w:val="00965908"/>
    <w:rsid w:val="00971AFF"/>
    <w:rsid w:val="00987737"/>
    <w:rsid w:val="00990448"/>
    <w:rsid w:val="009A4417"/>
    <w:rsid w:val="009A47A9"/>
    <w:rsid w:val="009A7B09"/>
    <w:rsid w:val="009B2D38"/>
    <w:rsid w:val="009B48DC"/>
    <w:rsid w:val="009B59B5"/>
    <w:rsid w:val="009C020F"/>
    <w:rsid w:val="009C3CC6"/>
    <w:rsid w:val="009C4461"/>
    <w:rsid w:val="009C7C23"/>
    <w:rsid w:val="009C7D89"/>
    <w:rsid w:val="009D25B8"/>
    <w:rsid w:val="009D2C2D"/>
    <w:rsid w:val="009D4D28"/>
    <w:rsid w:val="009E1282"/>
    <w:rsid w:val="009F40D7"/>
    <w:rsid w:val="00A00DF9"/>
    <w:rsid w:val="00A0698A"/>
    <w:rsid w:val="00A10933"/>
    <w:rsid w:val="00A14B47"/>
    <w:rsid w:val="00A14CC9"/>
    <w:rsid w:val="00A23A61"/>
    <w:rsid w:val="00A2613B"/>
    <w:rsid w:val="00A35E55"/>
    <w:rsid w:val="00A42593"/>
    <w:rsid w:val="00A43C6D"/>
    <w:rsid w:val="00A57A9B"/>
    <w:rsid w:val="00A63922"/>
    <w:rsid w:val="00A701C9"/>
    <w:rsid w:val="00A7103F"/>
    <w:rsid w:val="00A73EAA"/>
    <w:rsid w:val="00A7503A"/>
    <w:rsid w:val="00A87F20"/>
    <w:rsid w:val="00A91448"/>
    <w:rsid w:val="00A9424E"/>
    <w:rsid w:val="00A9538F"/>
    <w:rsid w:val="00A97B88"/>
    <w:rsid w:val="00A97E69"/>
    <w:rsid w:val="00AA11C8"/>
    <w:rsid w:val="00AA3164"/>
    <w:rsid w:val="00AA7CF2"/>
    <w:rsid w:val="00AB0D75"/>
    <w:rsid w:val="00AC45F3"/>
    <w:rsid w:val="00AC78E4"/>
    <w:rsid w:val="00AD2544"/>
    <w:rsid w:val="00AD2AB0"/>
    <w:rsid w:val="00AE0101"/>
    <w:rsid w:val="00AE48B9"/>
    <w:rsid w:val="00AE5EFC"/>
    <w:rsid w:val="00B104DC"/>
    <w:rsid w:val="00B12808"/>
    <w:rsid w:val="00B152ED"/>
    <w:rsid w:val="00B17080"/>
    <w:rsid w:val="00B20DBA"/>
    <w:rsid w:val="00B25B36"/>
    <w:rsid w:val="00B30210"/>
    <w:rsid w:val="00B33763"/>
    <w:rsid w:val="00B3605E"/>
    <w:rsid w:val="00B37A9B"/>
    <w:rsid w:val="00B41B40"/>
    <w:rsid w:val="00B44E2E"/>
    <w:rsid w:val="00B45BE4"/>
    <w:rsid w:val="00B466B4"/>
    <w:rsid w:val="00B47195"/>
    <w:rsid w:val="00B52DF8"/>
    <w:rsid w:val="00B54E4C"/>
    <w:rsid w:val="00B62174"/>
    <w:rsid w:val="00B71C04"/>
    <w:rsid w:val="00B80956"/>
    <w:rsid w:val="00B8280A"/>
    <w:rsid w:val="00B85CD5"/>
    <w:rsid w:val="00BA119E"/>
    <w:rsid w:val="00BA23BA"/>
    <w:rsid w:val="00BA5072"/>
    <w:rsid w:val="00BA692F"/>
    <w:rsid w:val="00BB19FB"/>
    <w:rsid w:val="00BC0B86"/>
    <w:rsid w:val="00BC0C2D"/>
    <w:rsid w:val="00BC0E34"/>
    <w:rsid w:val="00BC318F"/>
    <w:rsid w:val="00BC64C3"/>
    <w:rsid w:val="00BD2220"/>
    <w:rsid w:val="00BD60E6"/>
    <w:rsid w:val="00BD6951"/>
    <w:rsid w:val="00BE35CE"/>
    <w:rsid w:val="00BE3E71"/>
    <w:rsid w:val="00BF20A8"/>
    <w:rsid w:val="00BF2B45"/>
    <w:rsid w:val="00BF70B9"/>
    <w:rsid w:val="00C00E60"/>
    <w:rsid w:val="00C00FA2"/>
    <w:rsid w:val="00C05BF5"/>
    <w:rsid w:val="00C101D1"/>
    <w:rsid w:val="00C104E3"/>
    <w:rsid w:val="00C11A07"/>
    <w:rsid w:val="00C15BF5"/>
    <w:rsid w:val="00C176C5"/>
    <w:rsid w:val="00C22341"/>
    <w:rsid w:val="00C25607"/>
    <w:rsid w:val="00C27472"/>
    <w:rsid w:val="00C34911"/>
    <w:rsid w:val="00C357B3"/>
    <w:rsid w:val="00C37BD1"/>
    <w:rsid w:val="00C40F93"/>
    <w:rsid w:val="00C43D6D"/>
    <w:rsid w:val="00C455F7"/>
    <w:rsid w:val="00C50824"/>
    <w:rsid w:val="00C518E7"/>
    <w:rsid w:val="00C53D51"/>
    <w:rsid w:val="00C54E7C"/>
    <w:rsid w:val="00C57DA6"/>
    <w:rsid w:val="00C64C0C"/>
    <w:rsid w:val="00C703C8"/>
    <w:rsid w:val="00C73360"/>
    <w:rsid w:val="00C74844"/>
    <w:rsid w:val="00C769BA"/>
    <w:rsid w:val="00C852F4"/>
    <w:rsid w:val="00C86673"/>
    <w:rsid w:val="00C867BA"/>
    <w:rsid w:val="00C905DF"/>
    <w:rsid w:val="00C95048"/>
    <w:rsid w:val="00C95452"/>
    <w:rsid w:val="00CA18A9"/>
    <w:rsid w:val="00CB2788"/>
    <w:rsid w:val="00CC0C21"/>
    <w:rsid w:val="00CC2844"/>
    <w:rsid w:val="00CC47D6"/>
    <w:rsid w:val="00CC4D4B"/>
    <w:rsid w:val="00CC6951"/>
    <w:rsid w:val="00CD1CE3"/>
    <w:rsid w:val="00CD286B"/>
    <w:rsid w:val="00CD4A93"/>
    <w:rsid w:val="00CE1AB3"/>
    <w:rsid w:val="00CE5413"/>
    <w:rsid w:val="00CF762B"/>
    <w:rsid w:val="00D04B80"/>
    <w:rsid w:val="00D04E65"/>
    <w:rsid w:val="00D0662F"/>
    <w:rsid w:val="00D069BB"/>
    <w:rsid w:val="00D06C6F"/>
    <w:rsid w:val="00D12062"/>
    <w:rsid w:val="00D163BD"/>
    <w:rsid w:val="00D166E2"/>
    <w:rsid w:val="00D176D8"/>
    <w:rsid w:val="00D21CCD"/>
    <w:rsid w:val="00D23083"/>
    <w:rsid w:val="00D23402"/>
    <w:rsid w:val="00D2679C"/>
    <w:rsid w:val="00D27991"/>
    <w:rsid w:val="00D34ACA"/>
    <w:rsid w:val="00D37D19"/>
    <w:rsid w:val="00D42D87"/>
    <w:rsid w:val="00D47D29"/>
    <w:rsid w:val="00D5144F"/>
    <w:rsid w:val="00D51B14"/>
    <w:rsid w:val="00D538D7"/>
    <w:rsid w:val="00D558A5"/>
    <w:rsid w:val="00D64BDD"/>
    <w:rsid w:val="00D64E81"/>
    <w:rsid w:val="00D65EE9"/>
    <w:rsid w:val="00D6709E"/>
    <w:rsid w:val="00D67AB7"/>
    <w:rsid w:val="00D70633"/>
    <w:rsid w:val="00D8124C"/>
    <w:rsid w:val="00D81A1F"/>
    <w:rsid w:val="00D830B8"/>
    <w:rsid w:val="00D83377"/>
    <w:rsid w:val="00D91974"/>
    <w:rsid w:val="00D96310"/>
    <w:rsid w:val="00DA3E14"/>
    <w:rsid w:val="00DA5DB0"/>
    <w:rsid w:val="00DA6A28"/>
    <w:rsid w:val="00DB442A"/>
    <w:rsid w:val="00DC16E5"/>
    <w:rsid w:val="00DC1AD9"/>
    <w:rsid w:val="00DC64C1"/>
    <w:rsid w:val="00DC79F8"/>
    <w:rsid w:val="00DD4EA2"/>
    <w:rsid w:val="00DE21B6"/>
    <w:rsid w:val="00DF5407"/>
    <w:rsid w:val="00E01A07"/>
    <w:rsid w:val="00E104BC"/>
    <w:rsid w:val="00E108E1"/>
    <w:rsid w:val="00E1092A"/>
    <w:rsid w:val="00E328E4"/>
    <w:rsid w:val="00E32C19"/>
    <w:rsid w:val="00E33823"/>
    <w:rsid w:val="00E4247D"/>
    <w:rsid w:val="00E477B5"/>
    <w:rsid w:val="00E51638"/>
    <w:rsid w:val="00E55563"/>
    <w:rsid w:val="00E65035"/>
    <w:rsid w:val="00E67D2F"/>
    <w:rsid w:val="00E702B1"/>
    <w:rsid w:val="00E745C3"/>
    <w:rsid w:val="00E74EB1"/>
    <w:rsid w:val="00E75C52"/>
    <w:rsid w:val="00E76EBF"/>
    <w:rsid w:val="00E804F6"/>
    <w:rsid w:val="00E84B18"/>
    <w:rsid w:val="00E853F7"/>
    <w:rsid w:val="00E85AE0"/>
    <w:rsid w:val="00E961DC"/>
    <w:rsid w:val="00E97BDD"/>
    <w:rsid w:val="00EA081C"/>
    <w:rsid w:val="00EA17FE"/>
    <w:rsid w:val="00EA38A0"/>
    <w:rsid w:val="00EB1009"/>
    <w:rsid w:val="00EB3EA8"/>
    <w:rsid w:val="00EB4C45"/>
    <w:rsid w:val="00EC1A50"/>
    <w:rsid w:val="00EC229F"/>
    <w:rsid w:val="00EC2B84"/>
    <w:rsid w:val="00EC51BD"/>
    <w:rsid w:val="00ED15A4"/>
    <w:rsid w:val="00ED3CD8"/>
    <w:rsid w:val="00ED4F01"/>
    <w:rsid w:val="00EE0FE4"/>
    <w:rsid w:val="00EE40BD"/>
    <w:rsid w:val="00EE40D4"/>
    <w:rsid w:val="00EF20CF"/>
    <w:rsid w:val="00EF2925"/>
    <w:rsid w:val="00EF349E"/>
    <w:rsid w:val="00EF4079"/>
    <w:rsid w:val="00F00C76"/>
    <w:rsid w:val="00F047FC"/>
    <w:rsid w:val="00F05BDA"/>
    <w:rsid w:val="00F13678"/>
    <w:rsid w:val="00F137C0"/>
    <w:rsid w:val="00F319D4"/>
    <w:rsid w:val="00F3305C"/>
    <w:rsid w:val="00F35398"/>
    <w:rsid w:val="00F41254"/>
    <w:rsid w:val="00F4443E"/>
    <w:rsid w:val="00F53776"/>
    <w:rsid w:val="00F6051D"/>
    <w:rsid w:val="00F63D7E"/>
    <w:rsid w:val="00F679CE"/>
    <w:rsid w:val="00F67BD1"/>
    <w:rsid w:val="00F70579"/>
    <w:rsid w:val="00F7487C"/>
    <w:rsid w:val="00F80CD7"/>
    <w:rsid w:val="00F840DC"/>
    <w:rsid w:val="00F84E65"/>
    <w:rsid w:val="00F90E69"/>
    <w:rsid w:val="00F929D7"/>
    <w:rsid w:val="00FA03E7"/>
    <w:rsid w:val="00FA3AE0"/>
    <w:rsid w:val="00FA54B1"/>
    <w:rsid w:val="00FA7AF0"/>
    <w:rsid w:val="00FA7E36"/>
    <w:rsid w:val="00FB2D84"/>
    <w:rsid w:val="00FC3376"/>
    <w:rsid w:val="00FC4F37"/>
    <w:rsid w:val="00FC6B8D"/>
    <w:rsid w:val="00FD3A7E"/>
    <w:rsid w:val="00FD6855"/>
    <w:rsid w:val="00FD6EAF"/>
    <w:rsid w:val="00FE0149"/>
    <w:rsid w:val="00FE1175"/>
    <w:rsid w:val="00FE6BD6"/>
    <w:rsid w:val="00FF0EAA"/>
    <w:rsid w:val="00FF234E"/>
    <w:rsid w:val="00FF4FCB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101D1"/>
    <w:pPr>
      <w:spacing w:line="276" w:lineRule="auto"/>
      <w:ind w:firstLine="567"/>
      <w:jc w:val="both"/>
    </w:pPr>
    <w:rPr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67BD1"/>
    <w:pPr>
      <w:numPr>
        <w:numId w:val="1"/>
      </w:numPr>
      <w:spacing w:after="240"/>
      <w:ind w:left="284" w:hanging="284"/>
      <w:jc w:val="center"/>
      <w:outlineLvl w:val="0"/>
    </w:pPr>
    <w:rPr>
      <w:b/>
      <w:bCs/>
      <w:i/>
      <w:sz w:val="28"/>
      <w:szCs w:val="28"/>
    </w:rPr>
  </w:style>
  <w:style w:type="paragraph" w:styleId="2">
    <w:name w:val="heading 2"/>
    <w:basedOn w:val="1"/>
    <w:next w:val="a0"/>
    <w:link w:val="20"/>
    <w:qFormat/>
    <w:rsid w:val="00F67BD1"/>
    <w:pPr>
      <w:numPr>
        <w:ilvl w:val="1"/>
      </w:numPr>
      <w:jc w:val="left"/>
      <w:outlineLvl w:val="1"/>
    </w:pPr>
    <w:rPr>
      <w:iCs/>
      <w:u w:val="single"/>
    </w:rPr>
  </w:style>
  <w:style w:type="paragraph" w:styleId="3">
    <w:name w:val="heading 3"/>
    <w:basedOn w:val="1"/>
    <w:next w:val="a0"/>
    <w:link w:val="30"/>
    <w:qFormat/>
    <w:rsid w:val="00C101D1"/>
    <w:pPr>
      <w:numPr>
        <w:ilvl w:val="2"/>
      </w:numPr>
      <w:outlineLvl w:val="2"/>
    </w:pPr>
  </w:style>
  <w:style w:type="paragraph" w:styleId="4">
    <w:name w:val="heading 4"/>
    <w:basedOn w:val="a"/>
    <w:next w:val="a"/>
    <w:link w:val="40"/>
    <w:unhideWhenUsed/>
    <w:qFormat/>
    <w:rsid w:val="00474A9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91448"/>
    <w:pPr>
      <w:keepNext/>
      <w:spacing w:line="240" w:lineRule="auto"/>
      <w:ind w:firstLine="284"/>
      <w:outlineLvl w:val="4"/>
    </w:pPr>
    <w:rPr>
      <w:rFonts w:ascii="Times New Roman" w:eastAsia="Times New Roman" w:hAnsi="Times New Roman"/>
      <w:bCs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91448"/>
    <w:pPr>
      <w:spacing w:before="240" w:after="60" w:line="240" w:lineRule="auto"/>
      <w:ind w:firstLine="0"/>
      <w:jc w:val="left"/>
      <w:outlineLvl w:val="5"/>
    </w:pPr>
    <w:rPr>
      <w:rFonts w:ascii="Times New Roman" w:eastAsia="Times New Roman" w:hAnsi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A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nhideWhenUsed/>
    <w:rsid w:val="00C101D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C101D1"/>
  </w:style>
  <w:style w:type="character" w:customStyle="1" w:styleId="10">
    <w:name w:val="Заголовок 1 Знак"/>
    <w:link w:val="1"/>
    <w:rsid w:val="00F67BD1"/>
    <w:rPr>
      <w:rFonts w:eastAsia="Times New Roman"/>
      <w:b/>
      <w:bCs/>
      <w:i/>
      <w:sz w:val="28"/>
      <w:szCs w:val="28"/>
    </w:rPr>
  </w:style>
  <w:style w:type="character" w:customStyle="1" w:styleId="20">
    <w:name w:val="Заголовок 2 Знак"/>
    <w:link w:val="2"/>
    <w:rsid w:val="00F67BD1"/>
    <w:rPr>
      <w:rFonts w:eastAsia="Times New Roman"/>
      <w:b/>
      <w:bCs/>
      <w:i/>
      <w:iCs/>
      <w:sz w:val="28"/>
      <w:szCs w:val="28"/>
      <w:u w:val="single"/>
    </w:rPr>
  </w:style>
  <w:style w:type="character" w:customStyle="1" w:styleId="30">
    <w:name w:val="Заголовок 3 Знак"/>
    <w:link w:val="3"/>
    <w:rsid w:val="00C101D1"/>
    <w:rPr>
      <w:rFonts w:eastAsia="Times New Roman"/>
      <w:b/>
      <w:bCs/>
      <w:sz w:val="28"/>
      <w:szCs w:val="28"/>
    </w:rPr>
  </w:style>
  <w:style w:type="numbering" w:customStyle="1" w:styleId="11">
    <w:name w:val="Нет списка1"/>
    <w:next w:val="a3"/>
    <w:semiHidden/>
    <w:unhideWhenUsed/>
    <w:rsid w:val="00C101D1"/>
  </w:style>
  <w:style w:type="paragraph" w:customStyle="1" w:styleId="-">
    <w:name w:val="обычный - по ширине"/>
    <w:basedOn w:val="a0"/>
    <w:qFormat/>
    <w:rsid w:val="00C101D1"/>
    <w:pPr>
      <w:ind w:firstLine="0"/>
    </w:pPr>
  </w:style>
  <w:style w:type="paragraph" w:styleId="a6">
    <w:name w:val="header"/>
    <w:basedOn w:val="a"/>
    <w:link w:val="a7"/>
    <w:unhideWhenUsed/>
    <w:rsid w:val="00C101D1"/>
    <w:pPr>
      <w:widowControl w:val="0"/>
      <w:tabs>
        <w:tab w:val="center" w:pos="4677"/>
        <w:tab w:val="right" w:pos="9355"/>
      </w:tabs>
    </w:pPr>
    <w:rPr>
      <w:rFonts w:eastAsia="Times New Roman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C101D1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0">
    <w:name w:val="Обычный_"/>
    <w:qFormat/>
    <w:rsid w:val="00C101D1"/>
    <w:pPr>
      <w:widowControl w:val="0"/>
      <w:spacing w:line="276" w:lineRule="auto"/>
      <w:ind w:firstLine="567"/>
      <w:jc w:val="both"/>
    </w:pPr>
    <w:rPr>
      <w:rFonts w:eastAsia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C101D1"/>
    <w:pPr>
      <w:keepNext/>
      <w:keepLines/>
      <w:widowControl/>
      <w:numPr>
        <w:numId w:val="0"/>
      </w:num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uiPriority w:val="39"/>
    <w:unhideWhenUsed/>
    <w:rsid w:val="00C101D1"/>
    <w:pPr>
      <w:ind w:left="284" w:hanging="284"/>
    </w:pPr>
  </w:style>
  <w:style w:type="paragraph" w:customStyle="1" w:styleId="0">
    <w:name w:val="Заголовок 0"/>
    <w:basedOn w:val="1"/>
    <w:next w:val="a0"/>
    <w:rsid w:val="00C101D1"/>
    <w:pPr>
      <w:numPr>
        <w:numId w:val="0"/>
      </w:numPr>
    </w:pPr>
  </w:style>
  <w:style w:type="paragraph" w:customStyle="1" w:styleId="a9">
    <w:name w:val="Заголовок"/>
    <w:basedOn w:val="a0"/>
    <w:next w:val="a0"/>
    <w:qFormat/>
    <w:rsid w:val="00C101D1"/>
    <w:pPr>
      <w:ind w:firstLine="0"/>
    </w:pPr>
    <w:rPr>
      <w:b/>
      <w:sz w:val="28"/>
    </w:rPr>
  </w:style>
  <w:style w:type="paragraph" w:customStyle="1" w:styleId="-0">
    <w:name w:val="обычный - по центру"/>
    <w:basedOn w:val="a0"/>
    <w:qFormat/>
    <w:rsid w:val="00C101D1"/>
    <w:pPr>
      <w:ind w:firstLine="0"/>
      <w:jc w:val="center"/>
    </w:pPr>
  </w:style>
  <w:style w:type="paragraph" w:customStyle="1" w:styleId="-1">
    <w:name w:val="обычный - справа"/>
    <w:basedOn w:val="a0"/>
    <w:qFormat/>
    <w:rsid w:val="00C101D1"/>
    <w:pPr>
      <w:ind w:firstLine="0"/>
      <w:jc w:val="right"/>
    </w:pPr>
  </w:style>
  <w:style w:type="paragraph" w:styleId="aa">
    <w:name w:val="Body Text"/>
    <w:basedOn w:val="a"/>
    <w:link w:val="ab"/>
    <w:unhideWhenUsed/>
    <w:rsid w:val="00C101D1"/>
    <w:pPr>
      <w:widowControl w:val="0"/>
      <w:spacing w:after="120"/>
    </w:pPr>
    <w:rPr>
      <w:rFonts w:ascii="ISOCPEUR" w:eastAsia="Times New Roman" w:hAnsi="ISOCPEUR"/>
      <w:i/>
      <w:sz w:val="26"/>
      <w:szCs w:val="24"/>
    </w:rPr>
  </w:style>
  <w:style w:type="character" w:customStyle="1" w:styleId="ab">
    <w:name w:val="Основной текст Знак"/>
    <w:link w:val="aa"/>
    <w:uiPriority w:val="99"/>
    <w:rsid w:val="00C101D1"/>
    <w:rPr>
      <w:rFonts w:ascii="ISOCPEUR" w:eastAsia="Times New Roman" w:hAnsi="ISOCPEUR" w:cs="Times New Roman"/>
      <w:i/>
      <w:sz w:val="26"/>
      <w:szCs w:val="24"/>
    </w:rPr>
  </w:style>
  <w:style w:type="paragraph" w:styleId="21">
    <w:name w:val="toc 2"/>
    <w:basedOn w:val="a0"/>
    <w:next w:val="a0"/>
    <w:uiPriority w:val="39"/>
    <w:unhideWhenUsed/>
    <w:rsid w:val="00C101D1"/>
    <w:pPr>
      <w:ind w:left="851" w:hanging="567"/>
    </w:pPr>
  </w:style>
  <w:style w:type="paragraph" w:customStyle="1" w:styleId="ac">
    <w:name w:val="Текст документа"/>
    <w:basedOn w:val="a0"/>
    <w:next w:val="a0"/>
    <w:rsid w:val="00C101D1"/>
    <w:rPr>
      <w:szCs w:val="20"/>
    </w:rPr>
  </w:style>
  <w:style w:type="paragraph" w:styleId="31">
    <w:name w:val="toc 3"/>
    <w:basedOn w:val="a0"/>
    <w:next w:val="a0"/>
    <w:uiPriority w:val="39"/>
    <w:unhideWhenUsed/>
    <w:rsid w:val="00C101D1"/>
    <w:pPr>
      <w:ind w:left="1418" w:hanging="851"/>
    </w:pPr>
  </w:style>
  <w:style w:type="table" w:styleId="ad">
    <w:name w:val="Table Grid"/>
    <w:basedOn w:val="a2"/>
    <w:rsid w:val="00C101D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semiHidden/>
    <w:unhideWhenUsed/>
    <w:rsid w:val="00C101D1"/>
    <w:pPr>
      <w:widowControl w:val="0"/>
      <w:spacing w:line="240" w:lineRule="auto"/>
    </w:pPr>
    <w:rPr>
      <w:rFonts w:ascii="Tahoma" w:eastAsia="Times New Roman" w:hAnsi="Tahoma"/>
      <w:i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101D1"/>
    <w:rPr>
      <w:rFonts w:ascii="Tahoma" w:eastAsia="Times New Roman" w:hAnsi="Tahoma" w:cs="Times New Roman"/>
      <w:i/>
      <w:sz w:val="16"/>
      <w:szCs w:val="16"/>
    </w:rPr>
  </w:style>
  <w:style w:type="paragraph" w:styleId="af0">
    <w:name w:val="Document Map"/>
    <w:basedOn w:val="a"/>
    <w:link w:val="af1"/>
    <w:uiPriority w:val="99"/>
    <w:unhideWhenUsed/>
    <w:rsid w:val="00C101D1"/>
    <w:pPr>
      <w:widowControl w:val="0"/>
    </w:pPr>
    <w:rPr>
      <w:rFonts w:ascii="Tahoma" w:eastAsia="Times New Roman" w:hAnsi="Tahoma"/>
      <w:i/>
      <w:sz w:val="16"/>
      <w:szCs w:val="16"/>
    </w:rPr>
  </w:style>
  <w:style w:type="character" w:customStyle="1" w:styleId="af1">
    <w:name w:val="Схема документа Знак"/>
    <w:link w:val="af0"/>
    <w:uiPriority w:val="99"/>
    <w:rsid w:val="00C101D1"/>
    <w:rPr>
      <w:rFonts w:ascii="Tahoma" w:eastAsia="Times New Roman" w:hAnsi="Tahoma" w:cs="Times New Roman"/>
      <w:i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101D1"/>
  </w:style>
  <w:style w:type="numbering" w:customStyle="1" w:styleId="22">
    <w:name w:val="Нет списка2"/>
    <w:next w:val="a3"/>
    <w:uiPriority w:val="99"/>
    <w:semiHidden/>
    <w:unhideWhenUsed/>
    <w:rsid w:val="00C101D1"/>
  </w:style>
  <w:style w:type="character" w:styleId="af2">
    <w:name w:val="Hyperlink"/>
    <w:uiPriority w:val="99"/>
    <w:unhideWhenUsed/>
    <w:rsid w:val="00C101D1"/>
    <w:rPr>
      <w:color w:val="0000FF"/>
      <w:u w:val="single"/>
    </w:rPr>
  </w:style>
  <w:style w:type="paragraph" w:styleId="af3">
    <w:name w:val="Title"/>
    <w:basedOn w:val="a"/>
    <w:next w:val="af4"/>
    <w:link w:val="af5"/>
    <w:qFormat/>
    <w:rsid w:val="00D64BDD"/>
    <w:pPr>
      <w:spacing w:before="240" w:after="480" w:line="240" w:lineRule="auto"/>
      <w:ind w:firstLine="0"/>
      <w:jc w:val="center"/>
    </w:pPr>
    <w:rPr>
      <w:rFonts w:ascii="Arial" w:eastAsia="Times New Roman" w:hAnsi="Arial"/>
      <w:b/>
      <w:bCs/>
      <w:sz w:val="32"/>
      <w:szCs w:val="24"/>
      <w:lang w:eastAsia="ar-SA"/>
    </w:rPr>
  </w:style>
  <w:style w:type="character" w:customStyle="1" w:styleId="af5">
    <w:name w:val="Название Знак"/>
    <w:link w:val="af3"/>
    <w:rsid w:val="00D64BDD"/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220">
    <w:name w:val="Основной текст 22"/>
    <w:basedOn w:val="a"/>
    <w:rsid w:val="00D64BDD"/>
    <w:pPr>
      <w:spacing w:after="120" w:line="48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f6">
    <w:name w:val="Базовый"/>
    <w:rsid w:val="00D64BDD"/>
    <w:pPr>
      <w:suppressAutoHyphens/>
      <w:overflowPunct w:val="0"/>
      <w:spacing w:after="200" w:line="276" w:lineRule="auto"/>
      <w:textAlignment w:val="baseline"/>
    </w:pPr>
    <w:rPr>
      <w:rFonts w:ascii="Arial" w:eastAsia="Times New Roman" w:hAnsi="Arial" w:cs="Arial"/>
      <w:color w:val="000000"/>
      <w:sz w:val="24"/>
      <w:szCs w:val="24"/>
    </w:rPr>
  </w:style>
  <w:style w:type="paragraph" w:styleId="af7">
    <w:name w:val="Plain Text"/>
    <w:basedOn w:val="af6"/>
    <w:link w:val="af8"/>
    <w:rsid w:val="00D64BDD"/>
    <w:rPr>
      <w:rFonts w:ascii="Courier New" w:hAnsi="Courier New" w:cs="Times New Roman"/>
      <w:sz w:val="20"/>
    </w:rPr>
  </w:style>
  <w:style w:type="character" w:customStyle="1" w:styleId="af8">
    <w:name w:val="Текст Знак"/>
    <w:link w:val="af7"/>
    <w:rsid w:val="00D64BDD"/>
    <w:rPr>
      <w:rFonts w:ascii="Courier New" w:eastAsia="Times New Roman" w:hAnsi="Courier New" w:cs="Courier New"/>
      <w:color w:val="000000"/>
      <w:szCs w:val="24"/>
    </w:rPr>
  </w:style>
  <w:style w:type="paragraph" w:customStyle="1" w:styleId="Oaeno">
    <w:name w:val="Oaeno"/>
    <w:basedOn w:val="af6"/>
    <w:rsid w:val="00D64BDD"/>
    <w:rPr>
      <w:rFonts w:ascii="Courier New" w:hAnsi="Courier New" w:cs="Courier New"/>
      <w:sz w:val="20"/>
    </w:rPr>
  </w:style>
  <w:style w:type="paragraph" w:styleId="af4">
    <w:name w:val="Subtitle"/>
    <w:basedOn w:val="a"/>
    <w:next w:val="a"/>
    <w:link w:val="af9"/>
    <w:uiPriority w:val="11"/>
    <w:qFormat/>
    <w:rsid w:val="00D64BDD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af9">
    <w:name w:val="Подзаголовок Знак"/>
    <w:link w:val="af4"/>
    <w:uiPriority w:val="11"/>
    <w:rsid w:val="00D64BDD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474A9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1"/>
    <w:rsid w:val="00B466B4"/>
  </w:style>
  <w:style w:type="character" w:customStyle="1" w:styleId="s11">
    <w:name w:val="s_11"/>
    <w:basedOn w:val="a1"/>
    <w:rsid w:val="00F00C76"/>
  </w:style>
  <w:style w:type="paragraph" w:customStyle="1" w:styleId="13">
    <w:name w:val="Без интервала1"/>
    <w:aliases w:val="Текстовая часть"/>
    <w:basedOn w:val="a"/>
    <w:uiPriority w:val="1"/>
    <w:qFormat/>
    <w:rsid w:val="003D59A7"/>
    <w:pPr>
      <w:spacing w:line="312" w:lineRule="auto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01A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601A22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2"/>
      <w:szCs w:val="22"/>
    </w:rPr>
  </w:style>
  <w:style w:type="paragraph" w:styleId="afa">
    <w:name w:val="List Paragraph"/>
    <w:basedOn w:val="a"/>
    <w:qFormat/>
    <w:rsid w:val="00860CC9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A91448"/>
    <w:rPr>
      <w:rFonts w:ascii="Times New Roman" w:eastAsia="Times New Roman" w:hAnsi="Times New Roman"/>
      <w:bCs/>
      <w:sz w:val="24"/>
    </w:rPr>
  </w:style>
  <w:style w:type="character" w:customStyle="1" w:styleId="60">
    <w:name w:val="Заголовок 6 Знак"/>
    <w:basedOn w:val="a1"/>
    <w:link w:val="6"/>
    <w:rsid w:val="00A91448"/>
    <w:rPr>
      <w:rFonts w:ascii="Times New Roman" w:eastAsia="Times New Roman" w:hAnsi="Times New Roman"/>
      <w:b/>
      <w:bCs/>
      <w:sz w:val="22"/>
      <w:szCs w:val="22"/>
    </w:rPr>
  </w:style>
  <w:style w:type="character" w:styleId="afb">
    <w:name w:val="page number"/>
    <w:basedOn w:val="a1"/>
    <w:rsid w:val="00A91448"/>
  </w:style>
  <w:style w:type="paragraph" w:styleId="23">
    <w:name w:val="Body Text 2"/>
    <w:basedOn w:val="a"/>
    <w:link w:val="24"/>
    <w:rsid w:val="00A91448"/>
    <w:pPr>
      <w:spacing w:line="240" w:lineRule="auto"/>
      <w:ind w:right="252" w:firstLine="0"/>
    </w:pPr>
    <w:rPr>
      <w:rFonts w:ascii="Times New Roman" w:eastAsia="Times New Roman" w:hAnsi="Times New Roman"/>
      <w:szCs w:val="28"/>
      <w:lang w:eastAsia="ru-RU"/>
    </w:rPr>
  </w:style>
  <w:style w:type="character" w:customStyle="1" w:styleId="24">
    <w:name w:val="Основной текст 2 Знак"/>
    <w:basedOn w:val="a1"/>
    <w:link w:val="23"/>
    <w:rsid w:val="00A91448"/>
    <w:rPr>
      <w:rFonts w:ascii="Times New Roman" w:eastAsia="Times New Roman" w:hAnsi="Times New Roman"/>
      <w:sz w:val="24"/>
      <w:szCs w:val="28"/>
    </w:rPr>
  </w:style>
  <w:style w:type="character" w:styleId="afc">
    <w:name w:val="line number"/>
    <w:basedOn w:val="a1"/>
    <w:rsid w:val="00A91448"/>
  </w:style>
  <w:style w:type="paragraph" w:styleId="afd">
    <w:name w:val="Body Text Indent"/>
    <w:basedOn w:val="a"/>
    <w:link w:val="afe"/>
    <w:rsid w:val="00A91448"/>
    <w:pPr>
      <w:spacing w:line="240" w:lineRule="auto"/>
      <w:ind w:right="283" w:firstLine="284"/>
    </w:pPr>
    <w:rPr>
      <w:rFonts w:ascii="Times New Roman" w:eastAsia="Times New Roman" w:hAnsi="Times New Roman"/>
      <w:szCs w:val="20"/>
      <w:lang w:eastAsia="ru-RU"/>
    </w:rPr>
  </w:style>
  <w:style w:type="character" w:customStyle="1" w:styleId="afe">
    <w:name w:val="Основной текст с отступом Знак"/>
    <w:basedOn w:val="a1"/>
    <w:link w:val="afd"/>
    <w:rsid w:val="00A91448"/>
    <w:rPr>
      <w:rFonts w:ascii="Times New Roman" w:eastAsia="Times New Roman" w:hAnsi="Times New Roman"/>
      <w:sz w:val="24"/>
    </w:rPr>
  </w:style>
  <w:style w:type="paragraph" w:styleId="25">
    <w:name w:val="Body Text Indent 2"/>
    <w:basedOn w:val="a"/>
    <w:link w:val="26"/>
    <w:rsid w:val="00A91448"/>
    <w:pPr>
      <w:spacing w:line="240" w:lineRule="auto"/>
      <w:ind w:right="252" w:firstLine="284"/>
    </w:pPr>
    <w:rPr>
      <w:rFonts w:ascii="Times New Roman" w:eastAsia="Times New Roman" w:hAnsi="Times New Roman"/>
      <w:szCs w:val="28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A91448"/>
    <w:rPr>
      <w:rFonts w:ascii="Times New Roman" w:eastAsia="Times New Roman" w:hAnsi="Times New Roman"/>
      <w:sz w:val="24"/>
      <w:szCs w:val="28"/>
    </w:rPr>
  </w:style>
  <w:style w:type="paragraph" w:styleId="aff">
    <w:name w:val="Block Text"/>
    <w:basedOn w:val="a"/>
    <w:rsid w:val="00A91448"/>
    <w:pPr>
      <w:spacing w:line="240" w:lineRule="auto"/>
      <w:ind w:left="-540" w:right="283" w:firstLine="708"/>
      <w:jc w:val="center"/>
    </w:pPr>
    <w:rPr>
      <w:rFonts w:ascii="Times New Roman" w:eastAsia="Times New Roman" w:hAnsi="Times New Roman"/>
      <w:szCs w:val="20"/>
      <w:lang w:eastAsia="ru-RU"/>
    </w:rPr>
  </w:style>
  <w:style w:type="paragraph" w:styleId="aff0">
    <w:name w:val="caption"/>
    <w:basedOn w:val="a"/>
    <w:next w:val="a"/>
    <w:qFormat/>
    <w:rsid w:val="00A91448"/>
    <w:pPr>
      <w:spacing w:line="240" w:lineRule="auto"/>
      <w:ind w:left="-540" w:right="283" w:firstLine="708"/>
      <w:jc w:val="center"/>
    </w:pPr>
    <w:rPr>
      <w:rFonts w:ascii="Times New Roman" w:eastAsia="Times New Roman" w:hAnsi="Times New Roman"/>
      <w:szCs w:val="20"/>
      <w:lang w:eastAsia="ru-RU"/>
    </w:rPr>
  </w:style>
  <w:style w:type="paragraph" w:customStyle="1" w:styleId="14">
    <w:name w:val="Стиль1"/>
    <w:basedOn w:val="1"/>
    <w:rsid w:val="00A91448"/>
    <w:pPr>
      <w:keepNext/>
      <w:widowControl/>
      <w:numPr>
        <w:numId w:val="0"/>
      </w:numPr>
      <w:spacing w:before="240" w:after="60" w:line="240" w:lineRule="auto"/>
      <w:jc w:val="left"/>
    </w:pPr>
    <w:rPr>
      <w:rFonts w:ascii="Arial" w:hAnsi="Arial" w:cs="Arial"/>
      <w:kern w:val="32"/>
      <w:sz w:val="144"/>
      <w:szCs w:val="32"/>
    </w:rPr>
  </w:style>
  <w:style w:type="paragraph" w:styleId="32">
    <w:name w:val="Body Text Indent 3"/>
    <w:basedOn w:val="a"/>
    <w:link w:val="33"/>
    <w:rsid w:val="00A91448"/>
    <w:pPr>
      <w:spacing w:line="240" w:lineRule="auto"/>
      <w:ind w:right="283" w:firstLine="284"/>
      <w:jc w:val="left"/>
    </w:pPr>
    <w:rPr>
      <w:rFonts w:ascii="Times New Roman" w:eastAsia="Times New Roman" w:hAnsi="Times New Roman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91448"/>
    <w:rPr>
      <w:rFonts w:ascii="Times New Roman" w:eastAsia="Times New Roman" w:hAnsi="Times New Roman"/>
      <w:sz w:val="24"/>
      <w:szCs w:val="28"/>
    </w:rPr>
  </w:style>
  <w:style w:type="character" w:customStyle="1" w:styleId="aff1">
    <w:name w:val="Гипертекстовая ссылка"/>
    <w:basedOn w:val="a1"/>
    <w:rsid w:val="00A91448"/>
    <w:rPr>
      <w:b/>
      <w:bCs/>
      <w:color w:val="008000"/>
      <w:sz w:val="20"/>
      <w:szCs w:val="20"/>
      <w:u w:val="single"/>
    </w:rPr>
  </w:style>
  <w:style w:type="paragraph" w:customStyle="1" w:styleId="aff2">
    <w:name w:val="Таблицы (моноширинный)"/>
    <w:basedOn w:val="a"/>
    <w:next w:val="a"/>
    <w:rsid w:val="00A91448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pt">
    <w:name w:val="Обычный + 11 pt"/>
    <w:aliases w:val="Черный"/>
    <w:basedOn w:val="a"/>
    <w:rsid w:val="00A91448"/>
    <w:pPr>
      <w:shd w:val="clear" w:color="auto" w:fill="FFFFFF"/>
      <w:spacing w:line="240" w:lineRule="auto"/>
      <w:ind w:left="19" w:firstLine="0"/>
      <w:jc w:val="left"/>
    </w:pPr>
    <w:rPr>
      <w:rFonts w:ascii="Times New Roman" w:eastAsia="Times New Roman" w:hAnsi="Times New Roman"/>
      <w:b/>
      <w:bCs/>
      <w:color w:val="000000"/>
      <w:sz w:val="22"/>
      <w:lang w:eastAsia="ru-RU"/>
    </w:rPr>
  </w:style>
  <w:style w:type="character" w:styleId="aff3">
    <w:name w:val="annotation reference"/>
    <w:basedOn w:val="a1"/>
    <w:semiHidden/>
    <w:rsid w:val="00A91448"/>
    <w:rPr>
      <w:sz w:val="16"/>
      <w:szCs w:val="16"/>
    </w:rPr>
  </w:style>
  <w:style w:type="paragraph" w:styleId="aff4">
    <w:name w:val="annotation text"/>
    <w:basedOn w:val="a"/>
    <w:link w:val="aff5"/>
    <w:semiHidden/>
    <w:rsid w:val="00A91448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1"/>
    <w:link w:val="aff4"/>
    <w:semiHidden/>
    <w:rsid w:val="00A91448"/>
    <w:rPr>
      <w:rFonts w:ascii="Times New Roman" w:eastAsia="Times New Roman" w:hAnsi="Times New Roman"/>
    </w:rPr>
  </w:style>
  <w:style w:type="paragraph" w:styleId="aff6">
    <w:name w:val="annotation subject"/>
    <w:basedOn w:val="aff4"/>
    <w:next w:val="aff4"/>
    <w:link w:val="aff7"/>
    <w:semiHidden/>
    <w:rsid w:val="00A9144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A91448"/>
    <w:rPr>
      <w:rFonts w:ascii="Times New Roman" w:eastAsia="Times New Roman" w:hAnsi="Times New Roman"/>
      <w:b/>
      <w:bCs/>
    </w:rPr>
  </w:style>
  <w:style w:type="paragraph" w:styleId="34">
    <w:name w:val="Body Text 3"/>
    <w:basedOn w:val="a"/>
    <w:link w:val="35"/>
    <w:rsid w:val="00A91448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A91448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A91448"/>
    <w:pPr>
      <w:widowControl w:val="0"/>
    </w:pPr>
    <w:rPr>
      <w:rFonts w:ascii="Arial" w:eastAsia="Times New Roman" w:hAnsi="Arial"/>
      <w:snapToGrid w:val="0"/>
    </w:rPr>
  </w:style>
  <w:style w:type="paragraph" w:customStyle="1" w:styleId="Default">
    <w:name w:val="Default"/>
    <w:rsid w:val="00A9144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8">
    <w:name w:val="FollowedHyperlink"/>
    <w:basedOn w:val="a1"/>
    <w:uiPriority w:val="99"/>
    <w:unhideWhenUsed/>
    <w:rsid w:val="00BC64C3"/>
    <w:rPr>
      <w:color w:val="800080"/>
      <w:u w:val="single"/>
    </w:rPr>
  </w:style>
  <w:style w:type="paragraph" w:customStyle="1" w:styleId="font5">
    <w:name w:val="font5"/>
    <w:basedOn w:val="a"/>
    <w:rsid w:val="00BC64C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BC64C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BC64C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8">
    <w:name w:val="xl68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"/>
    <w:rsid w:val="00BC64C3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"/>
    <w:rsid w:val="00BC64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"/>
    <w:rsid w:val="00BC64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"/>
    <w:rsid w:val="00BC64C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8">
    <w:name w:val="xl78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9">
    <w:name w:val="xl79"/>
    <w:basedOn w:val="a"/>
    <w:rsid w:val="00BC64C3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80">
    <w:name w:val="xl80"/>
    <w:basedOn w:val="a"/>
    <w:rsid w:val="00BC64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ru-RU"/>
    </w:rPr>
  </w:style>
  <w:style w:type="paragraph" w:customStyle="1" w:styleId="xl81">
    <w:name w:val="xl81"/>
    <w:basedOn w:val="a"/>
    <w:rsid w:val="00BC64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ru-RU"/>
    </w:rPr>
  </w:style>
  <w:style w:type="paragraph" w:customStyle="1" w:styleId="xl82">
    <w:name w:val="xl82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83">
    <w:name w:val="xl83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BC64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86">
    <w:name w:val="xl86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87">
    <w:name w:val="xl87"/>
    <w:basedOn w:val="a"/>
    <w:rsid w:val="00BC64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88">
    <w:name w:val="xl88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BC64C3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95">
    <w:name w:val="xl95"/>
    <w:basedOn w:val="a"/>
    <w:rsid w:val="00BC64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96">
    <w:name w:val="xl96"/>
    <w:basedOn w:val="a"/>
    <w:rsid w:val="00BC64C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97">
    <w:name w:val="xl97"/>
    <w:basedOn w:val="a"/>
    <w:rsid w:val="00BC64C3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98">
    <w:name w:val="xl98"/>
    <w:basedOn w:val="a"/>
    <w:rsid w:val="00BC64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99">
    <w:name w:val="xl99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0">
    <w:name w:val="xl100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1">
    <w:name w:val="xl101"/>
    <w:basedOn w:val="a"/>
    <w:rsid w:val="00BC64C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2">
    <w:name w:val="xl102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BC64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BC64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BC64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3">
    <w:name w:val="xl113"/>
    <w:basedOn w:val="a"/>
    <w:rsid w:val="00BC64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4">
    <w:name w:val="xl114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5">
    <w:name w:val="xl115"/>
    <w:basedOn w:val="a"/>
    <w:rsid w:val="00BC64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16">
    <w:name w:val="xl116"/>
    <w:basedOn w:val="a"/>
    <w:rsid w:val="00BC64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17">
    <w:name w:val="xl117"/>
    <w:basedOn w:val="a"/>
    <w:rsid w:val="00BC64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BC64C3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BC64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BC64C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BC64C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BC64C3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BC64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BC64C3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BC64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BC64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BC64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27">
    <w:name w:val="Обычный2"/>
    <w:rsid w:val="00CB2788"/>
    <w:pPr>
      <w:widowControl w:val="0"/>
    </w:pPr>
    <w:rPr>
      <w:rFonts w:ascii="Arial" w:eastAsia="Times New Roman" w:hAnsi="Arial"/>
      <w:snapToGrid w:val="0"/>
    </w:rPr>
  </w:style>
  <w:style w:type="paragraph" w:customStyle="1" w:styleId="xl64">
    <w:name w:val="xl64"/>
    <w:basedOn w:val="a"/>
    <w:rsid w:val="00B44E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GOST 2.304-81" w:eastAsia="Times New Roman" w:hAnsi="GOST 2.304-81"/>
      <w:i/>
      <w:iCs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12000374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12000374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docme.ru/doc/116651/sp-44.13330.2011--administrativnye-i-bytovye-zdaniy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9270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opbox\_server\&#1096;&#1072;&#1073;&#1083;&#1086;&#1085;&#1099;\&#1096;&#1072;&#1073;&#1083;&#1086;&#1085;&#1082;&#1072;%20&#1090;&#1077;&#1082;&#1089;&#1090;&#1086;&#1074;&#1086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21A4-5CC0-4BDE-B1A4-76790A81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шаблонка текстовок</Template>
  <TotalTime>672</TotalTime>
  <Pages>7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swell</dc:creator>
  <cp:lastModifiedBy>Светлана Н. Сенченкова</cp:lastModifiedBy>
  <cp:revision>42</cp:revision>
  <cp:lastPrinted>2022-04-27T08:25:00Z</cp:lastPrinted>
  <dcterms:created xsi:type="dcterms:W3CDTF">2018-08-09T07:33:00Z</dcterms:created>
  <dcterms:modified xsi:type="dcterms:W3CDTF">2022-04-27T08:27:00Z</dcterms:modified>
</cp:coreProperties>
</file>